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7BB2B" w14:textId="0FE58300" w:rsidR="00EA4E5C" w:rsidRPr="00D11333" w:rsidRDefault="002D412C" w:rsidP="00EA4E5C">
      <w:pPr>
        <w:spacing w:before="120"/>
        <w:ind w:left="113"/>
        <w:jc w:val="both"/>
        <w:rPr>
          <w:rFonts w:cs="Arial"/>
          <w:b/>
          <w:sz w:val="20"/>
        </w:rPr>
      </w:pPr>
      <w:r>
        <w:rPr>
          <w:rFonts w:cs="Arial"/>
        </w:rPr>
        <w:t xml:space="preserve"> </w:t>
      </w:r>
      <w:bookmarkStart w:id="0" w:name="_Hlk99044774"/>
    </w:p>
    <w:tbl>
      <w:tblPr>
        <w:tblW w:w="11298" w:type="dxa"/>
        <w:tblInd w:w="-3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6"/>
        <w:gridCol w:w="7562"/>
      </w:tblGrid>
      <w:tr w:rsidR="00EA4E5C" w:rsidRPr="00405A61" w14:paraId="098CDABD" w14:textId="77777777" w:rsidTr="00A17F78">
        <w:trPr>
          <w:cantSplit/>
          <w:trHeight w:val="1689"/>
        </w:trPr>
        <w:tc>
          <w:tcPr>
            <w:tcW w:w="37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33419F0" w14:textId="77777777" w:rsidR="00EA4E5C" w:rsidRPr="00EA6904" w:rsidRDefault="00EA4E5C" w:rsidP="00A17F78">
            <w:pPr>
              <w:keepNext/>
              <w:widowControl w:val="0"/>
              <w:spacing w:line="240" w:lineRule="exact"/>
              <w:outlineLvl w:val="6"/>
              <w:rPr>
                <w:b/>
                <w:sz w:val="16"/>
              </w:rPr>
            </w:pPr>
            <w:r w:rsidRPr="00405A6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B934271" wp14:editId="1B68B69B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33020</wp:posOffset>
                  </wp:positionV>
                  <wp:extent cx="1763395" cy="939165"/>
                  <wp:effectExtent l="0" t="0" r="8255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2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D40AAA" w14:textId="77777777" w:rsidR="00EA4E5C" w:rsidRPr="00EA6904" w:rsidRDefault="00EA4E5C" w:rsidP="00A17F78">
            <w:pPr>
              <w:jc w:val="center"/>
              <w:rPr>
                <w:rFonts w:cs="Arial"/>
                <w:bCs/>
                <w:sz w:val="28"/>
                <w:szCs w:val="28"/>
              </w:rPr>
            </w:pPr>
          </w:p>
          <w:p w14:paraId="41AA0CFA" w14:textId="12F52676" w:rsidR="00EA4E5C" w:rsidRPr="00EA6904" w:rsidRDefault="00EA4E5C" w:rsidP="00A17F78">
            <w:pPr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EA6904">
              <w:rPr>
                <w:b/>
                <w:sz w:val="28"/>
              </w:rPr>
              <w:t>TIC SAÚDE 202</w:t>
            </w:r>
            <w:r>
              <w:rPr>
                <w:b/>
                <w:sz w:val="28"/>
              </w:rPr>
              <w:t>4</w:t>
            </w:r>
          </w:p>
          <w:p w14:paraId="33C097E8" w14:textId="77777777" w:rsidR="00EA4E5C" w:rsidRPr="00EA6904" w:rsidRDefault="00EA4E5C" w:rsidP="00A17F78">
            <w:pPr>
              <w:jc w:val="center"/>
              <w:rPr>
                <w:rFonts w:cs="Arial"/>
                <w:bCs/>
                <w:szCs w:val="18"/>
              </w:rPr>
            </w:pPr>
          </w:p>
          <w:p w14:paraId="7E9064E3" w14:textId="77777777" w:rsidR="00EA4E5C" w:rsidRPr="00EA6904" w:rsidRDefault="00EA4E5C" w:rsidP="00A17F78">
            <w:pPr>
              <w:jc w:val="center"/>
              <w:rPr>
                <w:rFonts w:cs="Arial"/>
                <w:b/>
                <w:bCs/>
              </w:rPr>
            </w:pPr>
            <w:r w:rsidRPr="00EA6904">
              <w:rPr>
                <w:rFonts w:cs="Arial"/>
                <w:b/>
                <w:bCs/>
              </w:rPr>
              <w:t>PESQUISA SOBRE O USO DAS TECNOLOGIAS DE INFORMAÇÃO E COMUNICAÇÃO NOS ESTABELECIMENTOS DE SAÚDE BRASILEIROS</w:t>
            </w:r>
          </w:p>
          <w:p w14:paraId="047B4EDB" w14:textId="77777777" w:rsidR="00EA4E5C" w:rsidRPr="00EA6904" w:rsidRDefault="00EA4E5C" w:rsidP="00A17F78">
            <w:pPr>
              <w:spacing w:line="240" w:lineRule="exact"/>
              <w:ind w:left="547" w:hanging="547"/>
              <w:jc w:val="center"/>
              <w:rPr>
                <w:b/>
                <w:sz w:val="16"/>
              </w:rPr>
            </w:pPr>
          </w:p>
        </w:tc>
      </w:tr>
    </w:tbl>
    <w:p w14:paraId="7BB03A75" w14:textId="77777777" w:rsidR="00EA4E5C" w:rsidRPr="00405A61" w:rsidRDefault="00EA4E5C" w:rsidP="00EA4E5C"/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A4E5C" w:rsidRPr="00405A61" w14:paraId="78464A09" w14:textId="77777777" w:rsidTr="00A17F7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32BF8461" w14:textId="77777777" w:rsidR="00EA4E5C" w:rsidRPr="00405A61" w:rsidRDefault="00EA4E5C" w:rsidP="00A17F78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405A61">
              <w:rPr>
                <w:rFonts w:cs="Arial"/>
                <w:b/>
              </w:rPr>
              <w:br w:type="page"/>
            </w:r>
            <w:r w:rsidRPr="00405A61"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E</w:t>
            </w:r>
            <w:r w:rsidRPr="00405A61">
              <w:rPr>
                <w:rFonts w:eastAsia="Calibri"/>
                <w:b/>
                <w:sz w:val="32"/>
                <w:shd w:val="clear" w:color="auto" w:fill="FFFFFF"/>
              </w:rPr>
              <w:t>: PERFIL DO PROFISSIONAL DE SAÚDE</w:t>
            </w:r>
          </w:p>
        </w:tc>
      </w:tr>
    </w:tbl>
    <w:p w14:paraId="75D8647A" w14:textId="06444A01" w:rsidR="00D11333" w:rsidRPr="00D11333" w:rsidRDefault="00D11333" w:rsidP="00DE7AB3">
      <w:pPr>
        <w:spacing w:before="120"/>
        <w:ind w:left="113"/>
        <w:jc w:val="both"/>
        <w:rPr>
          <w:rFonts w:cs="Arial"/>
          <w:b/>
          <w:sz w:val="20"/>
        </w:rPr>
      </w:pPr>
    </w:p>
    <w:p w14:paraId="09938107" w14:textId="7A89CED0" w:rsidR="00D11333" w:rsidRPr="00EA4E5C" w:rsidRDefault="00D11333" w:rsidP="00847304">
      <w:pPr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 xml:space="preserve">PARA TODOS </w:t>
      </w:r>
      <w:r w:rsidRPr="00DE7AB3">
        <w:rPr>
          <w:rFonts w:cs="Arial"/>
          <w:b/>
          <w:bCs/>
          <w:sz w:val="20"/>
        </w:rPr>
        <w:t>###</w:t>
      </w:r>
    </w:p>
    <w:p w14:paraId="7AC9A1D0" w14:textId="77777777" w:rsidR="00D11333" w:rsidRDefault="00D11333" w:rsidP="00D11333">
      <w:pPr>
        <w:ind w:left="720" w:hanging="720"/>
        <w:rPr>
          <w:rFonts w:cs="Arial"/>
          <w:b/>
          <w:sz w:val="20"/>
        </w:rPr>
      </w:pPr>
    </w:p>
    <w:p w14:paraId="24519237" w14:textId="77777777" w:rsidR="00D11333" w:rsidRDefault="00D11333" w:rsidP="00D11333">
      <w:pPr>
        <w:ind w:left="720" w:hanging="720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E1) </w:t>
      </w:r>
      <w:r w:rsidRPr="00D11333">
        <w:rPr>
          <w:rFonts w:cs="Arial"/>
          <w:sz w:val="20"/>
        </w:rPr>
        <w:t>Sexo do respondente</w:t>
      </w:r>
      <w:r w:rsidR="00625793">
        <w:rPr>
          <w:rFonts w:cs="Arial"/>
          <w:sz w:val="20"/>
        </w:rPr>
        <w:t>:</w:t>
      </w:r>
      <w:r w:rsidRPr="00D11333">
        <w:rPr>
          <w:rFonts w:cs="Arial"/>
          <w:sz w:val="20"/>
        </w:rPr>
        <w:t xml:space="preserve"> </w:t>
      </w:r>
      <w:r w:rsidRPr="00D11333">
        <w:rPr>
          <w:rFonts w:cs="Arial"/>
          <w:b/>
          <w:sz w:val="20"/>
        </w:rPr>
        <w:t>(ANOTE SEM PERGUNTAR)</w:t>
      </w:r>
    </w:p>
    <w:p w14:paraId="6862FFF3" w14:textId="77777777" w:rsidR="00D11333" w:rsidRPr="00D11333" w:rsidRDefault="00D11333" w:rsidP="00D11333">
      <w:pPr>
        <w:ind w:left="720" w:hanging="720"/>
        <w:rPr>
          <w:rFonts w:cs="Arial"/>
          <w:b/>
          <w:sz w:val="20"/>
        </w:rPr>
      </w:pPr>
    </w:p>
    <w:tbl>
      <w:tblPr>
        <w:tblW w:w="1014" w:type="pct"/>
        <w:tblInd w:w="-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2"/>
        <w:gridCol w:w="1412"/>
      </w:tblGrid>
      <w:tr w:rsidR="00D11333" w:rsidRPr="00D11333" w14:paraId="37E1590D" w14:textId="77777777" w:rsidTr="00A87397">
        <w:trPr>
          <w:cantSplit/>
        </w:trPr>
        <w:tc>
          <w:tcPr>
            <w:tcW w:w="1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2016B" w14:textId="77777777" w:rsidR="00D11333" w:rsidRPr="00DC56A6" w:rsidRDefault="00D11333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1</w:t>
            </w:r>
          </w:p>
        </w:tc>
        <w:tc>
          <w:tcPr>
            <w:tcW w:w="3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FD2E2E" w14:textId="77777777" w:rsidR="00D11333" w:rsidRPr="00D11333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Masculino</w:t>
            </w:r>
          </w:p>
        </w:tc>
      </w:tr>
      <w:tr w:rsidR="00D11333" w:rsidRPr="00D11333" w14:paraId="0272AFF1" w14:textId="77777777" w:rsidTr="00A87397">
        <w:trPr>
          <w:cantSplit/>
        </w:trPr>
        <w:tc>
          <w:tcPr>
            <w:tcW w:w="1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2265B" w14:textId="77777777" w:rsidR="00D11333" w:rsidRPr="00DC56A6" w:rsidRDefault="00D11333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2</w:t>
            </w:r>
          </w:p>
        </w:tc>
        <w:tc>
          <w:tcPr>
            <w:tcW w:w="3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5AB5" w14:textId="77777777" w:rsidR="00D11333" w:rsidRPr="00D11333" w:rsidRDefault="00D11333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Feminino</w:t>
            </w:r>
          </w:p>
        </w:tc>
      </w:tr>
    </w:tbl>
    <w:p w14:paraId="04D47065" w14:textId="77777777" w:rsidR="00D11333" w:rsidRDefault="00D11333" w:rsidP="00D11333">
      <w:pPr>
        <w:pStyle w:val="Default"/>
        <w:jc w:val="both"/>
        <w:rPr>
          <w:rFonts w:ascii="Arial" w:hAnsi="Arial" w:cs="Arial"/>
          <w:b/>
          <w:sz w:val="20"/>
          <w:szCs w:val="20"/>
        </w:rPr>
      </w:pPr>
    </w:p>
    <w:p w14:paraId="64E87CE0" w14:textId="58AB70E4" w:rsidR="00A509F0" w:rsidRDefault="00D11333" w:rsidP="00A509F0">
      <w:pPr>
        <w:ind w:left="720" w:hanging="720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E2) </w:t>
      </w:r>
      <w:r w:rsidRPr="00D11333">
        <w:rPr>
          <w:rFonts w:cs="Arial"/>
          <w:sz w:val="20"/>
        </w:rPr>
        <w:t xml:space="preserve">O(a) </w:t>
      </w:r>
      <w:r>
        <w:rPr>
          <w:rFonts w:cs="Arial"/>
          <w:sz w:val="20"/>
        </w:rPr>
        <w:t>s</w:t>
      </w:r>
      <w:r w:rsidR="00EB410E">
        <w:rPr>
          <w:rFonts w:cs="Arial"/>
          <w:sz w:val="20"/>
        </w:rPr>
        <w:t>enho</w:t>
      </w:r>
      <w:r w:rsidRPr="00D11333">
        <w:rPr>
          <w:rFonts w:cs="Arial"/>
          <w:sz w:val="20"/>
        </w:rPr>
        <w:t xml:space="preserve">r(a) poderia me informar a sua idade? </w:t>
      </w:r>
      <w:r w:rsidRPr="00D11333">
        <w:rPr>
          <w:rFonts w:cs="Arial"/>
          <w:b/>
          <w:sz w:val="20"/>
        </w:rPr>
        <w:t xml:space="preserve">(ANOTE) </w:t>
      </w:r>
    </w:p>
    <w:p w14:paraId="460B9853" w14:textId="77777777" w:rsidR="00A509F0" w:rsidRDefault="00A509F0" w:rsidP="00A509F0">
      <w:pPr>
        <w:ind w:left="720" w:hanging="720"/>
        <w:rPr>
          <w:rFonts w:cs="Arial"/>
          <w:b/>
          <w:sz w:val="20"/>
        </w:rPr>
      </w:pPr>
    </w:p>
    <w:p w14:paraId="45DF757A" w14:textId="160C807E" w:rsidR="00D11333" w:rsidRDefault="00A509F0" w:rsidP="00A509F0">
      <w:pPr>
        <w:ind w:left="720" w:hanging="720"/>
        <w:rPr>
          <w:rFonts w:cs="Arial"/>
          <w:sz w:val="20"/>
        </w:rPr>
      </w:pPr>
      <w:r>
        <w:rPr>
          <w:rFonts w:cs="Arial"/>
          <w:sz w:val="20"/>
        </w:rPr>
        <w:t>[__</w:t>
      </w:r>
      <w:proofErr w:type="gramStart"/>
      <w:r>
        <w:rPr>
          <w:rFonts w:cs="Arial"/>
          <w:sz w:val="20"/>
        </w:rPr>
        <w:t>_]</w:t>
      </w:r>
      <w:r w:rsidR="00D11333" w:rsidRPr="00D11333">
        <w:rPr>
          <w:rFonts w:cs="Arial"/>
          <w:sz w:val="20"/>
        </w:rPr>
        <w:t>_</w:t>
      </w:r>
      <w:proofErr w:type="gramEnd"/>
      <w:r w:rsidR="00D11333" w:rsidRPr="00D11333">
        <w:rPr>
          <w:rFonts w:cs="Arial"/>
          <w:sz w:val="20"/>
        </w:rPr>
        <w:t>__] anos</w:t>
      </w:r>
    </w:p>
    <w:p w14:paraId="78AA1432" w14:textId="2FD5CBBC" w:rsidR="00CD3FFD" w:rsidRPr="00CD3FFD" w:rsidRDefault="00CD3FFD" w:rsidP="00A509F0">
      <w:pPr>
        <w:ind w:left="720" w:hanging="720"/>
        <w:rPr>
          <w:rFonts w:cs="Arial"/>
          <w:sz w:val="22"/>
        </w:rPr>
      </w:pPr>
    </w:p>
    <w:tbl>
      <w:tblPr>
        <w:tblW w:w="32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268"/>
      </w:tblGrid>
      <w:tr w:rsidR="00CD3FFD" w:rsidRPr="00CD3FFD" w14:paraId="624FC348" w14:textId="77777777" w:rsidTr="003C14C1">
        <w:tc>
          <w:tcPr>
            <w:tcW w:w="992" w:type="dxa"/>
            <w:vAlign w:val="center"/>
          </w:tcPr>
          <w:p w14:paraId="211B90A8" w14:textId="77777777" w:rsidR="00CD3FFD" w:rsidRPr="00CD3FFD" w:rsidRDefault="00CD3FFD" w:rsidP="000D61C3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CD3FFD">
              <w:rPr>
                <w:rFonts w:ascii="Arial" w:hAnsi="Arial" w:cs="Arial"/>
                <w:color w:val="auto"/>
                <w:sz w:val="20"/>
                <w:szCs w:val="18"/>
              </w:rPr>
              <w:t>9999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894603" w14:textId="5478C1AA" w:rsidR="00CD3FFD" w:rsidRPr="00CD3FFD" w:rsidRDefault="00CD3FFD" w:rsidP="000D61C3">
            <w:pPr>
              <w:pStyle w:val="Default"/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CD3FFD">
              <w:rPr>
                <w:rFonts w:ascii="Arial" w:hAnsi="Arial" w:cs="Arial"/>
                <w:color w:val="auto"/>
                <w:sz w:val="20"/>
                <w:szCs w:val="18"/>
              </w:rPr>
              <w:t xml:space="preserve">Não respondeu </w:t>
            </w:r>
            <w:r w:rsidRPr="00CD3FFD">
              <w:rPr>
                <w:rFonts w:ascii="Arial" w:hAnsi="Arial" w:cs="Arial"/>
                <w:b/>
                <w:color w:val="auto"/>
                <w:sz w:val="20"/>
                <w:szCs w:val="18"/>
              </w:rPr>
              <w:t>(ESP</w:t>
            </w:r>
            <w:r w:rsidR="00EB410E">
              <w:rPr>
                <w:rFonts w:ascii="Arial" w:hAnsi="Arial" w:cs="Arial"/>
                <w:b/>
                <w:color w:val="auto"/>
                <w:sz w:val="20"/>
                <w:szCs w:val="18"/>
              </w:rPr>
              <w:t>.</w:t>
            </w:r>
            <w:r w:rsidRPr="00CD3FFD">
              <w:rPr>
                <w:rFonts w:ascii="Arial" w:hAnsi="Arial" w:cs="Arial"/>
                <w:b/>
                <w:color w:val="auto"/>
                <w:sz w:val="20"/>
                <w:szCs w:val="18"/>
              </w:rPr>
              <w:t>)</w:t>
            </w:r>
          </w:p>
        </w:tc>
      </w:tr>
    </w:tbl>
    <w:p w14:paraId="28AAB48B" w14:textId="77777777" w:rsidR="00A509F0" w:rsidRDefault="00A509F0" w:rsidP="003C14C1">
      <w:pPr>
        <w:rPr>
          <w:rFonts w:cs="Arial"/>
          <w:b/>
          <w:sz w:val="20"/>
        </w:rPr>
      </w:pPr>
    </w:p>
    <w:p w14:paraId="54EE2271" w14:textId="60E5F365" w:rsidR="00A64207" w:rsidRPr="00EA4E5C" w:rsidRDefault="00A64207" w:rsidP="00A64207">
      <w:pPr>
        <w:ind w:hanging="11"/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QUESTÃO E2A SOMENTE PARA MÉDICO (</w:t>
      </w:r>
      <w:r w:rsidR="00700A8F" w:rsidRPr="00EA4E5C">
        <w:rPr>
          <w:rFonts w:cs="Arial"/>
          <w:b/>
          <w:sz w:val="20"/>
        </w:rPr>
        <w:t>TIPO_PROFISSIONAL=1</w:t>
      </w:r>
      <w:r w:rsidRPr="00EA4E5C">
        <w:rPr>
          <w:rFonts w:cs="Arial"/>
          <w:b/>
          <w:sz w:val="20"/>
        </w:rPr>
        <w:t xml:space="preserve">). </w:t>
      </w:r>
      <w:r w:rsidR="00700A8F" w:rsidRPr="00EA4E5C">
        <w:rPr>
          <w:rFonts w:cs="Arial"/>
          <w:b/>
          <w:sz w:val="20"/>
        </w:rPr>
        <w:t>SE ENFERMEIRO</w:t>
      </w:r>
      <w:r w:rsidRPr="00EA4E5C">
        <w:rPr>
          <w:rFonts w:cs="Arial"/>
          <w:b/>
          <w:sz w:val="20"/>
        </w:rPr>
        <w:t xml:space="preserve"> (</w:t>
      </w:r>
      <w:r w:rsidR="00700A8F" w:rsidRPr="00EA4E5C">
        <w:rPr>
          <w:rFonts w:cs="Arial"/>
          <w:b/>
          <w:sz w:val="20"/>
        </w:rPr>
        <w:t>TIPO_PROFISSIONAL = 2</w:t>
      </w:r>
      <w:r w:rsidRPr="00EA4E5C">
        <w:rPr>
          <w:rFonts w:cs="Arial"/>
          <w:b/>
          <w:sz w:val="20"/>
        </w:rPr>
        <w:t>)</w:t>
      </w:r>
      <w:r w:rsidR="00065B7C" w:rsidRPr="00EA4E5C">
        <w:rPr>
          <w:rFonts w:cs="Arial"/>
          <w:b/>
          <w:sz w:val="20"/>
        </w:rPr>
        <w:t>, IR PARA E2A_1</w:t>
      </w:r>
      <w:r w:rsidRPr="00EA4E5C">
        <w:rPr>
          <w:rFonts w:cs="Arial"/>
          <w:b/>
          <w:sz w:val="20"/>
        </w:rPr>
        <w:t xml:space="preserve"> </w:t>
      </w:r>
      <w:r w:rsidRPr="00DE7AB3">
        <w:rPr>
          <w:rFonts w:cs="Arial"/>
          <w:b/>
          <w:bCs/>
          <w:sz w:val="20"/>
        </w:rPr>
        <w:t>###</w:t>
      </w:r>
    </w:p>
    <w:p w14:paraId="4EAC2FC7" w14:textId="77777777" w:rsidR="00A64207" w:rsidRDefault="00A64207" w:rsidP="00DC5271">
      <w:pPr>
        <w:jc w:val="both"/>
        <w:rPr>
          <w:rFonts w:cs="Arial"/>
          <w:b/>
          <w:sz w:val="20"/>
        </w:rPr>
      </w:pPr>
    </w:p>
    <w:p w14:paraId="3EB1C042" w14:textId="7F0CB451" w:rsidR="00D11333" w:rsidRPr="00A509F0" w:rsidRDefault="00D11333" w:rsidP="00DC5271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  <w:szCs w:val="18"/>
        </w:rPr>
        <w:t>E2A</w:t>
      </w:r>
      <w:r w:rsidRPr="00D11333">
        <w:rPr>
          <w:rFonts w:cs="Arial"/>
          <w:b/>
          <w:sz w:val="20"/>
          <w:szCs w:val="18"/>
        </w:rPr>
        <w:t>)</w:t>
      </w:r>
      <w:r w:rsidRPr="00D11333">
        <w:rPr>
          <w:rFonts w:cs="Arial"/>
          <w:b/>
          <w:bCs/>
          <w:sz w:val="20"/>
          <w:szCs w:val="18"/>
        </w:rPr>
        <w:t xml:space="preserve"> </w:t>
      </w:r>
      <w:r w:rsidR="00A64207">
        <w:rPr>
          <w:rFonts w:cs="Arial"/>
          <w:bCs/>
          <w:sz w:val="20"/>
          <w:szCs w:val="18"/>
        </w:rPr>
        <w:t>Apenas para confirma</w:t>
      </w:r>
      <w:r w:rsidR="002806A7">
        <w:rPr>
          <w:rFonts w:cs="Arial"/>
          <w:bCs/>
          <w:sz w:val="20"/>
          <w:szCs w:val="18"/>
        </w:rPr>
        <w:t>r</w:t>
      </w:r>
      <w:r w:rsidR="00A64207">
        <w:rPr>
          <w:rFonts w:cs="Arial"/>
          <w:bCs/>
          <w:sz w:val="20"/>
          <w:szCs w:val="18"/>
        </w:rPr>
        <w:t xml:space="preserve">, </w:t>
      </w:r>
      <w:r w:rsidRPr="00D11333">
        <w:rPr>
          <w:rFonts w:cs="Arial"/>
          <w:sz w:val="20"/>
          <w:szCs w:val="18"/>
        </w:rPr>
        <w:t>o</w:t>
      </w:r>
      <w:r w:rsidR="00A64207">
        <w:rPr>
          <w:rFonts w:cs="Arial"/>
          <w:sz w:val="20"/>
          <w:szCs w:val="18"/>
        </w:rPr>
        <w:t>(a) s</w:t>
      </w:r>
      <w:r w:rsidR="00EB410E">
        <w:rPr>
          <w:rFonts w:cs="Arial"/>
          <w:sz w:val="20"/>
          <w:szCs w:val="18"/>
        </w:rPr>
        <w:t>enho</w:t>
      </w:r>
      <w:r w:rsidR="00A64207">
        <w:rPr>
          <w:rFonts w:cs="Arial"/>
          <w:sz w:val="20"/>
          <w:szCs w:val="18"/>
        </w:rPr>
        <w:t>r(a) é</w:t>
      </w:r>
      <w:r w:rsidRPr="00D11333">
        <w:rPr>
          <w:rFonts w:cs="Arial"/>
          <w:sz w:val="20"/>
          <w:szCs w:val="18"/>
        </w:rPr>
        <w:t xml:space="preserve"> </w:t>
      </w:r>
      <w:r w:rsidR="00700A8F">
        <w:rPr>
          <w:rFonts w:cs="Arial"/>
          <w:sz w:val="20"/>
          <w:szCs w:val="18"/>
        </w:rPr>
        <w:t>médico</w:t>
      </w:r>
      <w:r w:rsidR="004F0DD7">
        <w:rPr>
          <w:rFonts w:cs="Arial"/>
          <w:sz w:val="20"/>
          <w:szCs w:val="18"/>
        </w:rPr>
        <w:t xml:space="preserve"> n</w:t>
      </w:r>
      <w:r w:rsidR="00DC5271">
        <w:rPr>
          <w:rFonts w:cs="Arial"/>
          <w:sz w:val="20"/>
          <w:szCs w:val="18"/>
        </w:rPr>
        <w:t>o</w:t>
      </w:r>
      <w:r w:rsidR="004F0DD7">
        <w:rPr>
          <w:rFonts w:cs="Arial"/>
          <w:sz w:val="20"/>
          <w:szCs w:val="18"/>
        </w:rPr>
        <w:t xml:space="preserve"> estabelecimento</w:t>
      </w:r>
      <w:r w:rsidR="00DC5271">
        <w:rPr>
          <w:rFonts w:cs="Arial"/>
          <w:sz w:val="20"/>
          <w:szCs w:val="18"/>
        </w:rPr>
        <w:t xml:space="preserve"> __________ </w:t>
      </w:r>
      <w:r w:rsidR="00DC5271" w:rsidRPr="00DE7AB3">
        <w:rPr>
          <w:rFonts w:cs="Arial"/>
          <w:b/>
          <w:bCs/>
          <w:sz w:val="20"/>
          <w:szCs w:val="18"/>
        </w:rPr>
        <w:t>[</w:t>
      </w:r>
      <w:r w:rsidR="00DC5271" w:rsidRPr="004F0DD7">
        <w:rPr>
          <w:rFonts w:eastAsia="Calibri" w:cs="Arial"/>
          <w:b/>
          <w:sz w:val="20"/>
          <w:lang w:eastAsia="en-US"/>
        </w:rPr>
        <w:t>NOME DO ESTABELECIMENTO DE SAÚDE]</w:t>
      </w:r>
      <w:r w:rsidRPr="00D11333">
        <w:rPr>
          <w:rFonts w:cs="Arial"/>
          <w:sz w:val="20"/>
          <w:szCs w:val="18"/>
        </w:rPr>
        <w:t>?</w:t>
      </w:r>
      <w:r w:rsidRPr="00D11333">
        <w:rPr>
          <w:rFonts w:cs="Arial"/>
          <w:b/>
          <w:sz w:val="20"/>
          <w:szCs w:val="18"/>
        </w:rPr>
        <w:t xml:space="preserve"> </w:t>
      </w:r>
      <w:r w:rsidRPr="00D11333">
        <w:rPr>
          <w:rFonts w:cs="Arial"/>
          <w:b/>
          <w:bCs/>
          <w:sz w:val="20"/>
          <w:szCs w:val="18"/>
        </w:rPr>
        <w:t>(RU)</w:t>
      </w:r>
    </w:p>
    <w:p w14:paraId="44296B15" w14:textId="77777777" w:rsidR="00D11333" w:rsidRDefault="00D11333" w:rsidP="00D1133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DC5271" w:rsidRPr="00D11333" w14:paraId="3960CB14" w14:textId="77777777" w:rsidTr="00DC5271">
        <w:tc>
          <w:tcPr>
            <w:tcW w:w="817" w:type="dxa"/>
            <w:vAlign w:val="center"/>
          </w:tcPr>
          <w:p w14:paraId="03FDECEF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3A4E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5C04A5FD" w14:textId="39C6EBA2" w:rsidR="00DC5271" w:rsidRPr="00DC5271" w:rsidRDefault="00CD2B1A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Pr="00DC5271"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  <w:r w:rsidR="00DC5271" w:rsidRPr="00DC5271">
              <w:rPr>
                <w:rFonts w:ascii="Arial" w:hAnsi="Arial" w:cs="Arial"/>
                <w:b/>
                <w:sz w:val="20"/>
                <w:szCs w:val="18"/>
              </w:rPr>
              <w:t xml:space="preserve">PARA </w:t>
            </w:r>
            <w:r w:rsidR="00950A6F">
              <w:rPr>
                <w:rFonts w:ascii="Arial" w:hAnsi="Arial" w:cs="Arial"/>
                <w:b/>
                <w:sz w:val="20"/>
                <w:szCs w:val="18"/>
              </w:rPr>
              <w:t>A</w:t>
            </w:r>
            <w:r w:rsidR="00B857BD">
              <w:rPr>
                <w:rFonts w:ascii="Arial" w:hAnsi="Arial" w:cs="Arial"/>
                <w:b/>
                <w:sz w:val="20"/>
                <w:szCs w:val="18"/>
              </w:rPr>
              <w:t>0_4</w:t>
            </w:r>
          </w:p>
        </w:tc>
      </w:tr>
      <w:tr w:rsidR="00DC5271" w:rsidRPr="00D11333" w14:paraId="103BD369" w14:textId="77777777" w:rsidTr="00DC5271">
        <w:trPr>
          <w:trHeight w:val="284"/>
        </w:trPr>
        <w:tc>
          <w:tcPr>
            <w:tcW w:w="817" w:type="dxa"/>
            <w:vAlign w:val="center"/>
          </w:tcPr>
          <w:p w14:paraId="515B94E2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6B7B0B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535C1FC6" w14:textId="77777777" w:rsidR="00DC5271" w:rsidRPr="00DC5271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</w:tc>
      </w:tr>
    </w:tbl>
    <w:p w14:paraId="647EFCAF" w14:textId="77777777" w:rsidR="00F142E2" w:rsidRDefault="00F142E2" w:rsidP="006E6829">
      <w:pPr>
        <w:jc w:val="both"/>
        <w:rPr>
          <w:rFonts w:cs="Arial"/>
          <w:b/>
          <w:bCs/>
          <w:color w:val="00B0F0"/>
          <w:sz w:val="20"/>
        </w:rPr>
      </w:pPr>
    </w:p>
    <w:p w14:paraId="66E58C3D" w14:textId="255C6442" w:rsidR="00700A8F" w:rsidRDefault="00700A8F" w:rsidP="006E6829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QUESTÃO E2A</w:t>
      </w:r>
      <w:r w:rsidR="00DC5271" w:rsidRPr="00EA4E5C">
        <w:rPr>
          <w:rFonts w:cs="Arial"/>
          <w:b/>
          <w:sz w:val="20"/>
        </w:rPr>
        <w:t>_1</w:t>
      </w:r>
      <w:r w:rsidRPr="00EA4E5C">
        <w:rPr>
          <w:rFonts w:cs="Arial"/>
          <w:b/>
          <w:sz w:val="20"/>
        </w:rPr>
        <w:t xml:space="preserve"> SOMENTE PARA </w:t>
      </w:r>
      <w:r w:rsidR="00DC5271" w:rsidRPr="00EA4E5C">
        <w:rPr>
          <w:rFonts w:cs="Arial"/>
          <w:b/>
          <w:sz w:val="20"/>
        </w:rPr>
        <w:t>ENFERMEIROS</w:t>
      </w:r>
      <w:r w:rsidRPr="00EA4E5C">
        <w:rPr>
          <w:rFonts w:cs="Arial"/>
          <w:b/>
          <w:sz w:val="20"/>
        </w:rPr>
        <w:t xml:space="preserve"> (TIPO_PROFISSIONAL=</w:t>
      </w:r>
      <w:r w:rsidR="00DC5271" w:rsidRPr="00EA4E5C">
        <w:rPr>
          <w:rFonts w:cs="Arial"/>
          <w:b/>
          <w:sz w:val="20"/>
        </w:rPr>
        <w:t>2</w:t>
      </w:r>
      <w:r w:rsidRPr="00EA4E5C">
        <w:rPr>
          <w:rFonts w:cs="Arial"/>
          <w:b/>
          <w:sz w:val="20"/>
        </w:rPr>
        <w:t xml:space="preserve">) </w:t>
      </w:r>
      <w:r w:rsidRPr="00DE7AB3">
        <w:rPr>
          <w:rFonts w:cs="Arial"/>
          <w:b/>
          <w:bCs/>
          <w:sz w:val="20"/>
        </w:rPr>
        <w:t>###</w:t>
      </w:r>
    </w:p>
    <w:p w14:paraId="0F41F0EE" w14:textId="77777777" w:rsidR="00700A8F" w:rsidRDefault="00700A8F" w:rsidP="00700A8F">
      <w:pPr>
        <w:ind w:left="720" w:hanging="720"/>
        <w:rPr>
          <w:rFonts w:cs="Arial"/>
          <w:b/>
          <w:sz w:val="20"/>
        </w:rPr>
      </w:pPr>
    </w:p>
    <w:p w14:paraId="6FC49C18" w14:textId="07E37D0C" w:rsidR="00700A8F" w:rsidRPr="00D11333" w:rsidRDefault="00700A8F" w:rsidP="00F61069">
      <w:pPr>
        <w:ind w:left="720" w:hanging="720"/>
        <w:rPr>
          <w:rFonts w:cs="Arial"/>
          <w:b/>
          <w:bCs/>
          <w:sz w:val="20"/>
          <w:szCs w:val="18"/>
        </w:rPr>
      </w:pPr>
      <w:r>
        <w:rPr>
          <w:rFonts w:cs="Arial"/>
          <w:b/>
          <w:sz w:val="20"/>
          <w:szCs w:val="18"/>
        </w:rPr>
        <w:t>E2A_1</w:t>
      </w:r>
      <w:r w:rsidRPr="00D11333">
        <w:rPr>
          <w:rFonts w:cs="Arial"/>
          <w:b/>
          <w:sz w:val="20"/>
          <w:szCs w:val="18"/>
        </w:rPr>
        <w:t>)</w:t>
      </w:r>
      <w:r w:rsidRPr="00D11333">
        <w:rPr>
          <w:rFonts w:cs="Arial"/>
          <w:b/>
          <w:bCs/>
          <w:sz w:val="20"/>
          <w:szCs w:val="18"/>
        </w:rPr>
        <w:t xml:space="preserve"> </w:t>
      </w:r>
      <w:r>
        <w:rPr>
          <w:rFonts w:cs="Arial"/>
          <w:bCs/>
          <w:sz w:val="20"/>
          <w:szCs w:val="18"/>
        </w:rPr>
        <w:t>Apenas para confirma</w:t>
      </w:r>
      <w:r w:rsidR="002806A7">
        <w:rPr>
          <w:rFonts w:cs="Arial"/>
          <w:bCs/>
          <w:sz w:val="20"/>
          <w:szCs w:val="18"/>
        </w:rPr>
        <w:t>r</w:t>
      </w:r>
      <w:r>
        <w:rPr>
          <w:rFonts w:cs="Arial"/>
          <w:bCs/>
          <w:sz w:val="20"/>
          <w:szCs w:val="18"/>
        </w:rPr>
        <w:t xml:space="preserve">, </w:t>
      </w:r>
      <w:r w:rsidRPr="00D11333">
        <w:rPr>
          <w:rFonts w:cs="Arial"/>
          <w:sz w:val="20"/>
          <w:szCs w:val="18"/>
        </w:rPr>
        <w:t>o</w:t>
      </w:r>
      <w:r>
        <w:rPr>
          <w:rFonts w:cs="Arial"/>
          <w:sz w:val="20"/>
          <w:szCs w:val="18"/>
        </w:rPr>
        <w:t>(a) s</w:t>
      </w:r>
      <w:r w:rsidR="00F61069">
        <w:rPr>
          <w:rFonts w:cs="Arial"/>
          <w:sz w:val="20"/>
          <w:szCs w:val="18"/>
        </w:rPr>
        <w:t>enho</w:t>
      </w:r>
      <w:r>
        <w:rPr>
          <w:rFonts w:cs="Arial"/>
          <w:sz w:val="20"/>
          <w:szCs w:val="18"/>
        </w:rPr>
        <w:t>r(a) é</w:t>
      </w:r>
      <w:r w:rsidRPr="00D11333">
        <w:rPr>
          <w:rFonts w:cs="Arial"/>
          <w:sz w:val="20"/>
          <w:szCs w:val="18"/>
        </w:rPr>
        <w:t xml:space="preserve"> </w:t>
      </w:r>
      <w:r w:rsidR="00DC5271">
        <w:rPr>
          <w:rFonts w:cs="Arial"/>
          <w:sz w:val="20"/>
          <w:szCs w:val="18"/>
        </w:rPr>
        <w:t>enfermeiro</w:t>
      </w:r>
      <w:r w:rsidR="000B30C1">
        <w:rPr>
          <w:rFonts w:cs="Arial"/>
          <w:sz w:val="20"/>
          <w:szCs w:val="18"/>
        </w:rPr>
        <w:t>,</w:t>
      </w:r>
      <w:r w:rsidR="00DC5271">
        <w:rPr>
          <w:rFonts w:cs="Arial"/>
          <w:sz w:val="20"/>
          <w:szCs w:val="18"/>
        </w:rPr>
        <w:t xml:space="preserve"> chefe </w:t>
      </w:r>
      <w:r w:rsidR="000B30C1">
        <w:rPr>
          <w:rFonts w:cs="Arial"/>
          <w:sz w:val="20"/>
          <w:szCs w:val="18"/>
        </w:rPr>
        <w:t xml:space="preserve">ou diretor </w:t>
      </w:r>
      <w:r w:rsidR="00DC5271">
        <w:rPr>
          <w:rFonts w:cs="Arial"/>
          <w:sz w:val="20"/>
          <w:szCs w:val="18"/>
        </w:rPr>
        <w:t>de enfermagem</w:t>
      </w:r>
      <w:r w:rsidR="007C2A0F">
        <w:rPr>
          <w:rFonts w:cs="Arial"/>
          <w:sz w:val="20"/>
          <w:szCs w:val="18"/>
        </w:rPr>
        <w:t xml:space="preserve"> </w:t>
      </w:r>
      <w:r>
        <w:rPr>
          <w:rFonts w:cs="Arial"/>
          <w:sz w:val="20"/>
          <w:szCs w:val="18"/>
        </w:rPr>
        <w:t>neste estabelecimento</w:t>
      </w:r>
      <w:r w:rsidRPr="00D11333">
        <w:rPr>
          <w:rFonts w:cs="Arial"/>
          <w:sz w:val="20"/>
          <w:szCs w:val="18"/>
        </w:rPr>
        <w:t>?</w:t>
      </w:r>
      <w:r w:rsidR="00F61069">
        <w:rPr>
          <w:rFonts w:cs="Arial"/>
          <w:b/>
          <w:sz w:val="20"/>
          <w:szCs w:val="18"/>
        </w:rPr>
        <w:t xml:space="preserve"> </w:t>
      </w:r>
      <w:r w:rsidRPr="00D11333">
        <w:rPr>
          <w:rFonts w:cs="Arial"/>
          <w:b/>
          <w:bCs/>
          <w:sz w:val="20"/>
          <w:szCs w:val="18"/>
        </w:rPr>
        <w:t>(RU)</w:t>
      </w:r>
    </w:p>
    <w:p w14:paraId="64A5496A" w14:textId="77777777" w:rsidR="00700A8F" w:rsidRDefault="00700A8F" w:rsidP="00DC56A6">
      <w:pPr>
        <w:pStyle w:val="Default"/>
        <w:rPr>
          <w:rFonts w:ascii="Arial" w:hAnsi="Arial" w:cs="Arial"/>
          <w:b/>
          <w:sz w:val="20"/>
          <w:szCs w:val="18"/>
        </w:rPr>
      </w:pPr>
    </w:p>
    <w:tbl>
      <w:tblPr>
        <w:tblW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2410"/>
      </w:tblGrid>
      <w:tr w:rsidR="00DC5271" w:rsidRPr="00D11333" w14:paraId="0E7B51B7" w14:textId="77777777" w:rsidTr="00923D12">
        <w:tc>
          <w:tcPr>
            <w:tcW w:w="817" w:type="dxa"/>
            <w:vAlign w:val="center"/>
          </w:tcPr>
          <w:p w14:paraId="33FE5BB9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11977B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2410" w:type="dxa"/>
            <w:vAlign w:val="center"/>
          </w:tcPr>
          <w:p w14:paraId="7DED2A43" w14:textId="3D40DD99" w:rsidR="00DC5271" w:rsidRPr="00DC5271" w:rsidRDefault="00F61069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="00950A6F">
              <w:rPr>
                <w:rFonts w:ascii="Arial" w:hAnsi="Arial" w:cs="Arial"/>
                <w:b/>
                <w:sz w:val="20"/>
                <w:szCs w:val="18"/>
              </w:rPr>
              <w:t xml:space="preserve"> PARA A0</w:t>
            </w:r>
            <w:r w:rsidR="00EF2B18">
              <w:rPr>
                <w:rFonts w:ascii="Arial" w:hAnsi="Arial" w:cs="Arial"/>
                <w:b/>
                <w:sz w:val="20"/>
                <w:szCs w:val="18"/>
              </w:rPr>
              <w:t>_4</w:t>
            </w:r>
          </w:p>
        </w:tc>
      </w:tr>
      <w:tr w:rsidR="00DC5271" w:rsidRPr="00D11333" w14:paraId="3703C5A4" w14:textId="77777777" w:rsidTr="00923D12">
        <w:trPr>
          <w:trHeight w:val="284"/>
        </w:trPr>
        <w:tc>
          <w:tcPr>
            <w:tcW w:w="817" w:type="dxa"/>
            <w:vAlign w:val="center"/>
          </w:tcPr>
          <w:p w14:paraId="2BFA993F" w14:textId="77777777" w:rsidR="00DC5271" w:rsidRPr="00D11333" w:rsidRDefault="00DC5271" w:rsidP="004E7AF6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D5CF77" w14:textId="77777777" w:rsidR="00DC5271" w:rsidRPr="00D11333" w:rsidRDefault="00DC5271" w:rsidP="004E7AF6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2410" w:type="dxa"/>
            <w:vAlign w:val="center"/>
          </w:tcPr>
          <w:p w14:paraId="7084F04E" w14:textId="77777777" w:rsidR="00DC5271" w:rsidRPr="00DC5271" w:rsidRDefault="00DC5271" w:rsidP="00DC52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</w:tc>
      </w:tr>
    </w:tbl>
    <w:p w14:paraId="22D50D6B" w14:textId="42021EF5" w:rsidR="00DC56A6" w:rsidRDefault="00DC56A6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1BFF5DEC" w14:textId="7C81FECF" w:rsidR="00693B93" w:rsidRPr="00DE7AB3" w:rsidRDefault="00441630" w:rsidP="00693B93">
      <w:pPr>
        <w:pStyle w:val="Default"/>
        <w:rPr>
          <w:rFonts w:ascii="Arial" w:hAnsi="Arial" w:cs="Arial"/>
          <w:b/>
          <w:bCs/>
          <w:color w:val="auto"/>
          <w:sz w:val="20"/>
          <w:szCs w:val="18"/>
        </w:rPr>
      </w:pPr>
      <w:r w:rsidRPr="00DE7AB3">
        <w:rPr>
          <w:rFonts w:cs="Arial"/>
          <w:b/>
          <w:bCs/>
          <w:color w:val="auto"/>
          <w:sz w:val="20"/>
        </w:rPr>
        <w:t xml:space="preserve">### </w:t>
      </w:r>
      <w:r w:rsidR="00693B93" w:rsidRPr="00DE7AB3">
        <w:rPr>
          <w:rFonts w:ascii="Arial" w:hAnsi="Arial" w:cs="Arial"/>
          <w:b/>
          <w:bCs/>
          <w:color w:val="auto"/>
          <w:sz w:val="20"/>
          <w:szCs w:val="18"/>
        </w:rPr>
        <w:t>SOMENTE PARA C</w:t>
      </w:r>
      <w:r w:rsidR="004C2A3A" w:rsidRPr="00DE7AB3">
        <w:rPr>
          <w:rFonts w:ascii="Arial" w:hAnsi="Arial" w:cs="Arial"/>
          <w:b/>
          <w:bCs/>
          <w:color w:val="auto"/>
          <w:sz w:val="20"/>
          <w:szCs w:val="18"/>
        </w:rPr>
        <w:t>Ó</w:t>
      </w:r>
      <w:r w:rsidR="00693B93" w:rsidRPr="00DE7AB3">
        <w:rPr>
          <w:rFonts w:ascii="Arial" w:hAnsi="Arial" w:cs="Arial"/>
          <w:b/>
          <w:bCs/>
          <w:color w:val="auto"/>
          <w:sz w:val="20"/>
          <w:szCs w:val="18"/>
        </w:rPr>
        <w:t>D. 1 NA E2A</w:t>
      </w:r>
      <w:r w:rsidR="00EF2B18" w:rsidRPr="00DE7AB3">
        <w:rPr>
          <w:rFonts w:ascii="Arial" w:hAnsi="Arial" w:cs="Arial"/>
          <w:b/>
          <w:bCs/>
          <w:color w:val="auto"/>
          <w:sz w:val="20"/>
          <w:szCs w:val="18"/>
        </w:rPr>
        <w:t xml:space="preserve"> E CÓD. 1 NA E2A_1</w:t>
      </w:r>
      <w:r w:rsidR="004C2A3A" w:rsidRPr="00DE7AB3">
        <w:rPr>
          <w:rFonts w:ascii="Arial" w:hAnsi="Arial" w:cs="Arial"/>
          <w:b/>
          <w:bCs/>
          <w:color w:val="auto"/>
          <w:sz w:val="20"/>
          <w:szCs w:val="18"/>
        </w:rPr>
        <w:t xml:space="preserve"> </w:t>
      </w:r>
      <w:r w:rsidRPr="00DE7AB3">
        <w:rPr>
          <w:rFonts w:cs="Arial"/>
          <w:b/>
          <w:bCs/>
          <w:color w:val="auto"/>
          <w:sz w:val="20"/>
        </w:rPr>
        <w:t>###</w:t>
      </w:r>
    </w:p>
    <w:p w14:paraId="2EC2DDCF" w14:textId="591A49A4" w:rsidR="00693B93" w:rsidRDefault="00693B93" w:rsidP="00693B9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p w14:paraId="04C41516" w14:textId="1BB224AF" w:rsidR="00693B93" w:rsidRDefault="00693B93" w:rsidP="00693B93">
      <w:pPr>
        <w:rPr>
          <w:rFonts w:cs="Arial"/>
          <w:bCs/>
          <w:color w:val="00B0F0"/>
          <w:sz w:val="20"/>
        </w:rPr>
      </w:pPr>
      <w:r w:rsidRPr="00F142E2">
        <w:rPr>
          <w:rFonts w:cs="Arial"/>
          <w:b/>
          <w:bCs/>
          <w:sz w:val="20"/>
        </w:rPr>
        <w:t xml:space="preserve">A0_4) </w:t>
      </w:r>
      <w:r w:rsidRPr="00F142E2">
        <w:rPr>
          <w:rFonts w:cs="Arial"/>
          <w:bCs/>
          <w:sz w:val="20"/>
        </w:rPr>
        <w:t>O(</w:t>
      </w:r>
      <w:r w:rsidR="004C2A3A">
        <w:rPr>
          <w:rFonts w:cs="Arial"/>
          <w:bCs/>
          <w:sz w:val="20"/>
        </w:rPr>
        <w:t>A</w:t>
      </w:r>
      <w:r w:rsidRPr="00F142E2">
        <w:rPr>
          <w:rFonts w:cs="Arial"/>
          <w:bCs/>
          <w:sz w:val="20"/>
        </w:rPr>
        <w:t>) s</w:t>
      </w:r>
      <w:r w:rsidR="004C2A3A">
        <w:rPr>
          <w:rFonts w:cs="Arial"/>
          <w:bCs/>
          <w:sz w:val="20"/>
        </w:rPr>
        <w:t>enho</w:t>
      </w:r>
      <w:r w:rsidRPr="00F142E2">
        <w:rPr>
          <w:rFonts w:cs="Arial"/>
          <w:bCs/>
          <w:sz w:val="20"/>
        </w:rPr>
        <w:t>r(a) está atualmente cursando residência</w:t>
      </w:r>
      <w:r w:rsidR="003A067A" w:rsidRPr="00F142E2">
        <w:rPr>
          <w:rFonts w:cs="Arial"/>
          <w:bCs/>
          <w:sz w:val="20"/>
        </w:rPr>
        <w:t xml:space="preserve"> n</w:t>
      </w:r>
      <w:r w:rsidR="00F142E2">
        <w:rPr>
          <w:rFonts w:cs="Arial"/>
          <w:bCs/>
          <w:sz w:val="20"/>
        </w:rPr>
        <w:t>o</w:t>
      </w:r>
      <w:r w:rsidR="003A067A" w:rsidRPr="00F142E2">
        <w:rPr>
          <w:rFonts w:cs="Arial"/>
          <w:bCs/>
          <w:sz w:val="20"/>
        </w:rPr>
        <w:t xml:space="preserve"> estabelecimento</w:t>
      </w:r>
      <w:r w:rsidR="00D67318" w:rsidRPr="00F142E2">
        <w:rPr>
          <w:rFonts w:cs="Arial"/>
          <w:bCs/>
          <w:sz w:val="20"/>
        </w:rPr>
        <w:t>_______</w:t>
      </w:r>
      <w:r w:rsidR="00F142E2">
        <w:rPr>
          <w:rFonts w:cs="Arial"/>
          <w:sz w:val="20"/>
          <w:szCs w:val="18"/>
        </w:rPr>
        <w:t xml:space="preserve">__________ </w:t>
      </w:r>
      <w:r w:rsidR="00F142E2" w:rsidRPr="00DE7AB3">
        <w:rPr>
          <w:rFonts w:cs="Arial"/>
          <w:b/>
          <w:bCs/>
          <w:sz w:val="20"/>
          <w:szCs w:val="18"/>
        </w:rPr>
        <w:t>[</w:t>
      </w:r>
      <w:r w:rsidR="00F142E2" w:rsidRPr="004F0DD7">
        <w:rPr>
          <w:rFonts w:eastAsia="Calibri" w:cs="Arial"/>
          <w:b/>
          <w:sz w:val="20"/>
          <w:lang w:eastAsia="en-US"/>
        </w:rPr>
        <w:t>NOME DO ESTABELECIMENTO DE SAÚDE]</w:t>
      </w:r>
      <w:r w:rsidRPr="00F142E2">
        <w:rPr>
          <w:rFonts w:cs="Arial"/>
          <w:bCs/>
          <w:sz w:val="20"/>
        </w:rPr>
        <w:t>?</w:t>
      </w:r>
      <w:r w:rsidRPr="00F142E2">
        <w:rPr>
          <w:rFonts w:cs="Arial"/>
          <w:b/>
          <w:sz w:val="20"/>
        </w:rPr>
        <w:t xml:space="preserve"> </w:t>
      </w:r>
      <w:r w:rsidRPr="00DC56A6">
        <w:rPr>
          <w:rFonts w:cs="Arial"/>
          <w:b/>
          <w:sz w:val="20"/>
        </w:rPr>
        <w:t>(RU)</w:t>
      </w:r>
    </w:p>
    <w:p w14:paraId="71699A05" w14:textId="0C64A46F" w:rsidR="00693B93" w:rsidRDefault="00693B93" w:rsidP="00693B93">
      <w:pPr>
        <w:rPr>
          <w:rFonts w:cs="Arial"/>
          <w:bCs/>
          <w:color w:val="00B0F0"/>
          <w:sz w:val="20"/>
        </w:rPr>
      </w:pPr>
    </w:p>
    <w:tbl>
      <w:tblPr>
        <w:tblW w:w="6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59"/>
        <w:gridCol w:w="3686"/>
      </w:tblGrid>
      <w:tr w:rsidR="00693B93" w:rsidRPr="00D11333" w14:paraId="081B1ECF" w14:textId="1DA4F052" w:rsidTr="007616F1">
        <w:tc>
          <w:tcPr>
            <w:tcW w:w="817" w:type="dxa"/>
            <w:vAlign w:val="center"/>
          </w:tcPr>
          <w:p w14:paraId="7B46B862" w14:textId="34D4C046" w:rsidR="00693B93" w:rsidRPr="00D11333" w:rsidRDefault="00693B93" w:rsidP="007616F1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C907E" w14:textId="342CFBEC" w:rsidR="00693B93" w:rsidRPr="00D11333" w:rsidRDefault="00693B93" w:rsidP="007616F1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Sim</w:t>
            </w:r>
          </w:p>
        </w:tc>
        <w:tc>
          <w:tcPr>
            <w:tcW w:w="3686" w:type="dxa"/>
            <w:vAlign w:val="center"/>
          </w:tcPr>
          <w:p w14:paraId="23C3FF9E" w14:textId="7417BF06" w:rsidR="00693B93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 xml:space="preserve">PARA MÉDICOS: </w:t>
            </w:r>
            <w:r w:rsidRPr="00DC5271">
              <w:rPr>
                <w:rFonts w:ascii="Arial" w:hAnsi="Arial" w:cs="Arial"/>
                <w:b/>
                <w:sz w:val="20"/>
                <w:szCs w:val="18"/>
              </w:rPr>
              <w:t>ENCERRE</w:t>
            </w:r>
          </w:p>
          <w:p w14:paraId="59E02C94" w14:textId="2F67012D" w:rsidR="00693B93" w:rsidRPr="00DC5271" w:rsidRDefault="00693B93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PARA ENFERMEIROS: PROSSIGA</w:t>
            </w:r>
          </w:p>
        </w:tc>
      </w:tr>
      <w:tr w:rsidR="00693B93" w:rsidRPr="00D11333" w14:paraId="4BC70030" w14:textId="69273257" w:rsidTr="007616F1">
        <w:trPr>
          <w:trHeight w:val="284"/>
        </w:trPr>
        <w:tc>
          <w:tcPr>
            <w:tcW w:w="817" w:type="dxa"/>
            <w:vAlign w:val="center"/>
          </w:tcPr>
          <w:p w14:paraId="1379940A" w14:textId="444C9CAB" w:rsidR="00693B93" w:rsidRPr="00D11333" w:rsidRDefault="00693B93" w:rsidP="007616F1">
            <w:pPr>
              <w:pStyle w:val="Default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D11333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30F6E2" w14:textId="41D01BE7" w:rsidR="00693B93" w:rsidRPr="00D11333" w:rsidRDefault="00693B93" w:rsidP="007616F1">
            <w:pPr>
              <w:pStyle w:val="Default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Não</w:t>
            </w:r>
          </w:p>
        </w:tc>
        <w:tc>
          <w:tcPr>
            <w:tcW w:w="3686" w:type="dxa"/>
            <w:vAlign w:val="center"/>
          </w:tcPr>
          <w:p w14:paraId="037C1F3C" w14:textId="73852DED" w:rsidR="00693B93" w:rsidRPr="00DC5271" w:rsidRDefault="004C2A3A" w:rsidP="007616F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VÁ</w:t>
            </w:r>
            <w:r w:rsidR="00693B93">
              <w:rPr>
                <w:rFonts w:ascii="Arial" w:hAnsi="Arial" w:cs="Arial"/>
                <w:b/>
                <w:sz w:val="20"/>
                <w:szCs w:val="18"/>
              </w:rPr>
              <w:t xml:space="preserve"> PARA A0</w:t>
            </w:r>
          </w:p>
        </w:tc>
      </w:tr>
    </w:tbl>
    <w:p w14:paraId="2C5EFE8A" w14:textId="77777777" w:rsidR="00693B93" w:rsidRDefault="00693B93" w:rsidP="00693B93">
      <w:pPr>
        <w:pStyle w:val="Default"/>
        <w:rPr>
          <w:rFonts w:ascii="Arial" w:hAnsi="Arial" w:cs="Arial"/>
          <w:b/>
          <w:bCs/>
          <w:sz w:val="20"/>
          <w:szCs w:val="18"/>
        </w:rPr>
      </w:pPr>
    </w:p>
    <w:p w14:paraId="4FCE15EE" w14:textId="753A7DDD" w:rsidR="00B857BD" w:rsidRPr="00EA4E5C" w:rsidRDefault="00441630" w:rsidP="00847304">
      <w:pPr>
        <w:rPr>
          <w:rFonts w:eastAsia="Calibri" w:cs="Arial"/>
          <w:b/>
          <w:sz w:val="20"/>
          <w:lang w:eastAsia="en-US"/>
        </w:rPr>
      </w:pPr>
      <w:r w:rsidRPr="00DE7AB3">
        <w:rPr>
          <w:rFonts w:cs="Arial"/>
          <w:b/>
          <w:bCs/>
          <w:sz w:val="20"/>
        </w:rPr>
        <w:t xml:space="preserve">### </w:t>
      </w:r>
      <w:r w:rsidR="00B857BD" w:rsidRPr="00EA4E5C">
        <w:rPr>
          <w:rFonts w:cs="Arial"/>
          <w:b/>
          <w:sz w:val="20"/>
        </w:rPr>
        <w:t>PARA TODOS</w:t>
      </w:r>
      <w:r w:rsidR="00B96D87" w:rsidRPr="00EA4E5C">
        <w:rPr>
          <w:rFonts w:cs="Arial"/>
          <w:b/>
          <w:sz w:val="20"/>
        </w:rPr>
        <w:t xml:space="preserve"> </w:t>
      </w:r>
      <w:r w:rsidRPr="00DE7AB3">
        <w:rPr>
          <w:rFonts w:cs="Arial"/>
          <w:b/>
          <w:bCs/>
          <w:sz w:val="20"/>
        </w:rPr>
        <w:t>###</w:t>
      </w:r>
    </w:p>
    <w:p w14:paraId="29F5DD42" w14:textId="77777777" w:rsidR="00B857BD" w:rsidRDefault="00B857BD" w:rsidP="00D11333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62709424" w14:textId="302C2E38" w:rsidR="000C1E7A" w:rsidRDefault="000C1E7A" w:rsidP="00D1133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4A2ECE">
        <w:rPr>
          <w:rFonts w:ascii="Arial" w:hAnsi="Arial" w:cs="Arial"/>
          <w:b/>
          <w:color w:val="auto"/>
          <w:sz w:val="20"/>
          <w:szCs w:val="20"/>
        </w:rPr>
        <w:t>A0</w:t>
      </w:r>
      <w:r w:rsidRPr="004A2ECE">
        <w:rPr>
          <w:rFonts w:ascii="Arial" w:hAnsi="Arial" w:cs="Arial"/>
          <w:color w:val="auto"/>
          <w:sz w:val="20"/>
          <w:szCs w:val="20"/>
        </w:rPr>
        <w:t>)</w:t>
      </w:r>
      <w:r w:rsidRPr="00D11333">
        <w:rPr>
          <w:rFonts w:ascii="Arial" w:hAnsi="Arial" w:cs="Arial"/>
          <w:color w:val="auto"/>
          <w:sz w:val="20"/>
          <w:szCs w:val="20"/>
        </w:rPr>
        <w:t xml:space="preserve"> </w:t>
      </w:r>
      <w:r w:rsidR="002806A7">
        <w:rPr>
          <w:rFonts w:ascii="Arial" w:hAnsi="Arial" w:cs="Arial"/>
          <w:color w:val="auto"/>
          <w:sz w:val="20"/>
          <w:szCs w:val="20"/>
        </w:rPr>
        <w:t>E</w:t>
      </w:r>
      <w:r w:rsidRPr="00D11333">
        <w:rPr>
          <w:rFonts w:ascii="Arial" w:hAnsi="Arial" w:cs="Arial"/>
          <w:color w:val="auto"/>
          <w:sz w:val="20"/>
          <w:szCs w:val="20"/>
        </w:rPr>
        <w:t xml:space="preserve"> qual o seu nível máximo de escolaridade? </w:t>
      </w:r>
      <w:r w:rsidRPr="00DC56A6">
        <w:rPr>
          <w:rFonts w:ascii="Arial" w:hAnsi="Arial" w:cs="Arial"/>
          <w:b/>
          <w:color w:val="auto"/>
          <w:sz w:val="20"/>
          <w:szCs w:val="20"/>
        </w:rPr>
        <w:t>(</w:t>
      </w:r>
      <w:r w:rsidR="00830C63" w:rsidRPr="00DC56A6">
        <w:rPr>
          <w:rFonts w:ascii="Arial" w:hAnsi="Arial" w:cs="Arial"/>
          <w:b/>
          <w:color w:val="auto"/>
          <w:sz w:val="20"/>
          <w:szCs w:val="20"/>
        </w:rPr>
        <w:t>ESPONTÂ</w:t>
      </w:r>
      <w:r w:rsidRPr="00DC56A6">
        <w:rPr>
          <w:rFonts w:ascii="Arial" w:hAnsi="Arial" w:cs="Arial"/>
          <w:b/>
          <w:color w:val="auto"/>
          <w:sz w:val="20"/>
          <w:szCs w:val="20"/>
        </w:rPr>
        <w:t>NEA</w:t>
      </w:r>
      <w:r w:rsidR="004F0DD7">
        <w:rPr>
          <w:rFonts w:ascii="Arial" w:hAnsi="Arial" w:cs="Arial"/>
          <w:b/>
          <w:color w:val="auto"/>
          <w:sz w:val="20"/>
          <w:szCs w:val="20"/>
        </w:rPr>
        <w:t xml:space="preserve"> – </w:t>
      </w:r>
      <w:r w:rsidR="004F0DD7" w:rsidRPr="00DC56A6">
        <w:rPr>
          <w:rFonts w:ascii="Arial" w:hAnsi="Arial" w:cs="Arial"/>
          <w:b/>
          <w:color w:val="auto"/>
          <w:sz w:val="20"/>
          <w:szCs w:val="20"/>
        </w:rPr>
        <w:t>RU</w:t>
      </w:r>
      <w:r w:rsidRPr="00DC56A6">
        <w:rPr>
          <w:rFonts w:ascii="Arial" w:hAnsi="Arial" w:cs="Arial"/>
          <w:b/>
          <w:color w:val="auto"/>
          <w:sz w:val="20"/>
          <w:szCs w:val="20"/>
        </w:rPr>
        <w:t>)</w:t>
      </w:r>
    </w:p>
    <w:p w14:paraId="13F013DB" w14:textId="77777777" w:rsidR="00D11333" w:rsidRPr="00D11333" w:rsidRDefault="00D11333" w:rsidP="00D11333">
      <w:pPr>
        <w:pStyle w:val="Default"/>
        <w:jc w:val="both"/>
        <w:rPr>
          <w:rFonts w:ascii="Arial" w:hAnsi="Arial" w:cs="Arial"/>
          <w:strike/>
          <w:sz w:val="20"/>
          <w:szCs w:val="20"/>
        </w:rPr>
      </w:pPr>
    </w:p>
    <w:tbl>
      <w:tblPr>
        <w:tblW w:w="506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108"/>
        <w:gridCol w:w="3167"/>
      </w:tblGrid>
      <w:tr w:rsidR="002434C0" w:rsidRPr="00D11333" w14:paraId="2D543ED2" w14:textId="77777777" w:rsidTr="00E8470B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3665D0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1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ECD1AD" w14:textId="77777777" w:rsidR="002434C0" w:rsidRPr="00D11333" w:rsidRDefault="002434C0" w:rsidP="002434C0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color w:val="000000"/>
                <w:sz w:val="20"/>
              </w:rPr>
              <w:t xml:space="preserve">Curso técnico ou Ensino Superior incompleto 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B018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color w:val="000000"/>
                <w:sz w:val="20"/>
              </w:rPr>
            </w:pPr>
            <w:r w:rsidRPr="00D11333">
              <w:rPr>
                <w:rFonts w:cs="Arial"/>
                <w:b/>
                <w:color w:val="000000"/>
                <w:sz w:val="20"/>
              </w:rPr>
              <w:t>ENCERRE</w:t>
            </w:r>
          </w:p>
        </w:tc>
      </w:tr>
      <w:tr w:rsidR="002434C0" w:rsidRPr="00D11333" w14:paraId="3D8F036F" w14:textId="77777777" w:rsidTr="00E8470B">
        <w:trPr>
          <w:cantSplit/>
          <w:trHeight w:val="233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AB750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2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7344F" w14:textId="77777777" w:rsidR="002434C0" w:rsidRPr="00D11333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color w:val="000000"/>
                <w:sz w:val="20"/>
              </w:rPr>
              <w:t>Ensino Superior completo</w:t>
            </w:r>
          </w:p>
        </w:tc>
        <w:tc>
          <w:tcPr>
            <w:tcW w:w="14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07E6FAC" w14:textId="77777777" w:rsidR="002434C0" w:rsidRPr="002434C0" w:rsidRDefault="002434C0" w:rsidP="002434C0">
            <w:pPr>
              <w:ind w:left="57" w:right="113"/>
              <w:jc w:val="center"/>
              <w:rPr>
                <w:rFonts w:cs="Arial"/>
                <w:b/>
                <w:color w:val="000000"/>
                <w:sz w:val="20"/>
              </w:rPr>
            </w:pPr>
            <w:r w:rsidRPr="002434C0">
              <w:rPr>
                <w:rFonts w:cs="Arial"/>
                <w:b/>
                <w:color w:val="000000"/>
                <w:sz w:val="20"/>
              </w:rPr>
              <w:t>PROSSIGA</w:t>
            </w:r>
          </w:p>
        </w:tc>
      </w:tr>
      <w:tr w:rsidR="002434C0" w:rsidRPr="00D11333" w14:paraId="597CDB46" w14:textId="77777777" w:rsidTr="00B20827">
        <w:trPr>
          <w:cantSplit/>
          <w:trHeight w:val="305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8D2C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lastRenderedPageBreak/>
              <w:t>3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8E46" w14:textId="0BE7FF2E" w:rsidR="002434C0" w:rsidRPr="00D11333" w:rsidRDefault="002434C0" w:rsidP="00DC527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Ensino Superior completo</w:t>
            </w:r>
            <w:r w:rsidR="004A5B9A">
              <w:rPr>
                <w:rFonts w:cs="Arial"/>
                <w:sz w:val="20"/>
              </w:rPr>
              <w:t xml:space="preserve"> </w:t>
            </w:r>
            <w:r w:rsidRPr="00D11333">
              <w:rPr>
                <w:rFonts w:cs="Arial"/>
                <w:sz w:val="20"/>
              </w:rPr>
              <w:t>e Especialidade</w:t>
            </w:r>
          </w:p>
        </w:tc>
        <w:tc>
          <w:tcPr>
            <w:tcW w:w="14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E0399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  <w:tr w:rsidR="002434C0" w:rsidRPr="00D11333" w14:paraId="6B1ECCEE" w14:textId="77777777" w:rsidTr="00E8470B">
        <w:trPr>
          <w:cantSplit/>
          <w:trHeight w:val="452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34FF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5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3DA40" w14:textId="77777777" w:rsidR="002434C0" w:rsidRPr="00D11333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Pós-graduação (Mestrado, Doutorado, Pós-Doutorado, Especialização, MBA etc.) ou mais</w:t>
            </w:r>
          </w:p>
        </w:tc>
        <w:tc>
          <w:tcPr>
            <w:tcW w:w="1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8AB41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434C0">
              <w:rPr>
                <w:rFonts w:cs="Arial"/>
                <w:b/>
                <w:color w:val="000000"/>
                <w:sz w:val="20"/>
              </w:rPr>
              <w:t>PROSSIGA</w:t>
            </w:r>
          </w:p>
        </w:tc>
      </w:tr>
      <w:tr w:rsidR="002434C0" w:rsidRPr="00D11333" w14:paraId="795925E1" w14:textId="77777777" w:rsidTr="00E8470B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8AB04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98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5894D" w14:textId="7DEA0926" w:rsidR="002434C0" w:rsidRPr="00D11333" w:rsidRDefault="002434C0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ED75BC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8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612871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color w:val="000000"/>
                <w:sz w:val="20"/>
              </w:rPr>
              <w:t>ENCERRE</w:t>
            </w:r>
          </w:p>
        </w:tc>
      </w:tr>
      <w:tr w:rsidR="002434C0" w:rsidRPr="00D11333" w14:paraId="33AB0EE8" w14:textId="77777777" w:rsidTr="00E8470B">
        <w:trPr>
          <w:cantSplit/>
          <w:trHeight w:val="218"/>
        </w:trPr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F16BB" w14:textId="77777777" w:rsidR="002434C0" w:rsidRPr="00DC56A6" w:rsidRDefault="002434C0" w:rsidP="00D11333">
            <w:pPr>
              <w:jc w:val="center"/>
              <w:rPr>
                <w:rFonts w:cs="Arial"/>
                <w:sz w:val="20"/>
              </w:rPr>
            </w:pPr>
            <w:r w:rsidRPr="00DC56A6">
              <w:rPr>
                <w:rFonts w:cs="Arial"/>
                <w:sz w:val="20"/>
              </w:rPr>
              <w:t>99</w:t>
            </w:r>
          </w:p>
        </w:tc>
        <w:tc>
          <w:tcPr>
            <w:tcW w:w="3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7F6A7" w14:textId="7D8E8017" w:rsidR="002434C0" w:rsidRPr="00D11333" w:rsidRDefault="002434C0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ED75BC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8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E1BBD" w14:textId="77777777" w:rsidR="002434C0" w:rsidRPr="00D11333" w:rsidRDefault="002434C0" w:rsidP="002434C0">
            <w:pPr>
              <w:ind w:left="57" w:right="113"/>
              <w:jc w:val="center"/>
              <w:rPr>
                <w:rFonts w:cs="Arial"/>
                <w:sz w:val="20"/>
              </w:rPr>
            </w:pPr>
          </w:p>
        </w:tc>
      </w:tr>
    </w:tbl>
    <w:p w14:paraId="4467ADD4" w14:textId="77777777" w:rsidR="00DB1CA9" w:rsidRPr="00D11333" w:rsidRDefault="00DB1CA9" w:rsidP="00D11333">
      <w:pPr>
        <w:ind w:left="113"/>
        <w:rPr>
          <w:rFonts w:cs="Arial"/>
          <w:b/>
          <w:sz w:val="20"/>
        </w:rPr>
      </w:pPr>
    </w:p>
    <w:p w14:paraId="588465CC" w14:textId="1C361343" w:rsidR="002434C0" w:rsidRDefault="002434C0" w:rsidP="00F142E2">
      <w:pPr>
        <w:rPr>
          <w:rFonts w:cs="Arial"/>
          <w:b/>
          <w:bCs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RESTANTE DO QUESTIONÁRIO SOMENTE PARA</w:t>
      </w:r>
      <w:r w:rsidR="00F142E2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 xml:space="preserve">QUEM RESPONDEU CÓDS. 2, 3 </w:t>
      </w:r>
      <w:r w:rsidRPr="00EA4E5C">
        <w:rPr>
          <w:rFonts w:cs="Arial"/>
          <w:b/>
          <w:sz w:val="20"/>
          <w:u w:val="single"/>
        </w:rPr>
        <w:t>OU</w:t>
      </w:r>
      <w:r w:rsidRPr="00EA4E5C">
        <w:rPr>
          <w:rFonts w:cs="Arial"/>
          <w:b/>
          <w:sz w:val="20"/>
        </w:rPr>
        <w:t xml:space="preserve"> 5 NA PERGUNTA A0</w:t>
      </w:r>
      <w:r w:rsidR="005C51B6" w:rsidRPr="00EA4E5C">
        <w:rPr>
          <w:rFonts w:cs="Arial"/>
          <w:b/>
          <w:sz w:val="20"/>
        </w:rPr>
        <w:t>. SE CÓD</w:t>
      </w:r>
      <w:r w:rsidR="00DC348A" w:rsidRPr="00EA4E5C">
        <w:rPr>
          <w:rFonts w:cs="Arial"/>
          <w:b/>
          <w:sz w:val="20"/>
        </w:rPr>
        <w:t>S.</w:t>
      </w:r>
      <w:r w:rsidR="005C51B6" w:rsidRPr="00EA4E5C">
        <w:rPr>
          <w:rFonts w:cs="Arial"/>
          <w:b/>
          <w:sz w:val="20"/>
        </w:rPr>
        <w:t xml:space="preserve"> 1, 98 </w:t>
      </w:r>
      <w:r w:rsidR="005C51B6" w:rsidRPr="00EA4E5C">
        <w:rPr>
          <w:rFonts w:cs="Arial"/>
          <w:b/>
          <w:sz w:val="20"/>
          <w:u w:val="single"/>
        </w:rPr>
        <w:t>OU</w:t>
      </w:r>
      <w:r w:rsidR="005C51B6" w:rsidRPr="00EA4E5C">
        <w:rPr>
          <w:rFonts w:cs="Arial"/>
          <w:b/>
          <w:sz w:val="20"/>
        </w:rPr>
        <w:t xml:space="preserve"> 99, ENCERRAR</w:t>
      </w:r>
      <w:r w:rsidR="00F142E2" w:rsidRPr="00EA4E5C">
        <w:rPr>
          <w:rFonts w:cs="Arial"/>
          <w:b/>
          <w:sz w:val="20"/>
        </w:rPr>
        <w:t xml:space="preserve"> </w:t>
      </w:r>
      <w:r w:rsidRPr="00DE7AB3">
        <w:rPr>
          <w:rFonts w:cs="Arial"/>
          <w:b/>
          <w:bCs/>
          <w:sz w:val="20"/>
        </w:rPr>
        <w:t>###</w:t>
      </w:r>
    </w:p>
    <w:p w14:paraId="64BE721B" w14:textId="77777777" w:rsidR="00EA4E5C" w:rsidRPr="00EA4E5C" w:rsidRDefault="00EA4E5C" w:rsidP="00F142E2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A4E5C" w:rsidRPr="001A2B4E" w14:paraId="60617868" w14:textId="77777777" w:rsidTr="00A17F7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170971DA" w14:textId="77777777" w:rsidR="00EA4E5C" w:rsidRDefault="00EA4E5C" w:rsidP="00A17F78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F: ACESSO E USO DAS TIC</w:t>
            </w:r>
            <w:r w:rsidRPr="008D54BE">
              <w:rPr>
                <w:rFonts w:eastAsia="Calibri"/>
                <w:b/>
                <w:sz w:val="32"/>
                <w:shd w:val="clear" w:color="auto" w:fill="FFFFFF"/>
              </w:rPr>
              <w:t xml:space="preserve"> </w:t>
            </w:r>
          </w:p>
        </w:tc>
      </w:tr>
    </w:tbl>
    <w:p w14:paraId="1655212C" w14:textId="77777777" w:rsidR="00EA4E5C" w:rsidRDefault="00EA4E5C" w:rsidP="00EA4E5C">
      <w:pPr>
        <w:rPr>
          <w:rFonts w:cs="Arial"/>
          <w:b/>
          <w:bCs/>
          <w:sz w:val="20"/>
        </w:rPr>
      </w:pPr>
    </w:p>
    <w:p w14:paraId="5AE66455" w14:textId="77777777" w:rsidR="00EA4E5C" w:rsidRPr="00EA6904" w:rsidRDefault="00EA4E5C" w:rsidP="00EA4E5C">
      <w:pPr>
        <w:rPr>
          <w:rFonts w:eastAsia="Calibri" w:cs="Arial"/>
          <w:b/>
          <w:sz w:val="20"/>
          <w:lang w:eastAsia="en-US"/>
        </w:rPr>
      </w:pPr>
      <w:r w:rsidRPr="00EA6904">
        <w:rPr>
          <w:rFonts w:cs="Arial"/>
          <w:b/>
          <w:bCs/>
          <w:sz w:val="20"/>
        </w:rPr>
        <w:t>###</w:t>
      </w:r>
      <w:r w:rsidRPr="00EA6904">
        <w:rPr>
          <w:rFonts w:eastAsia="Calibri" w:cs="Arial"/>
          <w:b/>
          <w:sz w:val="20"/>
          <w:lang w:eastAsia="en-US"/>
        </w:rPr>
        <w:t xml:space="preserve"> </w:t>
      </w:r>
      <w:r w:rsidRPr="00405A61">
        <w:rPr>
          <w:rFonts w:eastAsia="Calibri" w:cs="Arial"/>
          <w:b/>
          <w:sz w:val="20"/>
          <w:lang w:eastAsia="en-US"/>
        </w:rPr>
        <w:t>PARA TODOS</w:t>
      </w:r>
      <w:r w:rsidRPr="00EA6904">
        <w:rPr>
          <w:rFonts w:cs="Arial"/>
          <w:b/>
          <w:bCs/>
          <w:sz w:val="20"/>
        </w:rPr>
        <w:t xml:space="preserve"> ###</w:t>
      </w:r>
    </w:p>
    <w:p w14:paraId="2B6398AB" w14:textId="77777777" w:rsidR="007B54F8" w:rsidRPr="007B54F8" w:rsidRDefault="007B54F8" w:rsidP="00D11333">
      <w:pPr>
        <w:rPr>
          <w:rFonts w:eastAsia="Calibri" w:cs="Arial"/>
          <w:b/>
          <w:sz w:val="20"/>
          <w:lang w:eastAsia="en-US"/>
        </w:rPr>
      </w:pPr>
    </w:p>
    <w:p w14:paraId="26E4AFDD" w14:textId="6D2FC616" w:rsidR="00C24886" w:rsidRDefault="00C24886" w:rsidP="006204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7B54F8">
        <w:rPr>
          <w:rFonts w:eastAsia="Calibri" w:cs="Arial"/>
          <w:b/>
          <w:i/>
          <w:sz w:val="20"/>
          <w:lang w:eastAsia="en-US"/>
        </w:rPr>
        <w:t xml:space="preserve">Agora vou lhe fazer algumas perguntas sobre o uso de computador e Internet em seu ambiente de trabalho no </w:t>
      </w:r>
      <w:r w:rsidR="007B54F8">
        <w:rPr>
          <w:rFonts w:eastAsia="Calibri" w:cs="Arial"/>
          <w:b/>
          <w:i/>
          <w:sz w:val="20"/>
          <w:lang w:eastAsia="en-US"/>
        </w:rPr>
        <w:t xml:space="preserve">__________ </w:t>
      </w:r>
      <w:r w:rsidR="007B54F8" w:rsidRPr="007B54F8">
        <w:rPr>
          <w:rFonts w:eastAsia="Calibri" w:cs="Arial"/>
          <w:b/>
          <w:sz w:val="20"/>
          <w:lang w:eastAsia="en-US"/>
        </w:rPr>
        <w:t>[NOME FANTASIA DO ESTABELECIMENTO DE SAÚDE]</w:t>
      </w:r>
      <w:r w:rsidR="00B54F54">
        <w:rPr>
          <w:rFonts w:eastAsia="Calibri" w:cs="Arial"/>
          <w:b/>
          <w:sz w:val="20"/>
          <w:lang w:eastAsia="en-US"/>
        </w:rPr>
        <w:t>.</w:t>
      </w:r>
    </w:p>
    <w:p w14:paraId="2E3B7FA9" w14:textId="77777777" w:rsidR="00DC56A6" w:rsidRPr="00C77216" w:rsidRDefault="00DC56A6" w:rsidP="00D11333">
      <w:pPr>
        <w:rPr>
          <w:rFonts w:eastAsia="Calibri" w:cs="Arial"/>
          <w:sz w:val="20"/>
          <w:lang w:eastAsia="en-US"/>
        </w:rPr>
      </w:pPr>
    </w:p>
    <w:p w14:paraId="3B9D5016" w14:textId="64585636" w:rsidR="00262531" w:rsidRDefault="001F6AE1" w:rsidP="00D11333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F4</w:t>
      </w:r>
      <w:r w:rsidR="000758DB" w:rsidRPr="00D11333">
        <w:rPr>
          <w:rFonts w:cs="Arial"/>
          <w:b/>
          <w:sz w:val="20"/>
        </w:rPr>
        <w:t>)</w:t>
      </w:r>
      <w:r w:rsidR="000758DB" w:rsidRPr="00D11333">
        <w:rPr>
          <w:rFonts w:cs="Arial"/>
          <w:sz w:val="20"/>
        </w:rPr>
        <w:t xml:space="preserve"> </w:t>
      </w:r>
      <w:r w:rsidR="00DC5271" w:rsidRPr="00562DE1">
        <w:rPr>
          <w:rFonts w:cs="Arial"/>
          <w:sz w:val="20"/>
        </w:rPr>
        <w:t>Agora, vamos falar sobre os equipamentos que o(a) s</w:t>
      </w:r>
      <w:r w:rsidR="00BA20D8">
        <w:rPr>
          <w:rFonts w:cs="Arial"/>
          <w:sz w:val="20"/>
        </w:rPr>
        <w:t>enho</w:t>
      </w:r>
      <w:r w:rsidR="00DC5271" w:rsidRPr="00562DE1">
        <w:rPr>
          <w:rFonts w:cs="Arial"/>
          <w:sz w:val="20"/>
        </w:rPr>
        <w:t>r(a) pode ou não ter disponível neste estabelecimento de saúde, para uso profissional ou pessoal, mesmo que tenha sido trazido pelo(a) s</w:t>
      </w:r>
      <w:r w:rsidR="00BA20D8">
        <w:rPr>
          <w:rFonts w:cs="Arial"/>
          <w:sz w:val="20"/>
        </w:rPr>
        <w:t>enho</w:t>
      </w:r>
      <w:r w:rsidR="00DC5271" w:rsidRPr="00562DE1">
        <w:rPr>
          <w:rFonts w:cs="Arial"/>
          <w:sz w:val="20"/>
        </w:rPr>
        <w:t>r(a).</w:t>
      </w:r>
      <w:r w:rsidR="00DC5271">
        <w:rPr>
          <w:rFonts w:cs="Arial"/>
          <w:sz w:val="20"/>
        </w:rPr>
        <w:t xml:space="preserve"> </w:t>
      </w:r>
      <w:r w:rsidR="004255E3">
        <w:rPr>
          <w:rFonts w:cs="Arial"/>
          <w:sz w:val="20"/>
        </w:rPr>
        <w:t>Neste estabelecimento de saúde, o</w:t>
      </w:r>
      <w:r w:rsidR="00371FAB" w:rsidRPr="00D11333">
        <w:rPr>
          <w:rFonts w:cs="Arial"/>
          <w:sz w:val="20"/>
        </w:rPr>
        <w:t xml:space="preserve">(a) </w:t>
      </w:r>
      <w:r w:rsidR="007B54F8">
        <w:rPr>
          <w:rFonts w:cs="Arial"/>
          <w:sz w:val="20"/>
        </w:rPr>
        <w:t>s</w:t>
      </w:r>
      <w:r w:rsidR="00BA20D8">
        <w:rPr>
          <w:rFonts w:cs="Arial"/>
          <w:sz w:val="20"/>
        </w:rPr>
        <w:t>enho</w:t>
      </w:r>
      <w:r w:rsidR="00371FAB" w:rsidRPr="00D11333">
        <w:rPr>
          <w:rFonts w:cs="Arial"/>
          <w:sz w:val="20"/>
        </w:rPr>
        <w:t>r(a) tem disponível</w:t>
      </w:r>
      <w:r w:rsidR="000C1E7A" w:rsidRPr="00D11333">
        <w:rPr>
          <w:rFonts w:cs="Arial"/>
          <w:sz w:val="20"/>
        </w:rPr>
        <w:t xml:space="preserve"> um</w:t>
      </w:r>
      <w:r w:rsidR="00A75687">
        <w:rPr>
          <w:rFonts w:cs="Arial"/>
          <w:sz w:val="20"/>
        </w:rPr>
        <w:t xml:space="preserve"> _________</w:t>
      </w:r>
      <w:r w:rsidR="00371FAB" w:rsidRPr="00D11333">
        <w:rPr>
          <w:rFonts w:cs="Arial"/>
          <w:sz w:val="20"/>
        </w:rPr>
        <w:t xml:space="preserve"> </w:t>
      </w:r>
      <w:r w:rsidR="00371FAB" w:rsidRPr="00A75687">
        <w:rPr>
          <w:rFonts w:cs="Arial"/>
          <w:b/>
          <w:sz w:val="20"/>
        </w:rPr>
        <w:t>(</w:t>
      </w:r>
      <w:r w:rsidR="00454273" w:rsidRPr="00D11333">
        <w:rPr>
          <w:rFonts w:cs="Arial"/>
          <w:b/>
          <w:sz w:val="20"/>
        </w:rPr>
        <w:t>LE</w:t>
      </w:r>
      <w:r w:rsidR="00BA20D8">
        <w:rPr>
          <w:rFonts w:cs="Arial"/>
          <w:b/>
          <w:sz w:val="20"/>
        </w:rPr>
        <w:t>IA OS</w:t>
      </w:r>
      <w:r w:rsidR="00454273" w:rsidRPr="00D11333">
        <w:rPr>
          <w:rFonts w:cs="Arial"/>
          <w:b/>
          <w:sz w:val="20"/>
        </w:rPr>
        <w:t xml:space="preserve"> ITENS</w:t>
      </w:r>
      <w:r w:rsidR="00D2451E" w:rsidRPr="00A75687">
        <w:rPr>
          <w:rFonts w:cs="Arial"/>
          <w:b/>
          <w:sz w:val="20"/>
        </w:rPr>
        <w:t>)</w:t>
      </w:r>
      <w:r w:rsidR="00371FAB" w:rsidRPr="00D11333">
        <w:rPr>
          <w:rFonts w:cs="Arial"/>
          <w:sz w:val="20"/>
        </w:rPr>
        <w:t xml:space="preserve">? </w:t>
      </w:r>
      <w:r w:rsidR="00371FAB" w:rsidRPr="00D11333">
        <w:rPr>
          <w:rFonts w:cs="Arial"/>
          <w:b/>
          <w:sz w:val="20"/>
        </w:rPr>
        <w:t>(RU POR LINHA)</w:t>
      </w:r>
    </w:p>
    <w:p w14:paraId="1D161FBB" w14:textId="77777777" w:rsidR="00DC56A6" w:rsidRPr="00D11333" w:rsidRDefault="00DC56A6" w:rsidP="00D11333">
      <w:pPr>
        <w:jc w:val="both"/>
        <w:rPr>
          <w:rFonts w:cs="Arial"/>
          <w:b/>
          <w:sz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"/>
        <w:gridCol w:w="5356"/>
        <w:gridCol w:w="848"/>
        <w:gridCol w:w="848"/>
        <w:gridCol w:w="1271"/>
        <w:gridCol w:w="1610"/>
      </w:tblGrid>
      <w:tr w:rsidR="00564FEF" w:rsidRPr="00D11333" w14:paraId="2D10BD4D" w14:textId="77777777" w:rsidTr="00007F4E">
        <w:trPr>
          <w:cantSplit/>
        </w:trPr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C0433" w14:textId="77777777" w:rsidR="00564FEF" w:rsidRPr="00D11333" w:rsidRDefault="00564FEF" w:rsidP="00D11333">
            <w:pPr>
              <w:jc w:val="center"/>
              <w:rPr>
                <w:rFonts w:cs="Arial"/>
                <w:b/>
                <w:sz w:val="20"/>
              </w:rPr>
            </w:pPr>
            <w:bookmarkStart w:id="1" w:name="_Hlk156309001"/>
          </w:p>
        </w:tc>
        <w:tc>
          <w:tcPr>
            <w:tcW w:w="2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A0C5E" w14:textId="77777777" w:rsidR="00564FEF" w:rsidRPr="00D11333" w:rsidRDefault="00564FEF" w:rsidP="00D11333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494518" w14:textId="77777777" w:rsidR="00564FEF" w:rsidRPr="00F349B2" w:rsidRDefault="00F349B2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49B2">
              <w:rPr>
                <w:rFonts w:cs="Arial"/>
                <w:sz w:val="20"/>
              </w:rPr>
              <w:t>Sim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867B" w14:textId="77777777" w:rsidR="00564FEF" w:rsidRPr="00F349B2" w:rsidRDefault="00F349B2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F349B2">
              <w:rPr>
                <w:rFonts w:cs="Arial"/>
                <w:sz w:val="20"/>
              </w:rPr>
              <w:t>Não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FF194" w14:textId="038A5B3E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BA20D8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38CE2" w14:textId="4407B165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BA20D8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564FEF" w:rsidRPr="00D11333" w14:paraId="7A26AF45" w14:textId="77777777" w:rsidTr="00007F4E">
        <w:trPr>
          <w:cantSplit/>
        </w:trPr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3B0EE8" w14:textId="77777777" w:rsidR="00564FEF" w:rsidRPr="00125073" w:rsidRDefault="000D48CF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A</w:t>
            </w:r>
          </w:p>
        </w:tc>
        <w:tc>
          <w:tcPr>
            <w:tcW w:w="2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7D59D" w14:textId="77777777" w:rsidR="00564FEF" w:rsidRPr="00D11333" w:rsidRDefault="00564FEF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Computador de mesa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AC146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8114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5D6C7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D432C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8F1D6D" w:rsidRPr="00D11333" w14:paraId="49410901" w14:textId="77777777" w:rsidTr="00007F4E">
        <w:trPr>
          <w:cantSplit/>
        </w:trPr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EEFED" w14:textId="77777777" w:rsidR="008F1D6D" w:rsidRPr="00125073" w:rsidRDefault="000D48CF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B</w:t>
            </w:r>
          </w:p>
        </w:tc>
        <w:tc>
          <w:tcPr>
            <w:tcW w:w="2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73115" w14:textId="20939FA9" w:rsidR="008F1D6D" w:rsidRPr="00DC5271" w:rsidRDefault="009D481E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N</w:t>
            </w:r>
            <w:r w:rsidR="008F1D6D" w:rsidRPr="00B03039">
              <w:rPr>
                <w:rFonts w:cs="Arial"/>
                <w:i/>
                <w:iCs/>
                <w:sz w:val="20"/>
              </w:rPr>
              <w:t>otebook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F89A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7FD18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550B1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58160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564FEF" w:rsidRPr="00D11333" w14:paraId="3B0F2091" w14:textId="77777777" w:rsidTr="00007F4E">
        <w:trPr>
          <w:cantSplit/>
        </w:trPr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34FFE" w14:textId="77777777" w:rsidR="00564FEF" w:rsidRPr="00125073" w:rsidRDefault="000D48CF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C</w:t>
            </w:r>
          </w:p>
        </w:tc>
        <w:tc>
          <w:tcPr>
            <w:tcW w:w="2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09AF1" w14:textId="4499D804" w:rsidR="00564FEF" w:rsidRPr="00D11333" w:rsidRDefault="00564FEF" w:rsidP="009D481E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Table</w:t>
            </w:r>
            <w:r w:rsidRPr="00D11333">
              <w:rPr>
                <w:rFonts w:cs="Arial"/>
                <w:sz w:val="20"/>
              </w:rPr>
              <w:t>t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D6F6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752D1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DF49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2D8AD" w14:textId="77777777" w:rsidR="00564FEF" w:rsidRPr="00D11333" w:rsidRDefault="00564FEF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8F1D6D" w:rsidRPr="00D11333" w14:paraId="2F22250A" w14:textId="77777777" w:rsidTr="00007F4E">
        <w:trPr>
          <w:cantSplit/>
        </w:trPr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12B99" w14:textId="77777777" w:rsidR="008F1D6D" w:rsidRPr="00125073" w:rsidRDefault="000D48CF" w:rsidP="00D11333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D</w:t>
            </w:r>
          </w:p>
        </w:tc>
        <w:tc>
          <w:tcPr>
            <w:tcW w:w="2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6D05" w14:textId="77777777" w:rsidR="008F1D6D" w:rsidRPr="00D11333" w:rsidRDefault="00D74CB9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Celular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D0387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D1A0D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D390E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2A573" w14:textId="77777777" w:rsidR="008F1D6D" w:rsidRPr="00D11333" w:rsidRDefault="008F1D6D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bookmarkEnd w:id="1"/>
    </w:tbl>
    <w:p w14:paraId="4BF3B890" w14:textId="77777777" w:rsidR="00DC56A6" w:rsidRDefault="00DC56A6" w:rsidP="00D11333">
      <w:pPr>
        <w:jc w:val="both"/>
        <w:rPr>
          <w:rFonts w:cs="Arial"/>
          <w:b/>
          <w:sz w:val="20"/>
        </w:rPr>
      </w:pPr>
    </w:p>
    <w:p w14:paraId="35EEDCAC" w14:textId="5CCF26B6" w:rsidR="00834236" w:rsidRPr="00DE7AB3" w:rsidRDefault="00834236" w:rsidP="00D11333">
      <w:pPr>
        <w:jc w:val="both"/>
        <w:rPr>
          <w:rFonts w:cs="Arial"/>
          <w:b/>
          <w:bCs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 xml:space="preserve">APRESENTAR NA F4_1 SOMENTE OS ITENS ASSINALADOS </w:t>
      </w:r>
      <w:r w:rsidR="00C8451E" w:rsidRPr="00EA4E5C">
        <w:rPr>
          <w:rFonts w:cs="Arial"/>
          <w:b/>
          <w:sz w:val="20"/>
        </w:rPr>
        <w:t>“</w:t>
      </w:r>
      <w:r w:rsidRPr="00EA4E5C">
        <w:rPr>
          <w:rFonts w:cs="Arial"/>
          <w:b/>
          <w:sz w:val="20"/>
        </w:rPr>
        <w:t>SIM</w:t>
      </w:r>
      <w:r w:rsidR="00C8451E" w:rsidRPr="00EA4E5C">
        <w:rPr>
          <w:rFonts w:cs="Arial"/>
          <w:b/>
          <w:sz w:val="20"/>
        </w:rPr>
        <w:t>”</w:t>
      </w:r>
      <w:r w:rsidRPr="00EA4E5C">
        <w:rPr>
          <w:rFonts w:cs="Arial"/>
          <w:b/>
          <w:sz w:val="20"/>
        </w:rPr>
        <w:t xml:space="preserve"> (C</w:t>
      </w:r>
      <w:r w:rsidR="00D3003C">
        <w:rPr>
          <w:rFonts w:cs="Arial"/>
          <w:b/>
          <w:sz w:val="20"/>
        </w:rPr>
        <w:t>Ó</w:t>
      </w:r>
      <w:r w:rsidRPr="00EA4E5C">
        <w:rPr>
          <w:rFonts w:cs="Arial"/>
          <w:b/>
          <w:sz w:val="20"/>
        </w:rPr>
        <w:t>D. 1) NA F4</w:t>
      </w:r>
      <w:r w:rsidRPr="00DE7AB3">
        <w:rPr>
          <w:rFonts w:cs="Arial"/>
          <w:b/>
          <w:bCs/>
          <w:sz w:val="20"/>
        </w:rPr>
        <w:t xml:space="preserve"> ###</w:t>
      </w:r>
    </w:p>
    <w:p w14:paraId="4579BD6B" w14:textId="77777777" w:rsidR="00834236" w:rsidRDefault="00834236" w:rsidP="00D11333">
      <w:pPr>
        <w:jc w:val="both"/>
        <w:rPr>
          <w:rFonts w:cs="Arial"/>
          <w:b/>
          <w:sz w:val="20"/>
        </w:rPr>
      </w:pPr>
    </w:p>
    <w:p w14:paraId="4E2D50F9" w14:textId="120D038A" w:rsidR="00834236" w:rsidRDefault="00834236" w:rsidP="00D11333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>F4</w:t>
      </w:r>
      <w:r>
        <w:rPr>
          <w:rFonts w:cs="Arial"/>
          <w:b/>
          <w:sz w:val="20"/>
        </w:rPr>
        <w:t>_1</w:t>
      </w:r>
      <w:r w:rsidRPr="00D11333">
        <w:rPr>
          <w:rFonts w:cs="Arial"/>
          <w:b/>
          <w:sz w:val="20"/>
        </w:rPr>
        <w:t>)</w:t>
      </w:r>
      <w:r w:rsidRPr="00D1133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E </w:t>
      </w:r>
      <w:r w:rsidR="00240D9B">
        <w:rPr>
          <w:rFonts w:cs="Arial"/>
          <w:sz w:val="20"/>
        </w:rPr>
        <w:t xml:space="preserve">os _____ </w:t>
      </w:r>
      <w:r w:rsidR="00240D9B" w:rsidRPr="007E327E">
        <w:rPr>
          <w:rFonts w:cs="Arial"/>
          <w:b/>
          <w:bCs/>
          <w:sz w:val="20"/>
        </w:rPr>
        <w:t>(LE</w:t>
      </w:r>
      <w:r w:rsidR="00BF534D">
        <w:rPr>
          <w:rFonts w:cs="Arial"/>
          <w:b/>
          <w:bCs/>
          <w:sz w:val="20"/>
        </w:rPr>
        <w:t>IA O</w:t>
      </w:r>
      <w:r w:rsidR="00240D9B" w:rsidRPr="007E327E">
        <w:rPr>
          <w:rFonts w:cs="Arial"/>
          <w:b/>
          <w:bCs/>
          <w:sz w:val="20"/>
        </w:rPr>
        <w:t xml:space="preserve"> ITEM)</w:t>
      </w:r>
      <w:r>
        <w:rPr>
          <w:rFonts w:cs="Arial"/>
          <w:sz w:val="20"/>
        </w:rPr>
        <w:t xml:space="preserve"> que o(a) senhor(a) utiliza no estabelecimento de saúde são: </w:t>
      </w:r>
      <w:r w:rsidRPr="007E327E">
        <w:rPr>
          <w:rFonts w:cs="Arial"/>
          <w:b/>
          <w:bCs/>
          <w:sz w:val="20"/>
        </w:rPr>
        <w:t>(</w:t>
      </w:r>
      <w:r w:rsidRPr="007E327E">
        <w:rPr>
          <w:rFonts w:cs="Arial"/>
          <w:b/>
          <w:sz w:val="20"/>
        </w:rPr>
        <w:t>LEIA AS OPÇÕES</w:t>
      </w:r>
      <w:r w:rsidR="00BF534D">
        <w:rPr>
          <w:rFonts w:cs="Arial"/>
          <w:b/>
          <w:sz w:val="20"/>
        </w:rPr>
        <w:t xml:space="preserve"> </w:t>
      </w:r>
      <w:r w:rsidRPr="007E327E">
        <w:rPr>
          <w:rFonts w:cs="Arial"/>
          <w:b/>
          <w:sz w:val="20"/>
        </w:rPr>
        <w:t>– RU POR LINHA)</w:t>
      </w:r>
      <w:r w:rsidRPr="007E327E">
        <w:rPr>
          <w:rFonts w:cs="Arial"/>
          <w:sz w:val="20"/>
        </w:rPr>
        <w:t>:</w:t>
      </w:r>
    </w:p>
    <w:p w14:paraId="79EBFE3D" w14:textId="77777777" w:rsidR="00834236" w:rsidRDefault="00834236" w:rsidP="00D11333">
      <w:pPr>
        <w:jc w:val="both"/>
        <w:rPr>
          <w:rFonts w:cs="Arial"/>
          <w:b/>
          <w:color w:val="E36C0A"/>
          <w:sz w:val="20"/>
        </w:rPr>
      </w:pPr>
    </w:p>
    <w:tbl>
      <w:tblPr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"/>
        <w:gridCol w:w="1751"/>
        <w:gridCol w:w="2112"/>
        <w:gridCol w:w="2112"/>
        <w:gridCol w:w="2112"/>
        <w:gridCol w:w="2111"/>
      </w:tblGrid>
      <w:tr w:rsidR="009D6C60" w:rsidRPr="00D11333" w14:paraId="32191F3A" w14:textId="77777777" w:rsidTr="009D6C60">
        <w:trPr>
          <w:cantSplit/>
        </w:trPr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86391" w14:textId="77777777" w:rsidR="009D6C60" w:rsidRPr="00D11333" w:rsidRDefault="009D6C60" w:rsidP="00834236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F08260" w14:textId="77777777" w:rsidR="009D6C60" w:rsidRPr="00D11333" w:rsidRDefault="009D6C60" w:rsidP="00834236">
            <w:pPr>
              <w:ind w:left="57" w:right="113"/>
              <w:rPr>
                <w:rFonts w:cs="Arial"/>
                <w:sz w:val="20"/>
              </w:rPr>
            </w:pP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19AD3" w14:textId="66209D5D" w:rsidR="009D6C60" w:rsidRPr="007E327E" w:rsidRDefault="009D6C60" w:rsidP="009D6C60">
            <w:pPr>
              <w:ind w:left="57" w:right="113"/>
              <w:jc w:val="center"/>
              <w:rPr>
                <w:rFonts w:cs="Arial"/>
                <w:szCs w:val="18"/>
              </w:rPr>
            </w:pPr>
            <w:r w:rsidRPr="007E327E">
              <w:rPr>
                <w:rFonts w:cs="Arial"/>
                <w:szCs w:val="18"/>
              </w:rPr>
              <w:t>Do estabelecimento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FC038" w14:textId="79FA46C6" w:rsidR="009D6C60" w:rsidRPr="007E327E" w:rsidRDefault="00A0727E" w:rsidP="009D6C60">
            <w:pPr>
              <w:ind w:left="57" w:right="113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Você traz da sua casa para o estabelecimento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CDC72" w14:textId="77777777" w:rsidR="009D6C60" w:rsidRPr="007E327E" w:rsidRDefault="009D6C60" w:rsidP="009D6C60">
            <w:pPr>
              <w:ind w:left="57" w:right="113"/>
              <w:jc w:val="center"/>
              <w:rPr>
                <w:rFonts w:cs="Arial"/>
                <w:szCs w:val="18"/>
              </w:rPr>
            </w:pPr>
            <w:r w:rsidRPr="007E327E">
              <w:rPr>
                <w:rFonts w:cs="Arial"/>
                <w:szCs w:val="18"/>
              </w:rPr>
              <w:t xml:space="preserve">Não sabe </w:t>
            </w:r>
            <w:r w:rsidRPr="007E327E">
              <w:rPr>
                <w:rFonts w:cs="Arial"/>
                <w:b/>
                <w:szCs w:val="18"/>
              </w:rPr>
              <w:t>(ESP.)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1AE71" w14:textId="77777777" w:rsidR="009D6C60" w:rsidRPr="007E327E" w:rsidRDefault="009D6C60" w:rsidP="009D6C60">
            <w:pPr>
              <w:ind w:left="57" w:right="113"/>
              <w:jc w:val="center"/>
              <w:rPr>
                <w:rFonts w:cs="Arial"/>
                <w:szCs w:val="18"/>
              </w:rPr>
            </w:pPr>
            <w:r w:rsidRPr="007E327E">
              <w:rPr>
                <w:rFonts w:cs="Arial"/>
                <w:szCs w:val="18"/>
              </w:rPr>
              <w:t xml:space="preserve">Não respondeu </w:t>
            </w:r>
            <w:r w:rsidRPr="007E327E">
              <w:rPr>
                <w:rFonts w:cs="Arial"/>
                <w:b/>
                <w:szCs w:val="18"/>
              </w:rPr>
              <w:t>(ESP.)</w:t>
            </w:r>
          </w:p>
        </w:tc>
      </w:tr>
      <w:tr w:rsidR="009D6C60" w:rsidRPr="00D11333" w14:paraId="35CE5FF0" w14:textId="77777777" w:rsidTr="009D6C60">
        <w:trPr>
          <w:cantSplit/>
        </w:trPr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5C554A" w14:textId="77777777" w:rsidR="009D6C60" w:rsidRPr="00125073" w:rsidRDefault="009D6C60" w:rsidP="00834236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A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0F2B2" w14:textId="2A6D632B" w:rsidR="009D6C60" w:rsidRPr="00D11333" w:rsidRDefault="009D6C60" w:rsidP="00834236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Computador</w:t>
            </w:r>
            <w:r>
              <w:rPr>
                <w:rFonts w:cs="Arial"/>
                <w:sz w:val="20"/>
              </w:rPr>
              <w:t>es</w:t>
            </w:r>
            <w:r w:rsidRPr="00D11333">
              <w:rPr>
                <w:rFonts w:cs="Arial"/>
                <w:sz w:val="20"/>
              </w:rPr>
              <w:t xml:space="preserve"> de mesa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2872E" w14:textId="4423A72C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6E25F" w14:textId="3835CB7A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EB56E" w14:textId="77777777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32018" w14:textId="77777777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9D6C60" w:rsidRPr="00D11333" w14:paraId="0734C6A1" w14:textId="77777777" w:rsidTr="009D6C60">
        <w:trPr>
          <w:cantSplit/>
        </w:trPr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551746" w14:textId="77777777" w:rsidR="009D6C60" w:rsidRPr="00125073" w:rsidRDefault="009D6C60" w:rsidP="00834236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B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AAEBF" w14:textId="69C57D8A" w:rsidR="009D6C60" w:rsidRPr="00DC5271" w:rsidRDefault="009D6C60" w:rsidP="00834236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Notebook</w:t>
            </w:r>
            <w:r>
              <w:rPr>
                <w:rFonts w:cs="Arial"/>
                <w:i/>
                <w:iCs/>
                <w:sz w:val="20"/>
              </w:rPr>
              <w:t>s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6BFE" w14:textId="57CA030C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AC6C2" w14:textId="7BE3CA88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4E56B" w14:textId="5602DDEC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11B1" w14:textId="2CA0D46C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9D6C60" w:rsidRPr="00D11333" w14:paraId="208250CF" w14:textId="77777777" w:rsidTr="009D6C60">
        <w:trPr>
          <w:cantSplit/>
        </w:trPr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039B9" w14:textId="77777777" w:rsidR="009D6C60" w:rsidRPr="00125073" w:rsidRDefault="009D6C60" w:rsidP="00834236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C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358AF" w14:textId="783772E0" w:rsidR="009D6C60" w:rsidRPr="00D11333" w:rsidRDefault="009D6C60" w:rsidP="00834236">
            <w:pPr>
              <w:ind w:left="57" w:right="113"/>
              <w:rPr>
                <w:rFonts w:cs="Arial"/>
                <w:sz w:val="20"/>
              </w:rPr>
            </w:pPr>
            <w:r w:rsidRPr="00B03039">
              <w:rPr>
                <w:rFonts w:cs="Arial"/>
                <w:i/>
                <w:iCs/>
                <w:sz w:val="20"/>
              </w:rPr>
              <w:t>Table</w:t>
            </w:r>
            <w:r w:rsidRPr="00D11333">
              <w:rPr>
                <w:rFonts w:cs="Arial"/>
                <w:sz w:val="20"/>
              </w:rPr>
              <w:t>t</w:t>
            </w:r>
            <w:r>
              <w:rPr>
                <w:rFonts w:cs="Arial"/>
                <w:sz w:val="20"/>
              </w:rPr>
              <w:t>s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32616" w14:textId="369925C2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4348D" w14:textId="2C4A45DD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890D9" w14:textId="75A3C48D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9B869" w14:textId="04BE35DF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9D6C60" w:rsidRPr="00D11333" w14:paraId="4540F38F" w14:textId="77777777" w:rsidTr="009D6C60">
        <w:trPr>
          <w:cantSplit/>
        </w:trPr>
        <w:tc>
          <w:tcPr>
            <w:tcW w:w="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73B6" w14:textId="77777777" w:rsidR="009D6C60" w:rsidRPr="00125073" w:rsidRDefault="009D6C60" w:rsidP="00834236">
            <w:pPr>
              <w:jc w:val="center"/>
              <w:rPr>
                <w:rFonts w:cs="Arial"/>
                <w:sz w:val="20"/>
              </w:rPr>
            </w:pPr>
            <w:r w:rsidRPr="00125073">
              <w:rPr>
                <w:rFonts w:cs="Arial"/>
                <w:sz w:val="20"/>
              </w:rPr>
              <w:t>D</w:t>
            </w:r>
          </w:p>
        </w:tc>
        <w:tc>
          <w:tcPr>
            <w:tcW w:w="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8BF51" w14:textId="37F986F7" w:rsidR="009D6C60" w:rsidRPr="00D11333" w:rsidRDefault="009D6C60" w:rsidP="00834236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Celular</w:t>
            </w:r>
            <w:r>
              <w:rPr>
                <w:rFonts w:cs="Arial"/>
                <w:sz w:val="20"/>
              </w:rPr>
              <w:t>es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16DB2" w14:textId="2DE65ACB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63219" w14:textId="7935D843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94AFD" w14:textId="68DB291C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1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ECF69" w14:textId="349A8102" w:rsidR="009D6C60" w:rsidRPr="00D11333" w:rsidRDefault="009D6C60" w:rsidP="00834236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</w:tbl>
    <w:p w14:paraId="2A0D3D35" w14:textId="77777777" w:rsidR="00834236" w:rsidRDefault="00834236" w:rsidP="00D11333">
      <w:pPr>
        <w:jc w:val="both"/>
        <w:rPr>
          <w:rFonts w:cs="Arial"/>
          <w:b/>
          <w:color w:val="E36C0A"/>
          <w:sz w:val="20"/>
        </w:rPr>
      </w:pPr>
    </w:p>
    <w:p w14:paraId="5FFC5489" w14:textId="44F2D256" w:rsidR="003C3B83" w:rsidRDefault="00D0418B" w:rsidP="00D11333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SE</w:t>
      </w:r>
      <w:r w:rsidR="00B2225E" w:rsidRPr="00D11333">
        <w:rPr>
          <w:rFonts w:cs="Arial"/>
          <w:b/>
          <w:sz w:val="20"/>
        </w:rPr>
        <w:t xml:space="preserve"> C</w:t>
      </w:r>
      <w:r w:rsidR="002D1186">
        <w:rPr>
          <w:rFonts w:cs="Arial"/>
          <w:b/>
          <w:sz w:val="20"/>
        </w:rPr>
        <w:t>Ó</w:t>
      </w:r>
      <w:r w:rsidR="000C1E7A" w:rsidRPr="00D11333">
        <w:rPr>
          <w:rFonts w:cs="Arial"/>
          <w:b/>
          <w:sz w:val="20"/>
        </w:rPr>
        <w:t>D</w:t>
      </w:r>
      <w:r w:rsidR="00B2225E" w:rsidRPr="00D11333">
        <w:rPr>
          <w:rFonts w:cs="Arial"/>
          <w:b/>
          <w:sz w:val="20"/>
        </w:rPr>
        <w:t>. 2 (N</w:t>
      </w:r>
      <w:r w:rsidR="000C1E7A" w:rsidRPr="00D11333">
        <w:rPr>
          <w:rFonts w:cs="Arial"/>
          <w:b/>
          <w:sz w:val="20"/>
        </w:rPr>
        <w:t>Ã</w:t>
      </w:r>
      <w:r w:rsidR="00B2225E" w:rsidRPr="00D11333">
        <w:rPr>
          <w:rFonts w:cs="Arial"/>
          <w:b/>
          <w:sz w:val="20"/>
        </w:rPr>
        <w:t>O)</w:t>
      </w:r>
      <w:r w:rsidR="00E35AA4">
        <w:rPr>
          <w:rFonts w:cs="Arial"/>
          <w:b/>
          <w:sz w:val="20"/>
        </w:rPr>
        <w:t>, 98 (NÃO SABE) OU 99 (NÃO RESPONDEU)</w:t>
      </w:r>
      <w:r w:rsidR="00B2225E" w:rsidRPr="00D11333">
        <w:rPr>
          <w:rFonts w:cs="Arial"/>
          <w:b/>
          <w:sz w:val="20"/>
        </w:rPr>
        <w:t xml:space="preserve"> EM TODOS OS ITENS DA F4</w:t>
      </w:r>
      <w:r w:rsidR="000C1E7A" w:rsidRPr="00D11333">
        <w:rPr>
          <w:rFonts w:cs="Arial"/>
          <w:b/>
          <w:sz w:val="20"/>
        </w:rPr>
        <w:t>,</w:t>
      </w:r>
      <w:r w:rsidR="00B2225E" w:rsidRPr="00D11333">
        <w:rPr>
          <w:rFonts w:cs="Arial"/>
          <w:b/>
          <w:sz w:val="20"/>
        </w:rPr>
        <w:t xml:space="preserve"> PULAR PARA </w:t>
      </w:r>
      <w:r w:rsidR="00AD0F29">
        <w:rPr>
          <w:rFonts w:cs="Arial"/>
          <w:b/>
          <w:sz w:val="20"/>
        </w:rPr>
        <w:t>QUESTÃO</w:t>
      </w:r>
      <w:r w:rsidR="00517B95">
        <w:rPr>
          <w:rFonts w:cs="Arial"/>
          <w:b/>
          <w:sz w:val="20"/>
        </w:rPr>
        <w:t xml:space="preserve"> G0.</w:t>
      </w:r>
    </w:p>
    <w:p w14:paraId="6E43FF02" w14:textId="77777777" w:rsidR="00DC56A6" w:rsidRDefault="00DC56A6" w:rsidP="00D11333">
      <w:pPr>
        <w:jc w:val="both"/>
        <w:rPr>
          <w:rFonts w:cs="Arial"/>
          <w:b/>
          <w:sz w:val="20"/>
        </w:rPr>
      </w:pPr>
    </w:p>
    <w:p w14:paraId="419AD781" w14:textId="43A10E8B" w:rsidR="00A75687" w:rsidRPr="00EA4E5C" w:rsidRDefault="00A75687" w:rsidP="00D11333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="00AD0F29" w:rsidRPr="00EA4E5C">
        <w:rPr>
          <w:rFonts w:cs="Arial"/>
          <w:b/>
          <w:sz w:val="20"/>
        </w:rPr>
        <w:t>PERGUNTA F4_</w:t>
      </w:r>
      <w:r w:rsidR="007F0252" w:rsidRPr="00EA4E5C">
        <w:rPr>
          <w:rFonts w:cs="Arial"/>
          <w:b/>
          <w:sz w:val="20"/>
        </w:rPr>
        <w:t xml:space="preserve">2 </w:t>
      </w:r>
      <w:r w:rsidRPr="00EA4E5C">
        <w:rPr>
          <w:rFonts w:cs="Arial"/>
          <w:b/>
          <w:sz w:val="20"/>
        </w:rPr>
        <w:t>SOMENTE PARA QUEM RESPONDEU CÓD. 1</w:t>
      </w:r>
      <w:r w:rsidR="00EA1118" w:rsidRPr="00EA4E5C">
        <w:rPr>
          <w:rFonts w:cs="Arial"/>
          <w:b/>
          <w:sz w:val="20"/>
        </w:rPr>
        <w:t xml:space="preserve"> (SIM)</w:t>
      </w:r>
      <w:r w:rsidR="00E35AA4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EM QUALQUER ITEM NA PERGUNTA F4</w:t>
      </w:r>
      <w:r w:rsidRPr="00DE7AB3">
        <w:rPr>
          <w:rFonts w:cs="Arial"/>
          <w:b/>
          <w:bCs/>
          <w:sz w:val="20"/>
        </w:rPr>
        <w:t xml:space="preserve"> ###</w:t>
      </w:r>
    </w:p>
    <w:p w14:paraId="6C4A395E" w14:textId="77777777" w:rsidR="00417EC6" w:rsidRPr="00EA4E5C" w:rsidRDefault="00417EC6" w:rsidP="00D11333">
      <w:pPr>
        <w:jc w:val="both"/>
        <w:rPr>
          <w:rFonts w:cs="Arial"/>
          <w:b/>
          <w:sz w:val="20"/>
        </w:rPr>
      </w:pPr>
    </w:p>
    <w:p w14:paraId="7687AC41" w14:textId="5785BF23" w:rsidR="00A75687" w:rsidRDefault="00A75687" w:rsidP="00D11333">
      <w:pPr>
        <w:jc w:val="both"/>
        <w:rPr>
          <w:rFonts w:cs="Arial"/>
          <w:b/>
          <w:bCs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SOMENTE PARA OS ITENS COM CÓD.</w:t>
      </w:r>
      <w:r w:rsidR="002D1186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1 NA PERGUNTA F4</w:t>
      </w:r>
      <w:r w:rsidRPr="00DE7AB3">
        <w:rPr>
          <w:rFonts w:cs="Arial"/>
          <w:b/>
          <w:bCs/>
          <w:sz w:val="20"/>
        </w:rPr>
        <w:t xml:space="preserve"> ###</w:t>
      </w:r>
    </w:p>
    <w:p w14:paraId="475428EE" w14:textId="77777777" w:rsidR="00EA4E5C" w:rsidRDefault="00EA4E5C" w:rsidP="00D11333">
      <w:pPr>
        <w:jc w:val="both"/>
        <w:rPr>
          <w:rFonts w:cs="Arial"/>
          <w:b/>
          <w:bCs/>
          <w:sz w:val="20"/>
        </w:rPr>
      </w:pPr>
    </w:p>
    <w:p w14:paraId="77E48BCB" w14:textId="184D7C6F" w:rsidR="005866C7" w:rsidRDefault="005866C7" w:rsidP="00D11333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F4_2) </w:t>
      </w:r>
      <w:r w:rsidR="007F0252" w:rsidRPr="00D42750">
        <w:rPr>
          <w:rFonts w:cs="Arial"/>
          <w:bCs/>
          <w:sz w:val="20"/>
        </w:rPr>
        <w:t>E</w:t>
      </w:r>
      <w:r w:rsidR="007F0252">
        <w:rPr>
          <w:rFonts w:cs="Arial"/>
          <w:bCs/>
          <w:sz w:val="20"/>
        </w:rPr>
        <w:t xml:space="preserve"> o</w:t>
      </w:r>
      <w:r w:rsidR="008B5865">
        <w:rPr>
          <w:rFonts w:cs="Arial"/>
          <w:bCs/>
          <w:sz w:val="20"/>
        </w:rPr>
        <w:t>(</w:t>
      </w:r>
      <w:r w:rsidR="007F0252">
        <w:rPr>
          <w:rFonts w:cs="Arial"/>
          <w:bCs/>
          <w:sz w:val="20"/>
        </w:rPr>
        <w:t>s</w:t>
      </w:r>
      <w:r w:rsidR="008B5865">
        <w:rPr>
          <w:rFonts w:cs="Arial"/>
          <w:bCs/>
          <w:sz w:val="20"/>
        </w:rPr>
        <w:t>)</w:t>
      </w:r>
      <w:r w:rsidR="007F0252">
        <w:rPr>
          <w:rFonts w:cs="Arial"/>
          <w:bCs/>
          <w:sz w:val="20"/>
        </w:rPr>
        <w:t xml:space="preserve"> equipamento</w:t>
      </w:r>
      <w:r w:rsidR="008B5865">
        <w:rPr>
          <w:rFonts w:cs="Arial"/>
          <w:bCs/>
          <w:sz w:val="20"/>
        </w:rPr>
        <w:t>(</w:t>
      </w:r>
      <w:r w:rsidR="007F0252">
        <w:rPr>
          <w:rFonts w:cs="Arial"/>
          <w:bCs/>
          <w:sz w:val="20"/>
        </w:rPr>
        <w:t>s</w:t>
      </w:r>
      <w:r w:rsidR="008B5865">
        <w:rPr>
          <w:rFonts w:cs="Arial"/>
          <w:bCs/>
          <w:sz w:val="20"/>
        </w:rPr>
        <w:t>)</w:t>
      </w:r>
      <w:r w:rsidR="007F0252">
        <w:rPr>
          <w:rFonts w:cs="Arial"/>
          <w:bCs/>
          <w:sz w:val="20"/>
        </w:rPr>
        <w:t xml:space="preserve"> disponíve</w:t>
      </w:r>
      <w:r w:rsidR="008B5865">
        <w:rPr>
          <w:rFonts w:cs="Arial"/>
          <w:bCs/>
          <w:sz w:val="20"/>
        </w:rPr>
        <w:t>l</w:t>
      </w:r>
      <w:r w:rsidR="006501C0">
        <w:rPr>
          <w:rFonts w:cs="Arial"/>
          <w:bCs/>
          <w:sz w:val="20"/>
        </w:rPr>
        <w:t>(</w:t>
      </w:r>
      <w:proofErr w:type="spellStart"/>
      <w:r w:rsidR="006501C0">
        <w:rPr>
          <w:rFonts w:cs="Arial"/>
          <w:bCs/>
          <w:sz w:val="20"/>
        </w:rPr>
        <w:t>is</w:t>
      </w:r>
      <w:proofErr w:type="spellEnd"/>
      <w:r w:rsidR="006501C0">
        <w:rPr>
          <w:rFonts w:cs="Arial"/>
          <w:bCs/>
          <w:sz w:val="20"/>
        </w:rPr>
        <w:t>)</w:t>
      </w:r>
      <w:r w:rsidR="007F0252">
        <w:rPr>
          <w:rFonts w:cs="Arial"/>
          <w:bCs/>
          <w:sz w:val="20"/>
        </w:rPr>
        <w:t xml:space="preserve"> para o(a) senhor(a) no estabelecimento </w:t>
      </w:r>
      <w:r w:rsidR="008B5865">
        <w:rPr>
          <w:rFonts w:cs="Arial"/>
          <w:bCs/>
          <w:sz w:val="20"/>
        </w:rPr>
        <w:t>possui</w:t>
      </w:r>
      <w:r w:rsidR="006501C0">
        <w:rPr>
          <w:rFonts w:cs="Arial"/>
          <w:bCs/>
          <w:sz w:val="20"/>
        </w:rPr>
        <w:t>(em)</w:t>
      </w:r>
      <w:r w:rsidR="008B5865">
        <w:rPr>
          <w:rFonts w:cs="Arial"/>
          <w:bCs/>
          <w:sz w:val="20"/>
        </w:rPr>
        <w:t xml:space="preserve"> conexão com a </w:t>
      </w:r>
      <w:r w:rsidR="007F0252">
        <w:rPr>
          <w:rFonts w:cs="Arial"/>
          <w:bCs/>
          <w:sz w:val="20"/>
        </w:rPr>
        <w:t xml:space="preserve">Internet? </w:t>
      </w:r>
      <w:r w:rsidR="007F0252" w:rsidRPr="0004189D">
        <w:rPr>
          <w:rFonts w:cs="Arial"/>
          <w:b/>
          <w:bCs/>
          <w:sz w:val="20"/>
          <w:lang w:eastAsia="en-US"/>
        </w:rPr>
        <w:t>(LE</w:t>
      </w:r>
      <w:r w:rsidR="002D1186">
        <w:rPr>
          <w:rFonts w:cs="Arial"/>
          <w:b/>
          <w:bCs/>
          <w:sz w:val="20"/>
          <w:lang w:eastAsia="en-US"/>
        </w:rPr>
        <w:t xml:space="preserve">IA </w:t>
      </w:r>
      <w:r w:rsidR="002619A4">
        <w:rPr>
          <w:rFonts w:cs="Arial"/>
          <w:b/>
          <w:bCs/>
          <w:sz w:val="20"/>
          <w:lang w:eastAsia="en-US"/>
        </w:rPr>
        <w:t>A</w:t>
      </w:r>
      <w:r w:rsidR="002D1186">
        <w:rPr>
          <w:rFonts w:cs="Arial"/>
          <w:b/>
          <w:bCs/>
          <w:sz w:val="20"/>
          <w:lang w:eastAsia="en-US"/>
        </w:rPr>
        <w:t>S</w:t>
      </w:r>
      <w:r w:rsidR="007F0252" w:rsidRPr="0004189D">
        <w:rPr>
          <w:rFonts w:cs="Arial"/>
          <w:b/>
          <w:bCs/>
          <w:sz w:val="20"/>
          <w:lang w:eastAsia="en-US"/>
        </w:rPr>
        <w:t xml:space="preserve"> OPÇÕES </w:t>
      </w:r>
      <w:r w:rsidR="002D1186" w:rsidRPr="002D1186">
        <w:rPr>
          <w:rFonts w:cs="Arial"/>
          <w:b/>
          <w:bCs/>
          <w:sz w:val="20"/>
          <w:lang w:eastAsia="en-US"/>
        </w:rPr>
        <w:t>–</w:t>
      </w:r>
      <w:r w:rsidR="007F0252" w:rsidRPr="0004189D">
        <w:rPr>
          <w:rFonts w:cs="Arial"/>
          <w:b/>
          <w:bCs/>
          <w:sz w:val="20"/>
          <w:lang w:eastAsia="en-US"/>
        </w:rPr>
        <w:t xml:space="preserve"> RU)</w:t>
      </w:r>
    </w:p>
    <w:p w14:paraId="0C0B75A2" w14:textId="77777777" w:rsidR="007F0252" w:rsidRPr="0004189D" w:rsidRDefault="007F0252" w:rsidP="007F0252">
      <w:pPr>
        <w:pStyle w:val="SombreamentoMdio1-nfase11"/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814" w:type="pct"/>
        <w:tblInd w:w="-13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312"/>
      </w:tblGrid>
      <w:tr w:rsidR="007F0252" w:rsidRPr="0004189D" w14:paraId="46F9BF60" w14:textId="77777777" w:rsidTr="00D42750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C7988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1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1A4B" w14:textId="77777777" w:rsidR="007F0252" w:rsidRPr="0004189D" w:rsidRDefault="007F0252" w:rsidP="00D93828">
            <w:pPr>
              <w:spacing w:line="260" w:lineRule="exact"/>
              <w:jc w:val="both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 Sim</w:t>
            </w:r>
          </w:p>
        </w:tc>
      </w:tr>
      <w:tr w:rsidR="007F0252" w:rsidRPr="0004189D" w14:paraId="7CB2C0E1" w14:textId="77777777" w:rsidTr="00D42750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F996B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2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D8C05" w14:textId="77777777" w:rsidR="007F0252" w:rsidRPr="0004189D" w:rsidRDefault="007F0252" w:rsidP="00D9382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</w:t>
            </w:r>
          </w:p>
        </w:tc>
      </w:tr>
      <w:tr w:rsidR="007F0252" w:rsidRPr="0004189D" w14:paraId="4692D273" w14:textId="77777777" w:rsidTr="00D42750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7CE2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98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9E1C4" w14:textId="010D1EA6" w:rsidR="007F0252" w:rsidRPr="0004189D" w:rsidRDefault="007F0252" w:rsidP="00D93828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sabe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D1186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 xml:space="preserve">) </w:t>
            </w:r>
          </w:p>
        </w:tc>
      </w:tr>
      <w:tr w:rsidR="007F0252" w:rsidRPr="0004189D" w14:paraId="2CF8FB3D" w14:textId="77777777" w:rsidTr="00D42750">
        <w:trPr>
          <w:cantSplit/>
        </w:trPr>
        <w:tc>
          <w:tcPr>
            <w:tcW w:w="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071E7" w14:textId="77777777" w:rsidR="007F0252" w:rsidRPr="0004189D" w:rsidRDefault="007F0252" w:rsidP="00D93828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>99</w:t>
            </w:r>
          </w:p>
        </w:tc>
        <w:tc>
          <w:tcPr>
            <w:tcW w:w="4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E6283" w14:textId="67D1B28B" w:rsidR="007F0252" w:rsidRPr="0004189D" w:rsidRDefault="007F0252" w:rsidP="00D93828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 w:rsidRPr="0004189D">
              <w:rPr>
                <w:rFonts w:cs="Arial"/>
                <w:sz w:val="20"/>
              </w:rPr>
              <w:t xml:space="preserve">Não respondeu </w:t>
            </w:r>
            <w:r w:rsidRPr="0004189D">
              <w:rPr>
                <w:rFonts w:cs="Arial"/>
                <w:b/>
                <w:sz w:val="20"/>
              </w:rPr>
              <w:t>(ESP</w:t>
            </w:r>
            <w:r w:rsidR="002D1186">
              <w:rPr>
                <w:rFonts w:cs="Arial"/>
                <w:b/>
                <w:sz w:val="20"/>
              </w:rPr>
              <w:t>.</w:t>
            </w:r>
            <w:r w:rsidRPr="0004189D">
              <w:rPr>
                <w:rFonts w:cs="Arial"/>
                <w:b/>
                <w:sz w:val="20"/>
              </w:rPr>
              <w:t xml:space="preserve">) </w:t>
            </w:r>
          </w:p>
        </w:tc>
      </w:tr>
    </w:tbl>
    <w:p w14:paraId="3E61BE78" w14:textId="77777777" w:rsidR="007F0252" w:rsidRDefault="007F0252" w:rsidP="00D11333">
      <w:pPr>
        <w:jc w:val="both"/>
        <w:rPr>
          <w:rFonts w:cs="Arial"/>
          <w:b/>
          <w:sz w:val="20"/>
        </w:rPr>
      </w:pPr>
    </w:p>
    <w:p w14:paraId="675A4AD1" w14:textId="327C18FE" w:rsidR="00C14235" w:rsidRPr="00EA4E5C" w:rsidRDefault="00C14235" w:rsidP="00C14235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lastRenderedPageBreak/>
        <w:t xml:space="preserve">### </w:t>
      </w:r>
      <w:r w:rsidRPr="00EA4E5C">
        <w:rPr>
          <w:rFonts w:cs="Arial"/>
          <w:b/>
          <w:sz w:val="20"/>
        </w:rPr>
        <w:t>RESTANTE DO BLOCO</w:t>
      </w:r>
      <w:r w:rsidR="009B442C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 xml:space="preserve">SOMENTE PARA QUEM RESPONDEU CÓD. 1 </w:t>
      </w:r>
      <w:r w:rsidR="009D6C60" w:rsidRPr="00EA4E5C">
        <w:rPr>
          <w:rFonts w:cs="Arial"/>
          <w:b/>
          <w:sz w:val="20"/>
        </w:rPr>
        <w:t xml:space="preserve">EM ALGUM ITEM </w:t>
      </w:r>
      <w:r w:rsidRPr="00EA4E5C">
        <w:rPr>
          <w:rFonts w:cs="Arial"/>
          <w:b/>
          <w:sz w:val="20"/>
        </w:rPr>
        <w:t>DA PERGUNTA F4</w:t>
      </w:r>
      <w:r w:rsidR="004C4E29" w:rsidRPr="00EA4E5C">
        <w:rPr>
          <w:rFonts w:cs="Arial"/>
          <w:b/>
          <w:sz w:val="20"/>
        </w:rPr>
        <w:t xml:space="preserve"> </w:t>
      </w:r>
      <w:r w:rsidRPr="00DE7AB3">
        <w:rPr>
          <w:rFonts w:cs="Arial"/>
          <w:b/>
          <w:bCs/>
          <w:sz w:val="20"/>
        </w:rPr>
        <w:t>###</w:t>
      </w:r>
    </w:p>
    <w:p w14:paraId="0DF52C57" w14:textId="77777777" w:rsidR="00C14235" w:rsidRPr="00D11333" w:rsidRDefault="00C14235" w:rsidP="00D11333">
      <w:pPr>
        <w:jc w:val="both"/>
        <w:rPr>
          <w:rFonts w:cs="Arial"/>
          <w:b/>
          <w:sz w:val="20"/>
        </w:rPr>
      </w:pPr>
    </w:p>
    <w:p w14:paraId="11B2B51D" w14:textId="76B7D5F1" w:rsidR="0045111B" w:rsidRDefault="001F6AE1" w:rsidP="005C51B6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45111B" w:rsidRPr="00D11333">
        <w:rPr>
          <w:rFonts w:ascii="Arial" w:hAnsi="Arial" w:cs="Arial"/>
          <w:b/>
          <w:sz w:val="20"/>
          <w:szCs w:val="20"/>
        </w:rPr>
        <w:t xml:space="preserve">) </w:t>
      </w:r>
      <w:r w:rsidR="00943A6D">
        <w:rPr>
          <w:rFonts w:ascii="Arial" w:hAnsi="Arial" w:cs="Arial"/>
          <w:sz w:val="20"/>
          <w:szCs w:val="20"/>
        </w:rPr>
        <w:t>Neste estabelecimento, o</w:t>
      </w:r>
      <w:r w:rsidR="0045111B" w:rsidRPr="00D11333">
        <w:rPr>
          <w:rFonts w:ascii="Arial" w:hAnsi="Arial" w:cs="Arial"/>
          <w:sz w:val="20"/>
          <w:szCs w:val="20"/>
        </w:rPr>
        <w:t xml:space="preserve">(a) </w:t>
      </w:r>
      <w:r w:rsidR="00417EC6">
        <w:rPr>
          <w:rFonts w:ascii="Arial" w:hAnsi="Arial" w:cs="Arial"/>
          <w:sz w:val="20"/>
          <w:szCs w:val="20"/>
        </w:rPr>
        <w:t>s</w:t>
      </w:r>
      <w:r w:rsidR="002D1186">
        <w:rPr>
          <w:rFonts w:ascii="Arial" w:hAnsi="Arial" w:cs="Arial"/>
          <w:sz w:val="20"/>
          <w:szCs w:val="20"/>
        </w:rPr>
        <w:t>enho</w:t>
      </w:r>
      <w:r w:rsidR="0045111B" w:rsidRPr="00D11333">
        <w:rPr>
          <w:rFonts w:ascii="Arial" w:hAnsi="Arial" w:cs="Arial"/>
          <w:sz w:val="20"/>
          <w:szCs w:val="20"/>
        </w:rPr>
        <w:t>r(a) utiliza computador</w:t>
      </w:r>
      <w:r w:rsidR="00852BE1">
        <w:rPr>
          <w:rFonts w:ascii="Arial" w:hAnsi="Arial" w:cs="Arial"/>
          <w:sz w:val="20"/>
          <w:szCs w:val="20"/>
        </w:rPr>
        <w:t xml:space="preserve"> de mesa,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>notebook</w:t>
      </w:r>
      <w:r w:rsidR="005F130B">
        <w:rPr>
          <w:rFonts w:ascii="Arial" w:hAnsi="Arial" w:cs="Arial"/>
          <w:sz w:val="20"/>
          <w:szCs w:val="20"/>
        </w:rPr>
        <w:t xml:space="preserve">,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>tablet</w:t>
      </w:r>
      <w:r w:rsidR="0045111B" w:rsidRPr="00D11333">
        <w:rPr>
          <w:rFonts w:ascii="Arial" w:hAnsi="Arial" w:cs="Arial"/>
          <w:sz w:val="20"/>
          <w:szCs w:val="20"/>
        </w:rPr>
        <w:t xml:space="preserve"> </w:t>
      </w:r>
      <w:r w:rsidR="005F130B">
        <w:rPr>
          <w:rFonts w:ascii="Arial" w:hAnsi="Arial" w:cs="Arial"/>
          <w:sz w:val="20"/>
          <w:szCs w:val="20"/>
        </w:rPr>
        <w:t xml:space="preserve">ou celular </w:t>
      </w:r>
      <w:r w:rsidR="00943A6D">
        <w:rPr>
          <w:rFonts w:ascii="Arial" w:hAnsi="Arial" w:cs="Arial"/>
          <w:sz w:val="20"/>
          <w:szCs w:val="20"/>
        </w:rPr>
        <w:t>para o atendimento aos</w:t>
      </w:r>
      <w:r w:rsidR="00724B2F" w:rsidRPr="00D11333">
        <w:rPr>
          <w:rFonts w:ascii="Arial" w:hAnsi="Arial" w:cs="Arial"/>
          <w:sz w:val="20"/>
          <w:szCs w:val="20"/>
        </w:rPr>
        <w:t xml:space="preserve"> pacientes</w:t>
      </w:r>
      <w:r w:rsidR="000D48CF" w:rsidRPr="00D11333">
        <w:rPr>
          <w:rFonts w:ascii="Arial" w:hAnsi="Arial" w:cs="Arial"/>
          <w:sz w:val="20"/>
          <w:szCs w:val="20"/>
        </w:rPr>
        <w:t xml:space="preserve">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45111B" w:rsidRPr="00852BE1">
        <w:rPr>
          <w:rFonts w:ascii="Arial" w:hAnsi="Arial" w:cs="Arial"/>
          <w:sz w:val="20"/>
          <w:szCs w:val="20"/>
        </w:rPr>
        <w:t>?</w:t>
      </w:r>
      <w:r w:rsidR="00852BE1" w:rsidRPr="009B442C">
        <w:rPr>
          <w:rFonts w:ascii="Arial" w:hAnsi="Arial" w:cs="Arial"/>
          <w:sz w:val="20"/>
          <w:szCs w:val="20"/>
        </w:rPr>
        <w:t xml:space="preserve"> Por favor, considere o equipamento que o(a) s</w:t>
      </w:r>
      <w:r w:rsidR="002D1186">
        <w:rPr>
          <w:rFonts w:ascii="Arial" w:hAnsi="Arial" w:cs="Arial"/>
          <w:sz w:val="20"/>
          <w:szCs w:val="20"/>
        </w:rPr>
        <w:t>enho</w:t>
      </w:r>
      <w:r w:rsidR="00852BE1" w:rsidRPr="009B442C">
        <w:rPr>
          <w:rFonts w:ascii="Arial" w:hAnsi="Arial" w:cs="Arial"/>
          <w:sz w:val="20"/>
          <w:szCs w:val="20"/>
        </w:rPr>
        <w:t xml:space="preserve">r(a) utiliza com mais frequência. </w:t>
      </w:r>
      <w:r w:rsidR="00852BE1">
        <w:rPr>
          <w:rFonts w:ascii="Arial" w:hAnsi="Arial" w:cs="Arial"/>
          <w:b/>
          <w:sz w:val="20"/>
          <w:szCs w:val="20"/>
        </w:rPr>
        <w:t>(RU)</w:t>
      </w:r>
    </w:p>
    <w:p w14:paraId="0FDAD329" w14:textId="77777777" w:rsidR="00DC56A6" w:rsidRPr="00D11333" w:rsidRDefault="00DC56A6" w:rsidP="00D11333">
      <w:pPr>
        <w:pStyle w:val="Default"/>
        <w:ind w:left="426" w:hanging="426"/>
        <w:rPr>
          <w:rFonts w:ascii="Arial" w:hAnsi="Arial" w:cs="Arial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835340" w:rsidRPr="00D11333" w14:paraId="4188454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37328" w14:textId="77777777" w:rsidR="00835340" w:rsidRPr="005378E5" w:rsidRDefault="00835340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5A644" w14:textId="77777777" w:rsidR="00835340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</w:tr>
      <w:tr w:rsidR="00835340" w:rsidRPr="00D11333" w14:paraId="51F80A3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D6DF68" w14:textId="77777777" w:rsidR="00835340" w:rsidRPr="005378E5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45631D" w14:textId="77777777" w:rsidR="00835340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</w:tr>
      <w:tr w:rsidR="00A57189" w:rsidRPr="00D11333" w14:paraId="0E76B621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C4F59" w14:textId="77777777" w:rsidR="00A57189" w:rsidRPr="005378E5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CD6BB" w14:textId="77777777" w:rsidR="00A57189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A57189" w:rsidRPr="00D11333">
              <w:rPr>
                <w:rFonts w:cs="Arial"/>
                <w:sz w:val="20"/>
              </w:rPr>
              <w:t>Não utiliza</w:t>
            </w:r>
          </w:p>
        </w:tc>
      </w:tr>
      <w:tr w:rsidR="00835340" w:rsidRPr="00D11333" w14:paraId="4BD4D284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5BC91" w14:textId="77777777" w:rsidR="00835340" w:rsidRPr="005378E5" w:rsidRDefault="00835340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009CD" w14:textId="0E715BBD" w:rsidR="00835340" w:rsidRPr="00D11333" w:rsidRDefault="00FF15AE" w:rsidP="00D11333">
            <w:pPr>
              <w:ind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835340" w:rsidRPr="00D11333">
              <w:rPr>
                <w:rFonts w:cs="Arial"/>
                <w:sz w:val="20"/>
              </w:rPr>
              <w:t xml:space="preserve">Não sabe </w:t>
            </w:r>
            <w:r w:rsidR="00835340"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2D1186">
              <w:rPr>
                <w:rFonts w:cs="Arial"/>
                <w:b/>
                <w:sz w:val="20"/>
              </w:rPr>
              <w:t>.</w:t>
            </w:r>
            <w:r w:rsidR="00835340"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835340" w:rsidRPr="00D11333" w14:paraId="7D67E32F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CF203" w14:textId="77777777" w:rsidR="00835340" w:rsidRPr="005378E5" w:rsidRDefault="00835340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D31B0" w14:textId="701FE37B" w:rsidR="00835340" w:rsidRPr="00D11333" w:rsidRDefault="00835340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respondeu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2D1186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</w:tbl>
    <w:p w14:paraId="1D325858" w14:textId="059785BA" w:rsidR="00B20827" w:rsidRDefault="00B20827">
      <w:pPr>
        <w:rPr>
          <w:rFonts w:cs="Arial"/>
          <w:b/>
          <w:bCs/>
          <w:color w:val="00B0F0"/>
          <w:sz w:val="20"/>
        </w:rPr>
      </w:pPr>
    </w:p>
    <w:p w14:paraId="6E555021" w14:textId="56C9F7C0" w:rsidR="00417EC6" w:rsidRPr="00EA4E5C" w:rsidRDefault="00417EC6" w:rsidP="008230FB">
      <w:pPr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="005378E5" w:rsidRPr="00EA4E5C">
        <w:rPr>
          <w:rFonts w:cs="Arial"/>
          <w:b/>
          <w:sz w:val="20"/>
        </w:rPr>
        <w:t xml:space="preserve">QUESTÃO F5a </w:t>
      </w:r>
      <w:r w:rsidRPr="00EA4E5C">
        <w:rPr>
          <w:rFonts w:cs="Arial"/>
          <w:b/>
          <w:sz w:val="20"/>
        </w:rPr>
        <w:t>SOMENTE PARA MÉDICOS</w:t>
      </w:r>
      <w:r w:rsidR="005378E5" w:rsidRPr="00EA4E5C">
        <w:rPr>
          <w:rFonts w:cs="Arial"/>
          <w:b/>
          <w:sz w:val="20"/>
        </w:rPr>
        <w:t>. ENFERMEIROS IR PARA F5b</w:t>
      </w:r>
      <w:r w:rsidRPr="00DE7AB3">
        <w:rPr>
          <w:rFonts w:cs="Arial"/>
          <w:b/>
          <w:bCs/>
          <w:sz w:val="20"/>
        </w:rPr>
        <w:t xml:space="preserve"> ###</w:t>
      </w:r>
    </w:p>
    <w:p w14:paraId="59EFE50B" w14:textId="77777777" w:rsidR="00417EC6" w:rsidRPr="00D11333" w:rsidRDefault="00417EC6" w:rsidP="00D11333">
      <w:pPr>
        <w:jc w:val="both"/>
        <w:rPr>
          <w:rFonts w:cs="Arial"/>
          <w:b/>
          <w:sz w:val="20"/>
        </w:rPr>
      </w:pPr>
    </w:p>
    <w:p w14:paraId="6332B5EE" w14:textId="44BF958B" w:rsidR="00F02844" w:rsidRDefault="001F6AE1" w:rsidP="00852BE1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D74CB9" w:rsidRPr="00D11333">
        <w:rPr>
          <w:rFonts w:ascii="Arial" w:hAnsi="Arial" w:cs="Arial"/>
          <w:b/>
          <w:sz w:val="20"/>
          <w:szCs w:val="20"/>
        </w:rPr>
        <w:t>a</w:t>
      </w:r>
      <w:r w:rsidR="00F02844" w:rsidRPr="00D11333">
        <w:rPr>
          <w:rFonts w:ascii="Arial" w:hAnsi="Arial" w:cs="Arial"/>
          <w:b/>
          <w:sz w:val="20"/>
          <w:szCs w:val="20"/>
        </w:rPr>
        <w:t xml:space="preserve">) </w:t>
      </w:r>
      <w:r w:rsidR="00943A6D">
        <w:rPr>
          <w:rFonts w:ascii="Arial" w:hAnsi="Arial" w:cs="Arial"/>
          <w:sz w:val="20"/>
          <w:szCs w:val="20"/>
        </w:rPr>
        <w:t>E</w:t>
      </w:r>
      <w:r w:rsidR="00F02844" w:rsidRPr="00D11333">
        <w:rPr>
          <w:rFonts w:ascii="Arial" w:hAnsi="Arial" w:cs="Arial"/>
          <w:sz w:val="20"/>
          <w:szCs w:val="20"/>
        </w:rPr>
        <w:t xml:space="preserve"> o(a) </w:t>
      </w:r>
      <w:r w:rsidR="00417EC6">
        <w:rPr>
          <w:rFonts w:ascii="Arial" w:hAnsi="Arial" w:cs="Arial"/>
          <w:sz w:val="20"/>
          <w:szCs w:val="20"/>
        </w:rPr>
        <w:t>s</w:t>
      </w:r>
      <w:r w:rsidR="00296C90">
        <w:rPr>
          <w:rFonts w:ascii="Arial" w:hAnsi="Arial" w:cs="Arial"/>
          <w:sz w:val="20"/>
          <w:szCs w:val="20"/>
        </w:rPr>
        <w:t>enho</w:t>
      </w:r>
      <w:r w:rsidR="00F02844" w:rsidRPr="00D11333">
        <w:rPr>
          <w:rFonts w:ascii="Arial" w:hAnsi="Arial" w:cs="Arial"/>
          <w:sz w:val="20"/>
          <w:szCs w:val="20"/>
        </w:rPr>
        <w:t xml:space="preserve">r(a) utiliza computador </w:t>
      </w:r>
      <w:r w:rsidR="00852BE1">
        <w:rPr>
          <w:rFonts w:ascii="Arial" w:hAnsi="Arial" w:cs="Arial"/>
          <w:sz w:val="20"/>
          <w:szCs w:val="20"/>
        </w:rPr>
        <w:t xml:space="preserve">de mesa,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>notebook</w:t>
      </w:r>
      <w:r w:rsidR="00852BE1">
        <w:rPr>
          <w:rFonts w:ascii="Arial" w:hAnsi="Arial" w:cs="Arial"/>
          <w:sz w:val="20"/>
          <w:szCs w:val="20"/>
        </w:rPr>
        <w:t xml:space="preserve"> ou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>tablet</w:t>
      </w:r>
      <w:r w:rsidR="00852BE1">
        <w:rPr>
          <w:rFonts w:ascii="Arial" w:hAnsi="Arial" w:cs="Arial"/>
          <w:sz w:val="20"/>
          <w:szCs w:val="20"/>
        </w:rPr>
        <w:t xml:space="preserve"> </w:t>
      </w:r>
      <w:r w:rsidR="00F02844" w:rsidRPr="00D11333">
        <w:rPr>
          <w:rFonts w:ascii="Arial" w:hAnsi="Arial" w:cs="Arial"/>
          <w:sz w:val="20"/>
          <w:szCs w:val="20"/>
        </w:rPr>
        <w:t xml:space="preserve">nas demais atividades </w:t>
      </w:r>
      <w:r w:rsidR="00CC62DE">
        <w:rPr>
          <w:rFonts w:ascii="Arial" w:hAnsi="Arial" w:cs="Arial"/>
          <w:sz w:val="20"/>
          <w:szCs w:val="20"/>
        </w:rPr>
        <w:t xml:space="preserve">que realiza nesse estabelecimento de saúde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F02844" w:rsidRPr="00D11333">
        <w:rPr>
          <w:rFonts w:ascii="Arial" w:hAnsi="Arial" w:cs="Arial"/>
          <w:sz w:val="20"/>
          <w:szCs w:val="20"/>
        </w:rPr>
        <w:t>?</w:t>
      </w:r>
      <w:r w:rsidR="00E30A87" w:rsidRPr="00D11333">
        <w:rPr>
          <w:rFonts w:ascii="Arial" w:hAnsi="Arial" w:cs="Arial"/>
          <w:sz w:val="20"/>
          <w:szCs w:val="20"/>
        </w:rPr>
        <w:t xml:space="preserve"> </w:t>
      </w:r>
      <w:r w:rsidR="00852BE1" w:rsidRPr="002B7DC3">
        <w:rPr>
          <w:rFonts w:ascii="Arial" w:hAnsi="Arial" w:cs="Arial"/>
          <w:sz w:val="20"/>
          <w:szCs w:val="20"/>
        </w:rPr>
        <w:t>Por favor, considere o equipamento que o(a) s</w:t>
      </w:r>
      <w:r w:rsidR="00296C90">
        <w:rPr>
          <w:rFonts w:ascii="Arial" w:hAnsi="Arial" w:cs="Arial"/>
          <w:sz w:val="20"/>
          <w:szCs w:val="20"/>
        </w:rPr>
        <w:t>enho</w:t>
      </w:r>
      <w:r w:rsidR="00852BE1" w:rsidRPr="002B7DC3">
        <w:rPr>
          <w:rFonts w:ascii="Arial" w:hAnsi="Arial" w:cs="Arial"/>
          <w:sz w:val="20"/>
          <w:szCs w:val="20"/>
        </w:rPr>
        <w:t xml:space="preserve">r(a) utiliza com mais frequência. </w:t>
      </w:r>
      <w:r w:rsidR="00852BE1">
        <w:rPr>
          <w:rFonts w:ascii="Arial" w:hAnsi="Arial" w:cs="Arial"/>
          <w:b/>
          <w:sz w:val="20"/>
          <w:szCs w:val="20"/>
        </w:rPr>
        <w:t>(RU)</w:t>
      </w:r>
    </w:p>
    <w:p w14:paraId="2B7A4A9F" w14:textId="77777777" w:rsidR="00DC56A6" w:rsidRPr="00D11333" w:rsidRDefault="00DC56A6" w:rsidP="00D11333">
      <w:pPr>
        <w:pStyle w:val="Default"/>
        <w:ind w:left="426" w:hanging="426"/>
        <w:rPr>
          <w:rFonts w:ascii="Arial" w:hAnsi="Arial" w:cs="Arial"/>
          <w:sz w:val="20"/>
          <w:szCs w:val="20"/>
        </w:rPr>
      </w:pPr>
    </w:p>
    <w:tbl>
      <w:tblPr>
        <w:tblW w:w="363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  <w:gridCol w:w="1694"/>
      </w:tblGrid>
      <w:tr w:rsidR="00417EC6" w:rsidRPr="00D11333" w14:paraId="2FC498C3" w14:textId="77777777" w:rsidTr="007C46B5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8D8377" w14:textId="77777777" w:rsidR="00417EC6" w:rsidRPr="00417EC6" w:rsidRDefault="00417EC6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1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F92D92" w14:textId="77777777" w:rsidR="00417EC6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  <w:tc>
          <w:tcPr>
            <w:tcW w:w="11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55FC80" w14:textId="04D8DF09" w:rsidR="00417EC6" w:rsidRPr="0060635E" w:rsidRDefault="00296C90" w:rsidP="00417EC6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VÁ</w:t>
            </w:r>
            <w:r w:rsidR="00417EC6" w:rsidRPr="0060635E">
              <w:rPr>
                <w:rFonts w:ascii="Arial" w:hAnsi="Arial" w:cs="Arial"/>
                <w:b/>
                <w:sz w:val="20"/>
                <w:szCs w:val="20"/>
              </w:rPr>
              <w:t xml:space="preserve"> PARA </w:t>
            </w:r>
            <w:r w:rsidR="0060635E" w:rsidRPr="0060635E">
              <w:rPr>
                <w:rFonts w:ascii="Arial" w:hAnsi="Arial" w:cs="Arial"/>
                <w:b/>
                <w:sz w:val="20"/>
                <w:szCs w:val="20"/>
              </w:rPr>
              <w:t>F6</w:t>
            </w:r>
          </w:p>
        </w:tc>
      </w:tr>
      <w:tr w:rsidR="00417EC6" w:rsidRPr="00D11333" w14:paraId="1CF20D80" w14:textId="77777777" w:rsidTr="007C46B5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537A6" w14:textId="77777777" w:rsidR="00417EC6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4A7BB" w14:textId="77777777" w:rsidR="00417EC6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339543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D11333" w14:paraId="15160D9F" w14:textId="77777777" w:rsidTr="007C46B5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C992E" w14:textId="77777777" w:rsidR="00417EC6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D3D98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utiliza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280DFCA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D11333" w14:paraId="5C03D3D5" w14:textId="77777777" w:rsidTr="007C46B5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39F2" w14:textId="77777777" w:rsidR="00417EC6" w:rsidRPr="00417EC6" w:rsidRDefault="00417EC6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98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CC0B1" w14:textId="61C47D15" w:rsidR="00417EC6" w:rsidRPr="00D11333" w:rsidRDefault="00417EC6" w:rsidP="00D11333">
            <w:pPr>
              <w:ind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296C90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5946F3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  <w:tr w:rsidR="00417EC6" w:rsidRPr="00D11333" w14:paraId="057D5F3E" w14:textId="77777777" w:rsidTr="007C46B5">
        <w:trPr>
          <w:cantSplit/>
        </w:trPr>
        <w:tc>
          <w:tcPr>
            <w:tcW w:w="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28060" w14:textId="77777777" w:rsidR="00417EC6" w:rsidRPr="00417EC6" w:rsidRDefault="00417EC6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99</w:t>
            </w:r>
          </w:p>
        </w:tc>
        <w:tc>
          <w:tcPr>
            <w:tcW w:w="3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3AF3B" w14:textId="2EEC347C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296C90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1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216F" w14:textId="77777777" w:rsidR="00417EC6" w:rsidRPr="00D11333" w:rsidRDefault="00417EC6" w:rsidP="00D11333">
            <w:pPr>
              <w:ind w:right="113"/>
              <w:rPr>
                <w:rFonts w:cs="Arial"/>
                <w:sz w:val="20"/>
              </w:rPr>
            </w:pPr>
          </w:p>
        </w:tc>
      </w:tr>
    </w:tbl>
    <w:p w14:paraId="35BB7EAD" w14:textId="77777777" w:rsidR="000F36EC" w:rsidRDefault="000F36EC" w:rsidP="00417EC6">
      <w:pPr>
        <w:jc w:val="both"/>
        <w:rPr>
          <w:rFonts w:cs="Arial"/>
          <w:b/>
          <w:sz w:val="20"/>
        </w:rPr>
      </w:pPr>
    </w:p>
    <w:p w14:paraId="14D91BB0" w14:textId="008453C7" w:rsidR="00417EC6" w:rsidRPr="00EA4E5C" w:rsidRDefault="00417EC6" w:rsidP="00C647F3">
      <w:pPr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="00877A2D" w:rsidRPr="00EA4E5C">
        <w:rPr>
          <w:rFonts w:cs="Arial"/>
          <w:b/>
          <w:bCs/>
          <w:sz w:val="20"/>
        </w:rPr>
        <w:t xml:space="preserve">QUESTÃO F5b </w:t>
      </w:r>
      <w:r w:rsidRPr="00EA4E5C">
        <w:rPr>
          <w:rFonts w:cs="Arial"/>
          <w:b/>
          <w:sz w:val="20"/>
        </w:rPr>
        <w:t xml:space="preserve">SOMENTE PARA </w:t>
      </w:r>
      <w:r w:rsidR="005378E5" w:rsidRPr="00EA4E5C">
        <w:rPr>
          <w:rFonts w:cs="Arial"/>
          <w:b/>
          <w:sz w:val="20"/>
        </w:rPr>
        <w:t>ENFERMEIROS</w:t>
      </w:r>
      <w:r w:rsidRPr="00DE7AB3">
        <w:rPr>
          <w:rFonts w:cs="Arial"/>
          <w:b/>
          <w:bCs/>
          <w:sz w:val="20"/>
        </w:rPr>
        <w:t xml:space="preserve"> ###</w:t>
      </w:r>
    </w:p>
    <w:p w14:paraId="6807FCDC" w14:textId="77777777" w:rsidR="00EE1CDF" w:rsidRPr="00D11333" w:rsidRDefault="00EE1CDF" w:rsidP="00D11333">
      <w:pPr>
        <w:jc w:val="both"/>
        <w:rPr>
          <w:rFonts w:cs="Arial"/>
          <w:b/>
          <w:sz w:val="20"/>
        </w:rPr>
      </w:pPr>
    </w:p>
    <w:p w14:paraId="4FCF10F2" w14:textId="52ECED6D" w:rsidR="00852BE1" w:rsidRDefault="001F6AE1" w:rsidP="00852BE1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D11333">
        <w:rPr>
          <w:rFonts w:ascii="Arial" w:hAnsi="Arial" w:cs="Arial"/>
          <w:b/>
          <w:sz w:val="20"/>
          <w:szCs w:val="20"/>
        </w:rPr>
        <w:t>F5</w:t>
      </w:r>
      <w:r w:rsidR="00F02844" w:rsidRPr="00D11333">
        <w:rPr>
          <w:rFonts w:ascii="Arial" w:hAnsi="Arial" w:cs="Arial"/>
          <w:b/>
          <w:sz w:val="20"/>
          <w:szCs w:val="20"/>
        </w:rPr>
        <w:t>b</w:t>
      </w:r>
      <w:r w:rsidR="0045111B" w:rsidRPr="00D11333">
        <w:rPr>
          <w:rFonts w:ascii="Arial" w:hAnsi="Arial" w:cs="Arial"/>
          <w:b/>
          <w:sz w:val="20"/>
          <w:szCs w:val="20"/>
        </w:rPr>
        <w:t xml:space="preserve">) </w:t>
      </w:r>
      <w:r w:rsidR="00943A6D">
        <w:rPr>
          <w:rFonts w:ascii="Arial" w:hAnsi="Arial" w:cs="Arial"/>
          <w:sz w:val="20"/>
          <w:szCs w:val="20"/>
        </w:rPr>
        <w:t>E</w:t>
      </w:r>
      <w:r w:rsidR="0045111B" w:rsidRPr="00D11333">
        <w:rPr>
          <w:rFonts w:ascii="Arial" w:hAnsi="Arial" w:cs="Arial"/>
          <w:sz w:val="20"/>
          <w:szCs w:val="20"/>
        </w:rPr>
        <w:t xml:space="preserve"> o(a) </w:t>
      </w:r>
      <w:r w:rsidR="0077247A">
        <w:rPr>
          <w:rFonts w:ascii="Arial" w:hAnsi="Arial" w:cs="Arial"/>
          <w:sz w:val="20"/>
          <w:szCs w:val="20"/>
        </w:rPr>
        <w:t>s</w:t>
      </w:r>
      <w:r w:rsidR="00296C90">
        <w:rPr>
          <w:rFonts w:ascii="Arial" w:hAnsi="Arial" w:cs="Arial"/>
          <w:sz w:val="20"/>
          <w:szCs w:val="20"/>
        </w:rPr>
        <w:t>enho</w:t>
      </w:r>
      <w:r w:rsidR="0045111B" w:rsidRPr="00D11333">
        <w:rPr>
          <w:rFonts w:ascii="Arial" w:hAnsi="Arial" w:cs="Arial"/>
          <w:sz w:val="20"/>
          <w:szCs w:val="20"/>
        </w:rPr>
        <w:t xml:space="preserve">r(a) utiliza computador </w:t>
      </w:r>
      <w:r w:rsidR="00852BE1">
        <w:rPr>
          <w:rFonts w:ascii="Arial" w:hAnsi="Arial" w:cs="Arial"/>
          <w:sz w:val="20"/>
          <w:szCs w:val="20"/>
        </w:rPr>
        <w:t xml:space="preserve">de mesa,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>notebook</w:t>
      </w:r>
      <w:r w:rsidR="00852BE1">
        <w:rPr>
          <w:rFonts w:ascii="Arial" w:hAnsi="Arial" w:cs="Arial"/>
          <w:sz w:val="20"/>
          <w:szCs w:val="20"/>
        </w:rPr>
        <w:t xml:space="preserve"> ou </w:t>
      </w:r>
      <w:r w:rsidR="00852BE1" w:rsidRPr="00B03039">
        <w:rPr>
          <w:rFonts w:ascii="Arial" w:hAnsi="Arial" w:cs="Arial"/>
          <w:i/>
          <w:iCs/>
          <w:sz w:val="20"/>
          <w:szCs w:val="20"/>
        </w:rPr>
        <w:t xml:space="preserve">tablet </w:t>
      </w:r>
      <w:r w:rsidR="0045111B" w:rsidRPr="00D11333">
        <w:rPr>
          <w:rFonts w:ascii="Arial" w:hAnsi="Arial" w:cs="Arial"/>
          <w:sz w:val="20"/>
          <w:szCs w:val="20"/>
        </w:rPr>
        <w:t>durante o seu trabalho como enfermeiro(a)</w:t>
      </w:r>
      <w:r w:rsidR="000F36EC">
        <w:rPr>
          <w:rFonts w:ascii="Arial" w:hAnsi="Arial" w:cs="Arial"/>
          <w:sz w:val="20"/>
          <w:szCs w:val="20"/>
        </w:rPr>
        <w:t xml:space="preserve"> </w:t>
      </w:r>
      <w:r w:rsidR="00852BE1">
        <w:rPr>
          <w:rFonts w:ascii="Arial" w:hAnsi="Arial" w:cs="Arial"/>
          <w:sz w:val="20"/>
          <w:szCs w:val="20"/>
        </w:rPr>
        <w:t>sempre, às vezes ou não utiliza</w:t>
      </w:r>
      <w:r w:rsidR="00852BE1" w:rsidRPr="00D11333">
        <w:rPr>
          <w:rFonts w:ascii="Arial" w:hAnsi="Arial" w:cs="Arial"/>
          <w:sz w:val="20"/>
          <w:szCs w:val="20"/>
        </w:rPr>
        <w:t xml:space="preserve">? </w:t>
      </w:r>
      <w:r w:rsidR="00852BE1" w:rsidRPr="002B7DC3">
        <w:rPr>
          <w:rFonts w:ascii="Arial" w:hAnsi="Arial" w:cs="Arial"/>
          <w:sz w:val="20"/>
          <w:szCs w:val="20"/>
        </w:rPr>
        <w:t>Por favor, considere o equipamento que o(a) s</w:t>
      </w:r>
      <w:r w:rsidR="00296C90">
        <w:rPr>
          <w:rFonts w:ascii="Arial" w:hAnsi="Arial" w:cs="Arial"/>
          <w:sz w:val="20"/>
          <w:szCs w:val="20"/>
        </w:rPr>
        <w:t>enho</w:t>
      </w:r>
      <w:r w:rsidR="00852BE1" w:rsidRPr="002B7DC3">
        <w:rPr>
          <w:rFonts w:ascii="Arial" w:hAnsi="Arial" w:cs="Arial"/>
          <w:sz w:val="20"/>
          <w:szCs w:val="20"/>
        </w:rPr>
        <w:t xml:space="preserve">r(a) utiliza com mais frequência. </w:t>
      </w:r>
      <w:r w:rsidR="00852BE1">
        <w:rPr>
          <w:rFonts w:ascii="Arial" w:hAnsi="Arial" w:cs="Arial"/>
          <w:b/>
          <w:sz w:val="20"/>
          <w:szCs w:val="20"/>
        </w:rPr>
        <w:t>(RU)</w:t>
      </w:r>
    </w:p>
    <w:p w14:paraId="645B9781" w14:textId="77777777" w:rsidR="00DC56A6" w:rsidRPr="00D11333" w:rsidRDefault="00DC56A6" w:rsidP="00D11333">
      <w:pPr>
        <w:pStyle w:val="Default"/>
        <w:ind w:left="567" w:hanging="567"/>
        <w:jc w:val="both"/>
        <w:rPr>
          <w:rFonts w:ascii="Arial" w:hAnsi="Arial" w:cs="Arial"/>
          <w:sz w:val="20"/>
          <w:szCs w:val="20"/>
        </w:rPr>
      </w:pPr>
    </w:p>
    <w:tbl>
      <w:tblPr>
        <w:tblW w:w="282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5372"/>
      </w:tblGrid>
      <w:tr w:rsidR="00835340" w:rsidRPr="00D11333" w14:paraId="19FCAB1D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D00F40" w14:textId="77777777" w:rsidR="00835340" w:rsidRPr="00417EC6" w:rsidRDefault="00835340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1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5C67E" w14:textId="77777777" w:rsidR="00835340" w:rsidRPr="00D11333" w:rsidRDefault="00FF15AE" w:rsidP="00D11333">
            <w:pPr>
              <w:pStyle w:val="Default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83D">
              <w:rPr>
                <w:rFonts w:ascii="Arial" w:hAnsi="Arial" w:cs="Arial"/>
                <w:sz w:val="20"/>
                <w:szCs w:val="20"/>
              </w:rPr>
              <w:t>Sempre</w:t>
            </w:r>
          </w:p>
        </w:tc>
      </w:tr>
      <w:tr w:rsidR="00835340" w:rsidRPr="00D11333" w14:paraId="26FC77B9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D3B20" w14:textId="77777777" w:rsidR="00835340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1E7F6" w14:textId="77777777" w:rsidR="00835340" w:rsidRPr="00D11333" w:rsidRDefault="00FF15AE" w:rsidP="00D11333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69483D">
              <w:rPr>
                <w:rFonts w:cs="Arial"/>
                <w:sz w:val="20"/>
              </w:rPr>
              <w:t>Às vezes</w:t>
            </w:r>
          </w:p>
        </w:tc>
      </w:tr>
      <w:tr w:rsidR="00792B52" w:rsidRPr="00D11333" w14:paraId="593867C7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9C641" w14:textId="77777777" w:rsidR="00792B52" w:rsidRPr="00417EC6" w:rsidRDefault="00FF15AE" w:rsidP="00D11333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78CFC" w14:textId="77777777" w:rsidR="00792B52" w:rsidRPr="00D11333" w:rsidRDefault="00792B52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utiliza</w:t>
            </w:r>
          </w:p>
        </w:tc>
      </w:tr>
      <w:tr w:rsidR="00792B52" w:rsidRPr="00D11333" w14:paraId="5CA852E2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21B07" w14:textId="77777777" w:rsidR="00792B52" w:rsidRPr="00417EC6" w:rsidRDefault="00792B52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98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BE4C" w14:textId="3BB2C892" w:rsidR="00792B52" w:rsidRPr="00D11333" w:rsidRDefault="00792B52" w:rsidP="00D11333">
            <w:pPr>
              <w:ind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sabe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296C90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792B52" w:rsidRPr="00D11333" w14:paraId="3D59EE9E" w14:textId="77777777" w:rsidTr="007C46B5">
        <w:trPr>
          <w:cantSplit/>
        </w:trPr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089CF" w14:textId="77777777" w:rsidR="00792B52" w:rsidRPr="00417EC6" w:rsidRDefault="00792B52" w:rsidP="00D11333">
            <w:pPr>
              <w:jc w:val="center"/>
              <w:rPr>
                <w:rFonts w:cs="Arial"/>
                <w:sz w:val="20"/>
              </w:rPr>
            </w:pPr>
            <w:r w:rsidRPr="00417EC6">
              <w:rPr>
                <w:rFonts w:cs="Arial"/>
                <w:sz w:val="20"/>
              </w:rPr>
              <w:t>99</w:t>
            </w:r>
          </w:p>
        </w:tc>
        <w:tc>
          <w:tcPr>
            <w:tcW w:w="45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39EA5" w14:textId="171D8E11" w:rsidR="00792B52" w:rsidRPr="00D11333" w:rsidRDefault="00792B52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Não respondeu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45166A" w:rsidRPr="00D11333">
              <w:rPr>
                <w:rFonts w:cs="Arial"/>
                <w:b/>
                <w:sz w:val="20"/>
              </w:rPr>
              <w:t>ESP</w:t>
            </w:r>
            <w:r w:rsidR="00296C90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</w:tbl>
    <w:p w14:paraId="1C379FC4" w14:textId="77777777" w:rsidR="00EA4E5C" w:rsidRDefault="00EA4E5C" w:rsidP="00D11333">
      <w:pPr>
        <w:rPr>
          <w:rFonts w:cs="Arial"/>
          <w:b/>
          <w:sz w:val="20"/>
        </w:rPr>
      </w:pPr>
    </w:p>
    <w:p w14:paraId="71C52938" w14:textId="77777777" w:rsidR="00EA4E5C" w:rsidRDefault="00EA4E5C" w:rsidP="00D11333">
      <w:pPr>
        <w:rPr>
          <w:rFonts w:cs="Arial"/>
          <w:b/>
          <w:sz w:val="20"/>
        </w:rPr>
      </w:pPr>
    </w:p>
    <w:p w14:paraId="70D252A4" w14:textId="5DD79A65" w:rsidR="009665C0" w:rsidRPr="00D11333" w:rsidRDefault="009665C0" w:rsidP="00D11333">
      <w:pPr>
        <w:rPr>
          <w:rFonts w:cs="Arial"/>
          <w:b/>
          <w:sz w:val="20"/>
        </w:rPr>
      </w:pPr>
    </w:p>
    <w:p w14:paraId="041EB133" w14:textId="59511D2B" w:rsidR="00D83FD7" w:rsidRDefault="00D83FD7" w:rsidP="001B1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 w:cs="Arial"/>
          <w:b/>
          <w:i/>
          <w:sz w:val="20"/>
          <w:lang w:eastAsia="en-US"/>
        </w:rPr>
      </w:pPr>
      <w:r w:rsidRPr="0077247A">
        <w:rPr>
          <w:rFonts w:eastAsia="Calibri" w:cs="Arial"/>
          <w:b/>
          <w:i/>
          <w:sz w:val="20"/>
          <w:lang w:eastAsia="en-US"/>
        </w:rPr>
        <w:t xml:space="preserve">Agora vou lhe fazer algumas perguntas sobre o uso de tecnologias para a gestão e assistência em saúde no </w:t>
      </w:r>
      <w:r w:rsidR="0077247A" w:rsidRPr="0077247A">
        <w:rPr>
          <w:rFonts w:eastAsia="Calibri" w:cs="Arial"/>
          <w:b/>
          <w:i/>
          <w:sz w:val="20"/>
          <w:lang w:eastAsia="en-US"/>
        </w:rPr>
        <w:t>______________</w:t>
      </w:r>
      <w:r w:rsidR="0077247A">
        <w:rPr>
          <w:rFonts w:eastAsia="Calibri" w:cs="Arial"/>
          <w:i/>
          <w:sz w:val="20"/>
          <w:lang w:eastAsia="en-US"/>
        </w:rPr>
        <w:t xml:space="preserve"> </w:t>
      </w:r>
      <w:proofErr w:type="gramStart"/>
      <w:r w:rsidR="0077247A" w:rsidRPr="007B54F8">
        <w:rPr>
          <w:rFonts w:eastAsia="Calibri" w:cs="Arial"/>
          <w:b/>
          <w:sz w:val="20"/>
          <w:lang w:eastAsia="en-US"/>
        </w:rPr>
        <w:t>[ NOME</w:t>
      </w:r>
      <w:proofErr w:type="gramEnd"/>
      <w:r w:rsidR="0077247A" w:rsidRPr="007B54F8">
        <w:rPr>
          <w:rFonts w:eastAsia="Calibri" w:cs="Arial"/>
          <w:b/>
          <w:sz w:val="20"/>
          <w:lang w:eastAsia="en-US"/>
        </w:rPr>
        <w:t xml:space="preserve"> FANTASIA DO ESTABELECIMENTO DE SAÚDE]</w:t>
      </w:r>
      <w:r w:rsidRPr="00D11333">
        <w:rPr>
          <w:rFonts w:eastAsia="Calibri" w:cs="Arial"/>
          <w:b/>
          <w:i/>
          <w:sz w:val="20"/>
          <w:lang w:eastAsia="en-US"/>
        </w:rPr>
        <w:t>.</w:t>
      </w:r>
    </w:p>
    <w:p w14:paraId="2880AE4C" w14:textId="77777777" w:rsidR="00417EC6" w:rsidRPr="00D11333" w:rsidRDefault="00417EC6" w:rsidP="00D11333">
      <w:pPr>
        <w:rPr>
          <w:rFonts w:eastAsia="Calibri" w:cs="Arial"/>
          <w:i/>
          <w:sz w:val="20"/>
          <w:lang w:eastAsia="en-US"/>
        </w:rPr>
      </w:pPr>
    </w:p>
    <w:p w14:paraId="466315D6" w14:textId="17CB3C35" w:rsidR="00F967D0" w:rsidRPr="00810173" w:rsidRDefault="001F6AE1" w:rsidP="0011339F">
      <w:pPr>
        <w:jc w:val="both"/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F6</w:t>
      </w:r>
      <w:r w:rsidR="009E6FE7" w:rsidRPr="00810173">
        <w:rPr>
          <w:rFonts w:cs="Arial"/>
          <w:b/>
          <w:sz w:val="20"/>
        </w:rPr>
        <w:t>)</w:t>
      </w:r>
      <w:r w:rsidR="006F1C16" w:rsidRPr="00810173">
        <w:t xml:space="preserve"> </w:t>
      </w:r>
      <w:r w:rsidR="006F1C16" w:rsidRPr="00810173">
        <w:rPr>
          <w:rFonts w:cs="Arial"/>
          <w:sz w:val="20"/>
        </w:rPr>
        <w:t xml:space="preserve">Considerando a sua atividade neste estabelecimento, </w:t>
      </w:r>
      <w:r w:rsidR="007677B5" w:rsidRPr="00810173">
        <w:rPr>
          <w:rFonts w:cs="Arial"/>
          <w:sz w:val="20"/>
          <w:u w:val="single"/>
        </w:rPr>
        <w:t>estão disponíveis eletronicamente</w:t>
      </w:r>
      <w:r w:rsidR="0077247A" w:rsidRPr="00810173">
        <w:rPr>
          <w:rFonts w:cs="Arial"/>
          <w:sz w:val="20"/>
        </w:rPr>
        <w:t xml:space="preserve"> _____________</w:t>
      </w:r>
      <w:r w:rsidR="007677B5" w:rsidRPr="00810173">
        <w:rPr>
          <w:rFonts w:cs="Arial"/>
          <w:sz w:val="20"/>
        </w:rPr>
        <w:t>?</w:t>
      </w:r>
      <w:r w:rsidR="00222D63" w:rsidRPr="00810173">
        <w:rPr>
          <w:rFonts w:cs="Arial"/>
          <w:sz w:val="20"/>
        </w:rPr>
        <w:t xml:space="preserve"> </w:t>
      </w:r>
      <w:r w:rsidR="00222D63" w:rsidRPr="00810173">
        <w:rPr>
          <w:rFonts w:cs="Arial"/>
          <w:b/>
          <w:sz w:val="20"/>
        </w:rPr>
        <w:t>(</w:t>
      </w:r>
      <w:r w:rsidR="00F967D0" w:rsidRPr="00810173">
        <w:rPr>
          <w:rFonts w:cs="Arial"/>
          <w:b/>
          <w:sz w:val="20"/>
        </w:rPr>
        <w:t>LE</w:t>
      </w:r>
      <w:r w:rsidR="001254FA">
        <w:rPr>
          <w:rFonts w:cs="Arial"/>
          <w:b/>
          <w:sz w:val="20"/>
        </w:rPr>
        <w:t>IA OS</w:t>
      </w:r>
      <w:r w:rsidR="00F967D0" w:rsidRPr="00810173">
        <w:rPr>
          <w:rFonts w:cs="Arial"/>
          <w:b/>
          <w:sz w:val="20"/>
        </w:rPr>
        <w:t xml:space="preserve"> </w:t>
      </w:r>
      <w:r w:rsidR="00454273" w:rsidRPr="00810173">
        <w:rPr>
          <w:rFonts w:cs="Arial"/>
          <w:b/>
          <w:sz w:val="20"/>
        </w:rPr>
        <w:t>ITENS</w:t>
      </w:r>
      <w:r w:rsidR="00F967D0" w:rsidRPr="00810173">
        <w:rPr>
          <w:rFonts w:cs="Arial"/>
          <w:b/>
          <w:sz w:val="20"/>
        </w:rPr>
        <w:t xml:space="preserve"> </w:t>
      </w:r>
      <w:r w:rsidR="001254FA" w:rsidRPr="001254FA">
        <w:rPr>
          <w:rFonts w:cs="Arial"/>
          <w:b/>
          <w:sz w:val="20"/>
        </w:rPr>
        <w:t>–</w:t>
      </w:r>
      <w:r w:rsidR="00F967D0" w:rsidRPr="00810173">
        <w:rPr>
          <w:rFonts w:cs="Arial"/>
          <w:b/>
          <w:sz w:val="20"/>
        </w:rPr>
        <w:t xml:space="preserve"> </w:t>
      </w:r>
      <w:r w:rsidR="00222D63" w:rsidRPr="00810173">
        <w:rPr>
          <w:rFonts w:cs="Arial"/>
          <w:b/>
          <w:sz w:val="20"/>
        </w:rPr>
        <w:t xml:space="preserve">RU </w:t>
      </w:r>
      <w:r w:rsidR="009F5B0D" w:rsidRPr="00810173">
        <w:rPr>
          <w:rFonts w:cs="Arial"/>
          <w:b/>
          <w:sz w:val="20"/>
        </w:rPr>
        <w:t>POR LINHA</w:t>
      </w:r>
      <w:r w:rsidR="0018346D" w:rsidRPr="00810173">
        <w:rPr>
          <w:rFonts w:cs="Arial"/>
          <w:b/>
          <w:sz w:val="20"/>
        </w:rPr>
        <w:t xml:space="preserve"> – REP</w:t>
      </w:r>
      <w:r w:rsidR="001254FA">
        <w:rPr>
          <w:rFonts w:cs="Arial"/>
          <w:b/>
          <w:sz w:val="20"/>
        </w:rPr>
        <w:t>ITA</w:t>
      </w:r>
      <w:r w:rsidR="0018346D" w:rsidRPr="00810173">
        <w:rPr>
          <w:rFonts w:cs="Arial"/>
          <w:b/>
          <w:sz w:val="20"/>
        </w:rPr>
        <w:t xml:space="preserve"> O ENUNCIADO A CADA TRÊS ITENS</w:t>
      </w:r>
      <w:r w:rsidR="00222D63" w:rsidRPr="00810173">
        <w:rPr>
          <w:rFonts w:cs="Arial"/>
          <w:b/>
          <w:sz w:val="20"/>
        </w:rPr>
        <w:t>)</w:t>
      </w:r>
    </w:p>
    <w:p w14:paraId="62499D23" w14:textId="77777777" w:rsidR="0077247A" w:rsidRPr="00810173" w:rsidRDefault="0077247A" w:rsidP="00D11333">
      <w:pPr>
        <w:jc w:val="both"/>
        <w:rPr>
          <w:rFonts w:cs="Arial"/>
          <w:b/>
          <w:sz w:val="20"/>
        </w:rPr>
      </w:pPr>
    </w:p>
    <w:p w14:paraId="3D1E4538" w14:textId="6B4FC3C3" w:rsidR="0077247A" w:rsidRPr="00EA4E5C" w:rsidRDefault="0077247A" w:rsidP="00D11333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PARA CADA ITEM COM CÓD.</w:t>
      </w:r>
      <w:r w:rsidR="001254FA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1 NA F6</w:t>
      </w:r>
      <w:r w:rsidRPr="00DE7AB3">
        <w:rPr>
          <w:rFonts w:cs="Arial"/>
          <w:b/>
          <w:bCs/>
          <w:sz w:val="20"/>
        </w:rPr>
        <w:t xml:space="preserve"> ###</w:t>
      </w:r>
    </w:p>
    <w:p w14:paraId="4D5258B3" w14:textId="77777777" w:rsidR="005378E5" w:rsidRPr="00810173" w:rsidRDefault="005378E5" w:rsidP="00D11333">
      <w:pPr>
        <w:jc w:val="both"/>
        <w:rPr>
          <w:rFonts w:cs="Arial"/>
          <w:b/>
          <w:sz w:val="20"/>
        </w:rPr>
      </w:pPr>
    </w:p>
    <w:p w14:paraId="03E9F3E5" w14:textId="6AD18974" w:rsidR="00417EC6" w:rsidRDefault="00590BAA" w:rsidP="00D11333">
      <w:pPr>
        <w:jc w:val="both"/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F6_1)</w:t>
      </w:r>
      <w:r w:rsidRPr="00810173">
        <w:rPr>
          <w:rFonts w:cs="Arial"/>
          <w:sz w:val="20"/>
        </w:rPr>
        <w:t xml:space="preserve"> E o(a) </w:t>
      </w:r>
      <w:r w:rsidR="00943A6D" w:rsidRPr="00810173">
        <w:rPr>
          <w:rFonts w:cs="Arial"/>
          <w:sz w:val="20"/>
        </w:rPr>
        <w:t>s</w:t>
      </w:r>
      <w:r w:rsidRPr="00810173">
        <w:rPr>
          <w:rFonts w:cs="Arial"/>
          <w:sz w:val="20"/>
        </w:rPr>
        <w:t>enhor(a) consulta esse dado</w:t>
      </w:r>
      <w:r w:rsidR="0077247A" w:rsidRPr="00810173">
        <w:rPr>
          <w:rFonts w:cs="Arial"/>
          <w:sz w:val="20"/>
        </w:rPr>
        <w:t xml:space="preserve"> _________</w:t>
      </w:r>
      <w:r w:rsidRPr="00810173">
        <w:rPr>
          <w:rFonts w:cs="Arial"/>
          <w:b/>
          <w:sz w:val="20"/>
        </w:rPr>
        <w:t xml:space="preserve">? </w:t>
      </w:r>
      <w:r w:rsidR="00435400" w:rsidRPr="00810173">
        <w:rPr>
          <w:rFonts w:cs="Arial"/>
          <w:b/>
          <w:sz w:val="20"/>
        </w:rPr>
        <w:t>(LE</w:t>
      </w:r>
      <w:r w:rsidR="001254FA">
        <w:rPr>
          <w:rFonts w:cs="Arial"/>
          <w:b/>
          <w:sz w:val="20"/>
        </w:rPr>
        <w:t>IA AS</w:t>
      </w:r>
      <w:r w:rsidR="00435400" w:rsidRPr="00810173">
        <w:rPr>
          <w:rFonts w:cs="Arial"/>
          <w:b/>
          <w:sz w:val="20"/>
        </w:rPr>
        <w:t xml:space="preserve"> OPÇÕES –</w:t>
      </w:r>
      <w:r w:rsidRPr="00810173">
        <w:rPr>
          <w:rFonts w:cs="Arial"/>
          <w:b/>
          <w:sz w:val="20"/>
        </w:rPr>
        <w:t xml:space="preserve"> RU POR LINHA)</w:t>
      </w:r>
    </w:p>
    <w:p w14:paraId="484BD881" w14:textId="77777777" w:rsidR="00B556F4" w:rsidRDefault="00B556F4" w:rsidP="00D11333">
      <w:pPr>
        <w:jc w:val="both"/>
        <w:rPr>
          <w:rFonts w:cs="Arial"/>
          <w:b/>
          <w:sz w:val="20"/>
        </w:rPr>
      </w:pPr>
    </w:p>
    <w:tbl>
      <w:tblPr>
        <w:tblW w:w="10672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2526"/>
        <w:gridCol w:w="485"/>
        <w:gridCol w:w="507"/>
        <w:gridCol w:w="871"/>
        <w:gridCol w:w="1253"/>
        <w:gridCol w:w="841"/>
        <w:gridCol w:w="708"/>
        <w:gridCol w:w="951"/>
        <w:gridCol w:w="947"/>
        <w:gridCol w:w="1276"/>
      </w:tblGrid>
      <w:tr w:rsidR="00E53897" w14:paraId="2255169D" w14:textId="77777777" w:rsidTr="00DE7AB3">
        <w:trPr>
          <w:trHeight w:val="305"/>
        </w:trPr>
        <w:tc>
          <w:tcPr>
            <w:tcW w:w="0" w:type="auto"/>
            <w:gridSpan w:val="2"/>
            <w:vMerge w:val="restart"/>
          </w:tcPr>
          <w:p w14:paraId="60DFC010" w14:textId="77777777" w:rsidR="00E53897" w:rsidRDefault="00E53897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0" w:type="auto"/>
            <w:gridSpan w:val="4"/>
          </w:tcPr>
          <w:p w14:paraId="43CF19E6" w14:textId="7A34B6A4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F6</w:t>
            </w:r>
          </w:p>
        </w:tc>
        <w:tc>
          <w:tcPr>
            <w:tcW w:w="4723" w:type="dxa"/>
            <w:gridSpan w:val="5"/>
          </w:tcPr>
          <w:p w14:paraId="1B1C28C7" w14:textId="05FAFA5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b/>
                <w:bCs/>
                <w:color w:val="000000"/>
                <w:sz w:val="20"/>
              </w:rPr>
              <w:t>F6_1</w:t>
            </w:r>
          </w:p>
        </w:tc>
      </w:tr>
      <w:tr w:rsidR="00E53897" w14:paraId="683897A5" w14:textId="77777777" w:rsidTr="00DE7AB3">
        <w:trPr>
          <w:trHeight w:val="886"/>
        </w:trPr>
        <w:tc>
          <w:tcPr>
            <w:tcW w:w="0" w:type="auto"/>
            <w:gridSpan w:val="2"/>
            <w:vMerge/>
          </w:tcPr>
          <w:p w14:paraId="72E3D9F4" w14:textId="77777777" w:rsidR="00E53897" w:rsidRDefault="00E53897">
            <w:pPr>
              <w:autoSpaceDE w:val="0"/>
              <w:autoSpaceDN w:val="0"/>
              <w:adjustRightInd w:val="0"/>
              <w:jc w:val="right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A2D5DA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Sim</w:t>
            </w:r>
          </w:p>
        </w:tc>
        <w:tc>
          <w:tcPr>
            <w:tcW w:w="0" w:type="auto"/>
            <w:vAlign w:val="center"/>
          </w:tcPr>
          <w:p w14:paraId="296F9DA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Não</w:t>
            </w:r>
          </w:p>
        </w:tc>
        <w:tc>
          <w:tcPr>
            <w:tcW w:w="0" w:type="auto"/>
            <w:vAlign w:val="center"/>
          </w:tcPr>
          <w:p w14:paraId="39FECC8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Não sabe </w:t>
            </w:r>
            <w:r>
              <w:rPr>
                <w:rFonts w:cs="Arial"/>
                <w:b/>
                <w:bCs/>
                <w:color w:val="000000"/>
                <w:sz w:val="20"/>
              </w:rPr>
              <w:t>(ESP.)</w:t>
            </w:r>
          </w:p>
        </w:tc>
        <w:tc>
          <w:tcPr>
            <w:tcW w:w="0" w:type="auto"/>
            <w:vAlign w:val="center"/>
          </w:tcPr>
          <w:p w14:paraId="7EFA3DB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Não respondeu </w:t>
            </w:r>
            <w:r>
              <w:rPr>
                <w:rFonts w:cs="Arial"/>
                <w:b/>
                <w:bCs/>
                <w:color w:val="000000"/>
                <w:sz w:val="20"/>
              </w:rPr>
              <w:t>(ESP.)</w:t>
            </w:r>
          </w:p>
        </w:tc>
        <w:tc>
          <w:tcPr>
            <w:tcW w:w="0" w:type="auto"/>
            <w:vAlign w:val="center"/>
          </w:tcPr>
          <w:p w14:paraId="611ECFC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Sempre</w:t>
            </w:r>
          </w:p>
        </w:tc>
        <w:tc>
          <w:tcPr>
            <w:tcW w:w="0" w:type="auto"/>
            <w:vAlign w:val="center"/>
          </w:tcPr>
          <w:p w14:paraId="7614E82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Às vezes</w:t>
            </w:r>
          </w:p>
        </w:tc>
        <w:tc>
          <w:tcPr>
            <w:tcW w:w="0" w:type="auto"/>
            <w:vAlign w:val="center"/>
          </w:tcPr>
          <w:p w14:paraId="1B1B974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Não consulta</w:t>
            </w:r>
          </w:p>
        </w:tc>
        <w:tc>
          <w:tcPr>
            <w:tcW w:w="947" w:type="dxa"/>
            <w:vAlign w:val="center"/>
          </w:tcPr>
          <w:p w14:paraId="0C87811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Não sabe </w:t>
            </w:r>
            <w:r>
              <w:rPr>
                <w:rFonts w:cs="Arial"/>
                <w:b/>
                <w:bCs/>
                <w:color w:val="000000"/>
                <w:sz w:val="20"/>
              </w:rPr>
              <w:t>(ESP.)</w:t>
            </w:r>
          </w:p>
        </w:tc>
        <w:tc>
          <w:tcPr>
            <w:tcW w:w="1276" w:type="dxa"/>
            <w:vAlign w:val="center"/>
          </w:tcPr>
          <w:p w14:paraId="7FEE1B06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Não respondeu </w:t>
            </w:r>
            <w:r>
              <w:rPr>
                <w:rFonts w:cs="Arial"/>
                <w:b/>
                <w:bCs/>
                <w:color w:val="000000"/>
                <w:sz w:val="20"/>
              </w:rPr>
              <w:t>(ESP.)</w:t>
            </w:r>
          </w:p>
        </w:tc>
      </w:tr>
      <w:tr w:rsidR="00E53897" w14:paraId="629BF188" w14:textId="77777777" w:rsidTr="00DE7AB3">
        <w:trPr>
          <w:trHeight w:val="305"/>
        </w:trPr>
        <w:tc>
          <w:tcPr>
            <w:tcW w:w="0" w:type="auto"/>
          </w:tcPr>
          <w:p w14:paraId="60032436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</w:t>
            </w:r>
          </w:p>
        </w:tc>
        <w:tc>
          <w:tcPr>
            <w:tcW w:w="0" w:type="auto"/>
          </w:tcPr>
          <w:p w14:paraId="73911C88" w14:textId="77777777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Dados cadastrais do paciente, por exemplo, nome, endereço, telefone e data de nascimento</w:t>
            </w:r>
          </w:p>
        </w:tc>
        <w:tc>
          <w:tcPr>
            <w:tcW w:w="0" w:type="auto"/>
            <w:vAlign w:val="center"/>
          </w:tcPr>
          <w:p w14:paraId="7D6D7EF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CAD4D2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14:paraId="4F74E53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vAlign w:val="center"/>
          </w:tcPr>
          <w:p w14:paraId="528992E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vAlign w:val="center"/>
          </w:tcPr>
          <w:p w14:paraId="02D52BF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704753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1120B64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vAlign w:val="center"/>
          </w:tcPr>
          <w:p w14:paraId="7F277EE0" w14:textId="39BFC5CB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vAlign w:val="center"/>
          </w:tcPr>
          <w:p w14:paraId="293B4A3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10A32892" w14:textId="77777777" w:rsidTr="00DE7AB3">
        <w:trPr>
          <w:trHeight w:val="305"/>
        </w:trPr>
        <w:tc>
          <w:tcPr>
            <w:tcW w:w="0" w:type="auto"/>
          </w:tcPr>
          <w:p w14:paraId="138DD36A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lastRenderedPageBreak/>
              <w:t>B</w:t>
            </w:r>
          </w:p>
        </w:tc>
        <w:tc>
          <w:tcPr>
            <w:tcW w:w="0" w:type="auto"/>
          </w:tcPr>
          <w:p w14:paraId="272D9D6A" w14:textId="68F0A966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Admissão, transferência e alta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BFCB11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8239BEC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921864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629079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F1515B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6EF73A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B34F43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7F7C9C21" w14:textId="4E6EC0F3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6A7EA08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36311964" w14:textId="77777777" w:rsidTr="00DE7AB3">
        <w:trPr>
          <w:trHeight w:val="305"/>
        </w:trPr>
        <w:tc>
          <w:tcPr>
            <w:tcW w:w="0" w:type="auto"/>
          </w:tcPr>
          <w:p w14:paraId="442480B3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</w:t>
            </w:r>
          </w:p>
        </w:tc>
        <w:tc>
          <w:tcPr>
            <w:tcW w:w="0" w:type="auto"/>
          </w:tcPr>
          <w:p w14:paraId="476A24A0" w14:textId="77777777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Principais motivos que levaram o paciente ao atendimento ou consulta 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E1138E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5C21014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0EF8E4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13230C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D862D3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F81788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4FA0CC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092F985F" w14:textId="6655A3BC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01F52FA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20F10D07" w14:textId="77777777" w:rsidTr="00DE7AB3">
        <w:trPr>
          <w:trHeight w:val="305"/>
        </w:trPr>
        <w:tc>
          <w:tcPr>
            <w:tcW w:w="0" w:type="auto"/>
          </w:tcPr>
          <w:p w14:paraId="14A7EC5F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J</w:t>
            </w:r>
          </w:p>
        </w:tc>
        <w:tc>
          <w:tcPr>
            <w:tcW w:w="0" w:type="auto"/>
          </w:tcPr>
          <w:p w14:paraId="14912E45" w14:textId="1482154C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Sinais vitais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0A8DAF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8E6188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E475C6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2B12DE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23A668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57B6B8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AD9263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3EADD9FF" w14:textId="5B642145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2E90D704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01B452CD" w14:textId="77777777" w:rsidTr="00DE7AB3">
        <w:trPr>
          <w:trHeight w:val="305"/>
        </w:trPr>
        <w:tc>
          <w:tcPr>
            <w:tcW w:w="0" w:type="auto"/>
          </w:tcPr>
          <w:p w14:paraId="53F3F6C4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</w:t>
            </w:r>
          </w:p>
        </w:tc>
        <w:tc>
          <w:tcPr>
            <w:tcW w:w="0" w:type="auto"/>
          </w:tcPr>
          <w:p w14:paraId="514E8FD9" w14:textId="77777777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Diagnóstico, problemas ou condições de saúde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C27A97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89E1DB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4E5DDC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178EF6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7854EC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02B4A7C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7D5410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3F15F549" w14:textId="1181C2D8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486FBD0C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4C95B4F0" w14:textId="77777777" w:rsidTr="00DE7AB3">
        <w:trPr>
          <w:trHeight w:val="305"/>
        </w:trPr>
        <w:tc>
          <w:tcPr>
            <w:tcW w:w="0" w:type="auto"/>
          </w:tcPr>
          <w:p w14:paraId="7DD922FD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</w:t>
            </w:r>
          </w:p>
        </w:tc>
        <w:tc>
          <w:tcPr>
            <w:tcW w:w="0" w:type="auto"/>
          </w:tcPr>
          <w:p w14:paraId="6C7E1C2D" w14:textId="40096F59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Alergias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D0BEE1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DB90EF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F7FFF3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C6D85A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0ADB18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2819CE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16C4D1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0DA2C973" w14:textId="192B36E1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3916E97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728DD38A" w14:textId="77777777" w:rsidTr="00DE7AB3">
        <w:trPr>
          <w:trHeight w:val="305"/>
        </w:trPr>
        <w:tc>
          <w:tcPr>
            <w:tcW w:w="0" w:type="auto"/>
          </w:tcPr>
          <w:p w14:paraId="1511C0A8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</w:p>
        </w:tc>
        <w:tc>
          <w:tcPr>
            <w:tcW w:w="0" w:type="auto"/>
          </w:tcPr>
          <w:p w14:paraId="2575CA33" w14:textId="73A5C0B0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Vacinas administradas ao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2DACC7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EE1AA39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24C15C4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BEBB78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CEB854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26545E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23820A4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1DAC9792" w14:textId="1D53BA09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013F826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49F9BBBE" w14:textId="77777777" w:rsidTr="00DE7AB3">
        <w:trPr>
          <w:trHeight w:val="305"/>
        </w:trPr>
        <w:tc>
          <w:tcPr>
            <w:tcW w:w="0" w:type="auto"/>
          </w:tcPr>
          <w:p w14:paraId="7AC3CBF6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</w:t>
            </w:r>
          </w:p>
        </w:tc>
        <w:tc>
          <w:tcPr>
            <w:tcW w:w="0" w:type="auto"/>
          </w:tcPr>
          <w:p w14:paraId="447487E4" w14:textId="77777777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Histórico ou anotações clínicas sobre o atendimento ao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E9474A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04CB4F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9C7305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9962D7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15AAFA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F1184D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E21160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59C46BFA" w14:textId="797892A9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5F6F401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3C937E5B" w14:textId="77777777" w:rsidTr="00DE7AB3">
        <w:trPr>
          <w:trHeight w:val="305"/>
        </w:trPr>
        <w:tc>
          <w:tcPr>
            <w:tcW w:w="0" w:type="auto"/>
          </w:tcPr>
          <w:p w14:paraId="0CA453A0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</w:t>
            </w:r>
          </w:p>
        </w:tc>
        <w:tc>
          <w:tcPr>
            <w:tcW w:w="0" w:type="auto"/>
          </w:tcPr>
          <w:p w14:paraId="2367EB70" w14:textId="5B12738A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Anotações de enfermagem sobre 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4BFDE4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FC0668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329024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7487BE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2C7777D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93FC3F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E4D8E2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66FAEBAB" w14:textId="5EA39A96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432FFA4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416175ED" w14:textId="77777777" w:rsidTr="00DE7AB3">
        <w:trPr>
          <w:trHeight w:val="305"/>
        </w:trPr>
        <w:tc>
          <w:tcPr>
            <w:tcW w:w="0" w:type="auto"/>
          </w:tcPr>
          <w:p w14:paraId="4783955E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F</w:t>
            </w:r>
          </w:p>
        </w:tc>
        <w:tc>
          <w:tcPr>
            <w:tcW w:w="0" w:type="auto"/>
          </w:tcPr>
          <w:p w14:paraId="1F38FAEA" w14:textId="7EF204B2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Resultados de exames laboratoriais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7FE984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D24E19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AF02D9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B1290E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24D3EC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86E9BA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6555DE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453DE3C2" w14:textId="59B240B8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7257720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1122BFDC" w14:textId="77777777" w:rsidTr="00DE7AB3">
        <w:trPr>
          <w:trHeight w:val="305"/>
        </w:trPr>
        <w:tc>
          <w:tcPr>
            <w:tcW w:w="0" w:type="auto"/>
          </w:tcPr>
          <w:p w14:paraId="3D1C6731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G</w:t>
            </w:r>
          </w:p>
        </w:tc>
        <w:tc>
          <w:tcPr>
            <w:tcW w:w="0" w:type="auto"/>
          </w:tcPr>
          <w:p w14:paraId="0641E2EC" w14:textId="2EED4684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Laudos de exames radiológicos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8AB3C2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C2F2B1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893D39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A28117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E33712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3689AED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B05C36D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7FEF5FB1" w14:textId="4786D6E6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1D37017D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54718410" w14:textId="77777777" w:rsidTr="00DE7AB3">
        <w:trPr>
          <w:trHeight w:val="305"/>
        </w:trPr>
        <w:tc>
          <w:tcPr>
            <w:tcW w:w="0" w:type="auto"/>
          </w:tcPr>
          <w:p w14:paraId="6CDFFDDB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H</w:t>
            </w:r>
          </w:p>
        </w:tc>
        <w:tc>
          <w:tcPr>
            <w:tcW w:w="0" w:type="auto"/>
          </w:tcPr>
          <w:p w14:paraId="025261B5" w14:textId="260050B5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Imagens de exames radiológicos do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D7B1C7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6FF040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04A5D6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FED2E1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90E6972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8F0179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DC72D77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44AD81FF" w14:textId="1C56556B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4F60DA5E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751A010B" w14:textId="77777777" w:rsidTr="00DE7AB3">
        <w:trPr>
          <w:trHeight w:val="305"/>
        </w:trPr>
        <w:tc>
          <w:tcPr>
            <w:tcW w:w="0" w:type="auto"/>
          </w:tcPr>
          <w:p w14:paraId="7024998B" w14:textId="77777777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</w:t>
            </w:r>
          </w:p>
        </w:tc>
        <w:tc>
          <w:tcPr>
            <w:tcW w:w="0" w:type="auto"/>
          </w:tcPr>
          <w:p w14:paraId="39E0FF13" w14:textId="69C48AF4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Lista de medicamentos prescritos ao paciente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7A64EED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122E9778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20758101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6E2D5DC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733323C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21B156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441179B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3E075151" w14:textId="084DDE86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39C75330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  <w:tr w:rsidR="00E53897" w14:paraId="17564C5E" w14:textId="77777777" w:rsidTr="00DE7AB3">
        <w:trPr>
          <w:trHeight w:val="305"/>
        </w:trPr>
        <w:tc>
          <w:tcPr>
            <w:tcW w:w="0" w:type="auto"/>
          </w:tcPr>
          <w:p w14:paraId="5CDFC9F0" w14:textId="77910BE6" w:rsidR="00E53897" w:rsidRDefault="00E53897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N</w:t>
            </w:r>
          </w:p>
        </w:tc>
        <w:tc>
          <w:tcPr>
            <w:tcW w:w="0" w:type="auto"/>
          </w:tcPr>
          <w:p w14:paraId="63FD7F75" w14:textId="7A867833" w:rsidR="00E53897" w:rsidRDefault="00E53897" w:rsidP="00E5389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Relatório de procedimentos cirúrgicos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F0F957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63E556D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0412575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0E46F1EB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52BB73F3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C5C183A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</w:t>
            </w:r>
          </w:p>
        </w:tc>
        <w:tc>
          <w:tcPr>
            <w:tcW w:w="0" w:type="auto"/>
            <w:shd w:val="solid" w:color="FFFFFF" w:fill="auto"/>
            <w:vAlign w:val="center"/>
          </w:tcPr>
          <w:p w14:paraId="741A58EF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947" w:type="dxa"/>
            <w:shd w:val="solid" w:color="FFFFFF" w:fill="auto"/>
            <w:vAlign w:val="center"/>
          </w:tcPr>
          <w:p w14:paraId="7F90969D" w14:textId="3C6B18FB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98</w:t>
            </w:r>
          </w:p>
        </w:tc>
        <w:tc>
          <w:tcPr>
            <w:tcW w:w="1276" w:type="dxa"/>
            <w:shd w:val="solid" w:color="FFFFFF" w:fill="auto"/>
            <w:vAlign w:val="center"/>
          </w:tcPr>
          <w:p w14:paraId="68EEF786" w14:textId="77777777" w:rsidR="00E53897" w:rsidRDefault="00E53897" w:rsidP="00DB1FE4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99</w:t>
            </w:r>
          </w:p>
        </w:tc>
      </w:tr>
    </w:tbl>
    <w:p w14:paraId="3FFD81D6" w14:textId="77777777" w:rsidR="009D6C60" w:rsidRPr="00810173" w:rsidRDefault="009D6C60" w:rsidP="00D11333">
      <w:pPr>
        <w:jc w:val="both"/>
        <w:rPr>
          <w:rFonts w:cs="Arial"/>
          <w:b/>
          <w:sz w:val="20"/>
        </w:rPr>
      </w:pPr>
    </w:p>
    <w:p w14:paraId="2533B0BD" w14:textId="77777777" w:rsidR="006F1C16" w:rsidRPr="00810173" w:rsidRDefault="006F1C16" w:rsidP="00D11333">
      <w:pPr>
        <w:jc w:val="both"/>
        <w:rPr>
          <w:rFonts w:cs="Arial"/>
          <w:b/>
          <w:sz w:val="20"/>
        </w:rPr>
      </w:pPr>
    </w:p>
    <w:p w14:paraId="596C275D" w14:textId="20BD9911" w:rsidR="0077247A" w:rsidRPr="00EA4E5C" w:rsidRDefault="0077247A" w:rsidP="00C647F3">
      <w:pPr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SOMENTE SE CÓD.</w:t>
      </w:r>
      <w:r w:rsidR="00470E8D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1 EM QUALQUER ITEM DA F6_1</w:t>
      </w:r>
      <w:r w:rsidRPr="00DE7AB3">
        <w:rPr>
          <w:rFonts w:cs="Arial"/>
          <w:b/>
          <w:bCs/>
          <w:sz w:val="20"/>
        </w:rPr>
        <w:t xml:space="preserve"> ###</w:t>
      </w:r>
    </w:p>
    <w:p w14:paraId="252EF84C" w14:textId="77777777" w:rsidR="0077247A" w:rsidRDefault="0077247A" w:rsidP="00D11333">
      <w:pPr>
        <w:ind w:left="851" w:hanging="851"/>
        <w:jc w:val="both"/>
        <w:rPr>
          <w:rFonts w:cs="Arial"/>
          <w:b/>
          <w:sz w:val="20"/>
        </w:rPr>
      </w:pPr>
    </w:p>
    <w:p w14:paraId="15F84976" w14:textId="7AD6EA2A" w:rsidR="00040792" w:rsidRDefault="000507BF" w:rsidP="0077247A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F6_2)</w:t>
      </w:r>
      <w:r w:rsidRPr="00D11333">
        <w:rPr>
          <w:rFonts w:cs="Arial"/>
          <w:sz w:val="20"/>
        </w:rPr>
        <w:t xml:space="preserve"> </w:t>
      </w:r>
      <w:r w:rsidR="0009231E" w:rsidRPr="00D11333">
        <w:rPr>
          <w:rFonts w:cs="Arial"/>
          <w:sz w:val="20"/>
        </w:rPr>
        <w:t xml:space="preserve">Para ter acesso a estas </w:t>
      </w:r>
      <w:r w:rsidR="003175EA">
        <w:rPr>
          <w:rFonts w:cs="Arial"/>
          <w:sz w:val="20"/>
        </w:rPr>
        <w:t>informações,</w:t>
      </w:r>
      <w:r w:rsidR="0009231E" w:rsidRPr="00D11333">
        <w:rPr>
          <w:rFonts w:cs="Arial"/>
          <w:sz w:val="20"/>
        </w:rPr>
        <w:t xml:space="preserve"> o(a) </w:t>
      </w:r>
      <w:r w:rsidR="0077247A">
        <w:rPr>
          <w:rFonts w:cs="Arial"/>
          <w:sz w:val="20"/>
        </w:rPr>
        <w:t>s</w:t>
      </w:r>
      <w:r w:rsidR="0009231E" w:rsidRPr="00D11333">
        <w:rPr>
          <w:rFonts w:cs="Arial"/>
          <w:sz w:val="20"/>
        </w:rPr>
        <w:t>enhor(a)</w:t>
      </w:r>
      <w:r w:rsidR="00125073">
        <w:rPr>
          <w:rFonts w:cs="Arial"/>
          <w:sz w:val="20"/>
        </w:rPr>
        <w:t xml:space="preserve"> ___________</w:t>
      </w:r>
      <w:r w:rsidR="009D382F" w:rsidRPr="00D11333">
        <w:rPr>
          <w:rFonts w:cs="Arial"/>
          <w:b/>
          <w:sz w:val="20"/>
        </w:rPr>
        <w:t xml:space="preserve"> </w:t>
      </w:r>
      <w:r w:rsidR="00172E67" w:rsidRPr="00D11333">
        <w:rPr>
          <w:rFonts w:cs="Arial"/>
          <w:b/>
          <w:sz w:val="20"/>
        </w:rPr>
        <w:t>(</w:t>
      </w:r>
      <w:r w:rsidR="009D382F" w:rsidRPr="00D11333">
        <w:rPr>
          <w:rFonts w:cs="Arial"/>
          <w:b/>
          <w:sz w:val="20"/>
        </w:rPr>
        <w:t>LE</w:t>
      </w:r>
      <w:r w:rsidR="00470E8D">
        <w:rPr>
          <w:rFonts w:cs="Arial"/>
          <w:b/>
          <w:sz w:val="20"/>
        </w:rPr>
        <w:t>IA AS</w:t>
      </w:r>
      <w:r w:rsidR="009D382F" w:rsidRPr="00D11333">
        <w:rPr>
          <w:rFonts w:cs="Arial"/>
          <w:b/>
          <w:sz w:val="20"/>
        </w:rPr>
        <w:t xml:space="preserve"> OPÇÕES DE RESPOSTA</w:t>
      </w:r>
      <w:r w:rsidR="00172E67" w:rsidRPr="00D11333">
        <w:rPr>
          <w:rFonts w:cs="Arial"/>
          <w:b/>
          <w:sz w:val="20"/>
        </w:rPr>
        <w:t xml:space="preserve"> – RU POR LINHA)</w:t>
      </w:r>
      <w:r w:rsidR="009D382F" w:rsidRPr="00D11333">
        <w:rPr>
          <w:rFonts w:cs="Arial"/>
          <w:b/>
          <w:sz w:val="20"/>
        </w:rPr>
        <w:t>:</w:t>
      </w:r>
    </w:p>
    <w:p w14:paraId="71270323" w14:textId="77777777" w:rsidR="0077247A" w:rsidRPr="00D11333" w:rsidRDefault="0077247A" w:rsidP="00D11333">
      <w:pPr>
        <w:ind w:left="851" w:hanging="851"/>
        <w:jc w:val="both"/>
        <w:rPr>
          <w:rFonts w:cs="Arial"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"/>
        <w:gridCol w:w="5818"/>
        <w:gridCol w:w="992"/>
        <w:gridCol w:w="1132"/>
        <w:gridCol w:w="1134"/>
        <w:gridCol w:w="1132"/>
      </w:tblGrid>
      <w:tr w:rsidR="00172E67" w:rsidRPr="00D11333" w14:paraId="2A3AEEBB" w14:textId="77777777" w:rsidTr="00DE7AB3">
        <w:trPr>
          <w:cantSplit/>
        </w:trPr>
        <w:tc>
          <w:tcPr>
            <w:tcW w:w="29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B05CAA" w14:textId="77777777" w:rsidR="00172E67" w:rsidRPr="00D11333" w:rsidRDefault="00172E67" w:rsidP="00D1133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9E7B" w14:textId="77777777" w:rsidR="00172E67" w:rsidRPr="0077247A" w:rsidRDefault="0077247A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F9B6C" w14:textId="77777777" w:rsidR="00172E67" w:rsidRPr="0077247A" w:rsidRDefault="0077247A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28D6" w14:textId="22DAE13B" w:rsidR="00172E67" w:rsidRPr="00D11333" w:rsidRDefault="00172E67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54F2B" w:rsidRPr="00D11333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470E8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D441D" w14:textId="11326119" w:rsidR="00172E67" w:rsidRPr="00D11333" w:rsidRDefault="00172E67" w:rsidP="00D11333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54F2B" w:rsidRPr="00D11333">
              <w:rPr>
                <w:rFonts w:ascii="Arial" w:hAnsi="Arial" w:cs="Arial"/>
                <w:b/>
                <w:sz w:val="20"/>
                <w:szCs w:val="20"/>
              </w:rPr>
              <w:t>ESP</w:t>
            </w:r>
            <w:r w:rsidR="00470E8D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312A1E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72E67" w:rsidRPr="00D11333" w14:paraId="2B042E0C" w14:textId="77777777" w:rsidTr="00DE7AB3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5442A" w14:textId="77777777" w:rsidR="00172E67" w:rsidRPr="0077247A" w:rsidRDefault="00C166E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1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74DCFE" w14:textId="77777777" w:rsidR="00172E67" w:rsidRPr="00D11333" w:rsidRDefault="00172E67" w:rsidP="00D11333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 Usa uma senha de acesso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EDF07" w14:textId="77777777" w:rsidR="00172E67" w:rsidRPr="00D11333" w:rsidRDefault="00172E67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EF8D1" w14:textId="77777777" w:rsidR="00172E67" w:rsidRPr="00D11333" w:rsidRDefault="00172E67" w:rsidP="00DB4562">
            <w:pPr>
              <w:pStyle w:val="Default"/>
              <w:ind w:right="1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C4BB5" w14:textId="77777777" w:rsidR="00172E67" w:rsidRPr="00D11333" w:rsidRDefault="00172E67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13A3F" w14:textId="77777777" w:rsidR="00172E67" w:rsidRPr="00D11333" w:rsidRDefault="00172E67" w:rsidP="00DB4562">
            <w:pPr>
              <w:pStyle w:val="Default"/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172E67" w:rsidRPr="00D11333" w14:paraId="35C35BB9" w14:textId="77777777" w:rsidTr="00DE7AB3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74DD0" w14:textId="77777777" w:rsidR="00172E67" w:rsidRPr="0077247A" w:rsidRDefault="00C166E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0FB08" w14:textId="77777777" w:rsidR="00172E67" w:rsidRPr="00D11333" w:rsidRDefault="00172E67" w:rsidP="003175EA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Usa certificado digital 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B2CE9" w14:textId="77777777" w:rsidR="00172E67" w:rsidRPr="006276CA" w:rsidRDefault="00172E67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6B9AA" w14:textId="77777777" w:rsidR="00172E67" w:rsidRPr="006276CA" w:rsidRDefault="00172E67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D927C" w14:textId="77777777" w:rsidR="00172E67" w:rsidRPr="006276CA" w:rsidRDefault="00172E67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9962F" w14:textId="77777777" w:rsidR="00172E67" w:rsidRPr="006276CA" w:rsidRDefault="00172E67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172E67" w:rsidRPr="00D11333" w14:paraId="579CA7FB" w14:textId="77777777" w:rsidTr="00DE7AB3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28919" w14:textId="77777777" w:rsidR="00172E67" w:rsidRPr="0077247A" w:rsidRDefault="00C166E9" w:rsidP="007C46B5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3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724319" w14:textId="20F1D7C3" w:rsidR="00172E67" w:rsidRPr="00D11333" w:rsidRDefault="00172E67" w:rsidP="00D11333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Usa biometria</w:t>
            </w:r>
            <w:r w:rsidR="002D0F4F">
              <w:rPr>
                <w:rFonts w:cs="Arial"/>
                <w:sz w:val="20"/>
              </w:rPr>
              <w:t xml:space="preserve"> por reconhecimento facial ou digital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4E6B4" w14:textId="77777777" w:rsidR="00172E67" w:rsidRPr="006276CA" w:rsidRDefault="00172E67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37250" w14:textId="77777777" w:rsidR="00172E67" w:rsidRPr="006276CA" w:rsidRDefault="00172E67" w:rsidP="00DB4562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5489F" w14:textId="77777777" w:rsidR="00172E67" w:rsidRPr="006276CA" w:rsidRDefault="00172E67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FC245" w14:textId="77777777" w:rsidR="00172E67" w:rsidRPr="006276CA" w:rsidRDefault="00172E67" w:rsidP="00DB4562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0446FE4B" w14:textId="77A0630B" w:rsidR="00F142E2" w:rsidRDefault="00F142E2" w:rsidP="00D11333">
      <w:pPr>
        <w:ind w:left="851" w:hanging="851"/>
        <w:jc w:val="both"/>
        <w:rPr>
          <w:rFonts w:cs="Arial"/>
          <w:sz w:val="20"/>
        </w:rPr>
      </w:pPr>
    </w:p>
    <w:p w14:paraId="6FD93B6E" w14:textId="245FB047" w:rsidR="004B6511" w:rsidRDefault="004B6511" w:rsidP="008714AB">
      <w:pPr>
        <w:rPr>
          <w:rFonts w:cs="Arial"/>
          <w:bCs/>
          <w:sz w:val="20"/>
        </w:rPr>
      </w:pPr>
      <w:r>
        <w:rPr>
          <w:rFonts w:cs="Arial"/>
          <w:b/>
          <w:sz w:val="20"/>
        </w:rPr>
        <w:t>F6_</w:t>
      </w:r>
      <w:r w:rsidR="00D42750">
        <w:rPr>
          <w:rFonts w:cs="Arial"/>
          <w:b/>
          <w:sz w:val="20"/>
        </w:rPr>
        <w:t>3</w:t>
      </w:r>
      <w:r>
        <w:rPr>
          <w:rFonts w:cs="Arial"/>
          <w:b/>
          <w:sz w:val="20"/>
        </w:rPr>
        <w:t xml:space="preserve">) </w:t>
      </w:r>
      <w:r w:rsidR="00362FCD">
        <w:rPr>
          <w:rFonts w:cs="Arial"/>
          <w:bCs/>
          <w:sz w:val="20"/>
        </w:rPr>
        <w:t>O</w:t>
      </w:r>
      <w:r>
        <w:rPr>
          <w:rFonts w:cs="Arial"/>
          <w:bCs/>
          <w:sz w:val="20"/>
        </w:rPr>
        <w:t>(</w:t>
      </w:r>
      <w:r w:rsidR="00362FCD">
        <w:rPr>
          <w:rFonts w:cs="Arial"/>
          <w:bCs/>
          <w:sz w:val="20"/>
        </w:rPr>
        <w:t>A</w:t>
      </w:r>
      <w:r>
        <w:rPr>
          <w:rFonts w:cs="Arial"/>
          <w:bCs/>
          <w:sz w:val="20"/>
        </w:rPr>
        <w:t xml:space="preserve">) senhor(a) </w:t>
      </w:r>
      <w:r w:rsidR="001D1094">
        <w:rPr>
          <w:rFonts w:cs="Arial"/>
          <w:bCs/>
          <w:sz w:val="20"/>
        </w:rPr>
        <w:t>participou de</w:t>
      </w:r>
      <w:r>
        <w:rPr>
          <w:rFonts w:cs="Arial"/>
          <w:bCs/>
          <w:sz w:val="20"/>
        </w:rPr>
        <w:t xml:space="preserve"> algum curso ou treinamento sobre segurança da informação nos últimos 12 meses? </w:t>
      </w:r>
      <w:r>
        <w:rPr>
          <w:rFonts w:cs="Arial"/>
          <w:b/>
          <w:sz w:val="20"/>
        </w:rPr>
        <w:t>(</w:t>
      </w:r>
      <w:r w:rsidRPr="00810173">
        <w:rPr>
          <w:rFonts w:cs="Arial"/>
          <w:b/>
          <w:sz w:val="20"/>
        </w:rPr>
        <w:t>RU)</w:t>
      </w:r>
    </w:p>
    <w:p w14:paraId="1D11E3C1" w14:textId="17E9DFB1" w:rsidR="004B6511" w:rsidRDefault="004B6511" w:rsidP="008714AB">
      <w:pPr>
        <w:rPr>
          <w:rFonts w:cs="Arial"/>
          <w:bCs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4B6511" w:rsidRPr="00D11333" w14:paraId="1536C1E2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286279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684F0" w14:textId="7A30F805" w:rsidR="004B6511" w:rsidRPr="00D11333" w:rsidRDefault="004B6511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</w:tr>
      <w:tr w:rsidR="004B6511" w:rsidRPr="00D11333" w14:paraId="386C644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8B4A5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70AF5" w14:textId="7FA571A3" w:rsidR="004B6511" w:rsidRPr="00D11333" w:rsidRDefault="004B6511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</w:tr>
      <w:tr w:rsidR="004B6511" w:rsidRPr="00D11333" w14:paraId="6F102988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84DD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5D02C" w14:textId="52E83804" w:rsidR="004B6511" w:rsidRPr="00D11333" w:rsidRDefault="004B6511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4B6511" w:rsidRPr="00D11333" w14:paraId="2A1A71F3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648DB" w14:textId="77777777" w:rsidR="004B6511" w:rsidRPr="005378E5" w:rsidRDefault="004B6511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5DC8A" w14:textId="1EB02BF1" w:rsidR="004B6511" w:rsidRPr="00D11333" w:rsidRDefault="004B6511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</w:tbl>
    <w:p w14:paraId="02374DB7" w14:textId="77777777" w:rsidR="004B6511" w:rsidRPr="001D1094" w:rsidRDefault="004B6511" w:rsidP="008714AB">
      <w:pPr>
        <w:rPr>
          <w:rFonts w:cs="Arial"/>
          <w:bCs/>
          <w:sz w:val="20"/>
        </w:rPr>
      </w:pPr>
    </w:p>
    <w:p w14:paraId="50DE7F61" w14:textId="04F5A03B" w:rsidR="004B6511" w:rsidRPr="00EA4E5C" w:rsidRDefault="004B6511" w:rsidP="004B6511">
      <w:pPr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SOMENTE SE CÓD. 1 NA F6_</w:t>
      </w:r>
      <w:r w:rsidR="00A46913" w:rsidRPr="00EA4E5C">
        <w:rPr>
          <w:rFonts w:cs="Arial"/>
          <w:b/>
          <w:sz w:val="20"/>
        </w:rPr>
        <w:t>3</w:t>
      </w:r>
      <w:r w:rsidRPr="00DE7AB3">
        <w:rPr>
          <w:rFonts w:cs="Arial"/>
          <w:b/>
          <w:bCs/>
          <w:sz w:val="20"/>
        </w:rPr>
        <w:t xml:space="preserve"> ###</w:t>
      </w:r>
    </w:p>
    <w:p w14:paraId="45560981" w14:textId="237CB694" w:rsidR="004B6511" w:rsidRDefault="004B6511" w:rsidP="008714AB">
      <w:pPr>
        <w:rPr>
          <w:rFonts w:cs="Arial"/>
          <w:b/>
          <w:sz w:val="20"/>
        </w:rPr>
      </w:pPr>
    </w:p>
    <w:p w14:paraId="424115F6" w14:textId="26F945FF" w:rsidR="004B6511" w:rsidRDefault="004B6511" w:rsidP="004B6511">
      <w:pPr>
        <w:rPr>
          <w:rFonts w:cs="Arial"/>
          <w:bCs/>
          <w:sz w:val="20"/>
        </w:rPr>
      </w:pPr>
      <w:r>
        <w:rPr>
          <w:rFonts w:cs="Arial"/>
          <w:b/>
          <w:sz w:val="20"/>
        </w:rPr>
        <w:t>F6_</w:t>
      </w:r>
      <w:r w:rsidR="00D42750">
        <w:rPr>
          <w:rFonts w:cs="Arial"/>
          <w:b/>
          <w:sz w:val="20"/>
        </w:rPr>
        <w:t>3A</w:t>
      </w:r>
      <w:r>
        <w:rPr>
          <w:rFonts w:cs="Arial"/>
          <w:b/>
          <w:sz w:val="20"/>
        </w:rPr>
        <w:t xml:space="preserve">) </w:t>
      </w:r>
      <w:r>
        <w:rPr>
          <w:rFonts w:cs="Arial"/>
          <w:bCs/>
          <w:sz w:val="20"/>
        </w:rPr>
        <w:t xml:space="preserve">E esse curso ou treinamento sobre segurança da informação... </w:t>
      </w:r>
      <w:r>
        <w:rPr>
          <w:rFonts w:cs="Arial"/>
          <w:b/>
          <w:sz w:val="20"/>
        </w:rPr>
        <w:t>(</w:t>
      </w:r>
      <w:r w:rsidRPr="00D11333">
        <w:rPr>
          <w:rFonts w:cs="Arial"/>
          <w:b/>
          <w:sz w:val="20"/>
        </w:rPr>
        <w:t>LE</w:t>
      </w:r>
      <w:r w:rsidR="00D5223E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OPÇÕES DE RESPOSTA </w:t>
      </w:r>
      <w:r w:rsidR="00FF3063" w:rsidRPr="00D11333">
        <w:rPr>
          <w:rFonts w:cs="Arial"/>
          <w:b/>
          <w:sz w:val="20"/>
        </w:rPr>
        <w:t>–</w:t>
      </w:r>
      <w:r w:rsidR="00FF3063">
        <w:rPr>
          <w:rFonts w:cs="Arial"/>
          <w:b/>
          <w:sz w:val="20"/>
        </w:rPr>
        <w:t xml:space="preserve"> </w:t>
      </w:r>
      <w:r w:rsidRPr="00810173">
        <w:rPr>
          <w:rFonts w:cs="Arial"/>
          <w:b/>
          <w:sz w:val="20"/>
        </w:rPr>
        <w:t>RU POR LINHA)</w:t>
      </w:r>
    </w:p>
    <w:p w14:paraId="55F45DAD" w14:textId="77777777" w:rsidR="004B6511" w:rsidRDefault="004B6511" w:rsidP="004B6511">
      <w:pPr>
        <w:rPr>
          <w:rFonts w:cs="Arial"/>
          <w:bCs/>
          <w:sz w:val="20"/>
        </w:rPr>
      </w:pPr>
    </w:p>
    <w:tbl>
      <w:tblPr>
        <w:tblW w:w="4981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"/>
        <w:gridCol w:w="5815"/>
        <w:gridCol w:w="1099"/>
        <w:gridCol w:w="1099"/>
        <w:gridCol w:w="1099"/>
        <w:gridCol w:w="1096"/>
      </w:tblGrid>
      <w:tr w:rsidR="004B6511" w:rsidRPr="00D11333" w14:paraId="5ADE678F" w14:textId="77777777" w:rsidTr="00DE7AB3">
        <w:trPr>
          <w:cantSplit/>
        </w:trPr>
        <w:tc>
          <w:tcPr>
            <w:tcW w:w="290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CBD5E5" w14:textId="77777777" w:rsidR="004B6511" w:rsidRPr="00D11333" w:rsidRDefault="004B6511" w:rsidP="004E3AF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8E22" w14:textId="77777777" w:rsidR="004B6511" w:rsidRPr="0077247A" w:rsidRDefault="004B6511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E5CF6" w14:textId="77777777" w:rsidR="004B6511" w:rsidRPr="0077247A" w:rsidRDefault="004B6511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47A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0FC18" w14:textId="367A6930" w:rsidR="004B6511" w:rsidRPr="00D11333" w:rsidRDefault="004B6511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D5223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3FD6F" w14:textId="3F760448" w:rsidR="004B6511" w:rsidRPr="00D11333" w:rsidRDefault="004B6511" w:rsidP="004E3AF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D11333">
              <w:rPr>
                <w:rFonts w:ascii="Arial" w:hAnsi="Arial" w:cs="Arial"/>
                <w:b/>
                <w:sz w:val="20"/>
                <w:szCs w:val="20"/>
              </w:rPr>
              <w:t>(ESP</w:t>
            </w:r>
            <w:r w:rsidR="00D5223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B7AE6" w:rsidRPr="00D11333" w14:paraId="205C0D65" w14:textId="77777777" w:rsidTr="00BB7AE6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37C9CB" w14:textId="77777777" w:rsidR="004B6511" w:rsidRPr="0077247A" w:rsidRDefault="004B6511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1</w:t>
            </w:r>
          </w:p>
        </w:tc>
        <w:tc>
          <w:tcPr>
            <w:tcW w:w="2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453959" w14:textId="44A99F35" w:rsidR="004B6511" w:rsidRPr="00D11333" w:rsidRDefault="004B6511" w:rsidP="004E3AF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Foi oferecido pelo estabelecimento de saúde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60BE9" w14:textId="77777777" w:rsidR="004B6511" w:rsidRPr="00D11333" w:rsidRDefault="004B6511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3B7CB" w14:textId="77777777" w:rsidR="004B6511" w:rsidRPr="00D11333" w:rsidRDefault="004B6511" w:rsidP="004E3AF1">
            <w:pPr>
              <w:pStyle w:val="Default"/>
              <w:ind w:right="1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ED1E5" w14:textId="77777777" w:rsidR="004B6511" w:rsidRPr="00D11333" w:rsidRDefault="004B6511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70E4B" w14:textId="77777777" w:rsidR="004B6511" w:rsidRPr="00D11333" w:rsidRDefault="004B6511" w:rsidP="004E3AF1">
            <w:pPr>
              <w:pStyle w:val="Default"/>
              <w:ind w:righ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333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BB7AE6" w:rsidRPr="00D11333" w14:paraId="7D85CF9B" w14:textId="77777777" w:rsidTr="00BB7AE6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8D5F" w14:textId="77777777" w:rsidR="004B6511" w:rsidRPr="0077247A" w:rsidRDefault="004B6511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lastRenderedPageBreak/>
              <w:t>2</w:t>
            </w:r>
          </w:p>
        </w:tc>
        <w:tc>
          <w:tcPr>
            <w:tcW w:w="2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8E3966" w14:textId="65623041" w:rsidR="004B6511" w:rsidRPr="00D11333" w:rsidRDefault="004B6511" w:rsidP="004E3AF1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Foi oferecido pela </w:t>
            </w:r>
            <w:r w:rsidR="00821309"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 xml:space="preserve">ecretaria de </w:t>
            </w:r>
            <w:r w:rsidR="00821309">
              <w:rPr>
                <w:rFonts w:cs="Arial"/>
                <w:sz w:val="20"/>
              </w:rPr>
              <w:t>S</w:t>
            </w:r>
            <w:r>
              <w:rPr>
                <w:rFonts w:cs="Arial"/>
                <w:sz w:val="20"/>
              </w:rPr>
              <w:t>aúde</w:t>
            </w:r>
            <w:r w:rsidRPr="00D11333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CC743" w14:textId="77777777" w:rsidR="004B6511" w:rsidRPr="006276CA" w:rsidRDefault="004B6511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51A92" w14:textId="77777777" w:rsidR="004B6511" w:rsidRPr="006276CA" w:rsidRDefault="004B6511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94CF3" w14:textId="77777777" w:rsidR="004B6511" w:rsidRPr="006276CA" w:rsidRDefault="004B6511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9CE22" w14:textId="77777777" w:rsidR="004B6511" w:rsidRPr="006276CA" w:rsidRDefault="004B6511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BB7AE6" w:rsidRPr="00D11333" w14:paraId="2FA6DAB8" w14:textId="77777777" w:rsidTr="00BB7AE6">
        <w:trPr>
          <w:cantSplit/>
        </w:trPr>
        <w:tc>
          <w:tcPr>
            <w:tcW w:w="1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A64AC" w14:textId="77777777" w:rsidR="004B6511" w:rsidRPr="0077247A" w:rsidRDefault="004B6511" w:rsidP="004E3AF1">
            <w:pPr>
              <w:jc w:val="center"/>
              <w:rPr>
                <w:rFonts w:cs="Arial"/>
                <w:sz w:val="20"/>
              </w:rPr>
            </w:pPr>
            <w:r w:rsidRPr="0077247A">
              <w:rPr>
                <w:rFonts w:cs="Arial"/>
                <w:sz w:val="20"/>
              </w:rPr>
              <w:t>3</w:t>
            </w:r>
          </w:p>
        </w:tc>
        <w:tc>
          <w:tcPr>
            <w:tcW w:w="27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4DB99" w14:textId="6DA3F2B4" w:rsidR="004B6511" w:rsidRPr="00D11333" w:rsidRDefault="004B6511" w:rsidP="004E3AF1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</w:t>
            </w:r>
            <w:r w:rsidR="00362FCD">
              <w:rPr>
                <w:rFonts w:cs="Arial"/>
                <w:sz w:val="20"/>
              </w:rPr>
              <w:t xml:space="preserve">Foi feito </w:t>
            </w:r>
            <w:r w:rsidR="007A7576">
              <w:rPr>
                <w:rFonts w:cs="Arial"/>
                <w:sz w:val="20"/>
              </w:rPr>
              <w:t xml:space="preserve">por conta </w:t>
            </w:r>
            <w:r w:rsidR="001D1094">
              <w:rPr>
                <w:rFonts w:cs="Arial"/>
                <w:sz w:val="20"/>
              </w:rPr>
              <w:t>própria</w:t>
            </w:r>
            <w:r w:rsidR="007A7576">
              <w:rPr>
                <w:rFonts w:cs="Arial"/>
                <w:sz w:val="20"/>
              </w:rPr>
              <w:t>, fora do estabelecimento em que trabalha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5080" w14:textId="77777777" w:rsidR="004B6511" w:rsidRPr="006276CA" w:rsidRDefault="004B6511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22920" w14:textId="77777777" w:rsidR="004B6511" w:rsidRPr="006276CA" w:rsidRDefault="004B6511" w:rsidP="004E3AF1">
            <w:pPr>
              <w:pStyle w:val="Default"/>
              <w:ind w:right="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0764F" w14:textId="77777777" w:rsidR="004B6511" w:rsidRPr="006276CA" w:rsidRDefault="004B6511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8BB1" w14:textId="77777777" w:rsidR="004B6511" w:rsidRPr="006276CA" w:rsidRDefault="004B6511" w:rsidP="004E3AF1">
            <w:pPr>
              <w:pStyle w:val="Default"/>
              <w:ind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6CA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</w:tbl>
    <w:p w14:paraId="02750756" w14:textId="50BD1DAB" w:rsidR="004B6511" w:rsidRDefault="004B6511" w:rsidP="008714AB">
      <w:pPr>
        <w:rPr>
          <w:rFonts w:cs="Arial"/>
          <w:b/>
          <w:sz w:val="20"/>
        </w:rPr>
      </w:pPr>
    </w:p>
    <w:p w14:paraId="21FB6BB7" w14:textId="1D1E83C9" w:rsidR="00194D7C" w:rsidRPr="00810173" w:rsidRDefault="00194D7C" w:rsidP="00D11333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 xml:space="preserve">F7A) </w:t>
      </w:r>
      <w:r w:rsidR="003D272E" w:rsidRPr="00810173">
        <w:rPr>
          <w:rFonts w:cs="Arial"/>
          <w:sz w:val="20"/>
        </w:rPr>
        <w:t>N</w:t>
      </w:r>
      <w:r w:rsidR="00F227E9" w:rsidRPr="00810173">
        <w:rPr>
          <w:rFonts w:cs="Arial"/>
          <w:sz w:val="20"/>
        </w:rPr>
        <w:t>a sua atividade n</w:t>
      </w:r>
      <w:r w:rsidR="003D272E" w:rsidRPr="00810173">
        <w:rPr>
          <w:rFonts w:cs="Arial"/>
          <w:sz w:val="20"/>
        </w:rPr>
        <w:t>este estabelecimento, há algum</w:t>
      </w:r>
      <w:r w:rsidR="00B37B8E" w:rsidRPr="00810173">
        <w:rPr>
          <w:rFonts w:cs="Arial"/>
          <w:sz w:val="20"/>
        </w:rPr>
        <w:t xml:space="preserve"> </w:t>
      </w:r>
      <w:r w:rsidRPr="00810173">
        <w:rPr>
          <w:rFonts w:cs="Arial"/>
          <w:sz w:val="20"/>
        </w:rPr>
        <w:t xml:space="preserve">sistema eletrônico </w:t>
      </w:r>
      <w:r w:rsidR="003D272E" w:rsidRPr="00810173">
        <w:rPr>
          <w:rFonts w:cs="Arial"/>
          <w:sz w:val="20"/>
        </w:rPr>
        <w:t>que</w:t>
      </w:r>
      <w:r w:rsidRPr="00810173">
        <w:rPr>
          <w:rFonts w:cs="Arial"/>
          <w:sz w:val="20"/>
        </w:rPr>
        <w:t xml:space="preserve"> </w:t>
      </w:r>
      <w:r w:rsidR="00F227E9" w:rsidRPr="00810173">
        <w:rPr>
          <w:rFonts w:cs="Arial"/>
          <w:sz w:val="20"/>
        </w:rPr>
        <w:t xml:space="preserve">lhe </w:t>
      </w:r>
      <w:r w:rsidRPr="00810173">
        <w:rPr>
          <w:rFonts w:cs="Arial"/>
          <w:sz w:val="20"/>
        </w:rPr>
        <w:t>permite…</w:t>
      </w:r>
      <w:r w:rsidR="00F227E9" w:rsidRPr="00810173">
        <w:rPr>
          <w:rFonts w:cs="Arial"/>
          <w:sz w:val="20"/>
        </w:rPr>
        <w:t>?</w:t>
      </w:r>
      <w:r w:rsidRPr="00810173">
        <w:rPr>
          <w:rFonts w:cs="Arial"/>
          <w:b/>
          <w:sz w:val="20"/>
        </w:rPr>
        <w:t xml:space="preserve"> </w:t>
      </w:r>
      <w:r w:rsidR="00D5223E">
        <w:rPr>
          <w:rFonts w:cs="Arial"/>
          <w:b/>
          <w:sz w:val="20"/>
        </w:rPr>
        <w:t>(</w:t>
      </w:r>
      <w:r w:rsidRPr="00810173">
        <w:rPr>
          <w:rFonts w:cs="Arial"/>
          <w:b/>
          <w:sz w:val="20"/>
        </w:rPr>
        <w:t>LE</w:t>
      </w:r>
      <w:r w:rsidR="00D5223E">
        <w:rPr>
          <w:rFonts w:cs="Arial"/>
          <w:b/>
          <w:sz w:val="20"/>
        </w:rPr>
        <w:t>IA OS</w:t>
      </w:r>
      <w:r w:rsidRPr="00810173">
        <w:rPr>
          <w:rFonts w:cs="Arial"/>
          <w:b/>
          <w:sz w:val="20"/>
        </w:rPr>
        <w:t xml:space="preserve"> ITENS</w:t>
      </w:r>
      <w:r w:rsidR="00FF3063">
        <w:rPr>
          <w:rFonts w:cs="Arial"/>
          <w:b/>
          <w:sz w:val="20"/>
        </w:rPr>
        <w:t xml:space="preserve"> </w:t>
      </w:r>
      <w:r w:rsidR="00FF3063" w:rsidRPr="00D11333">
        <w:rPr>
          <w:rFonts w:cs="Arial"/>
          <w:b/>
          <w:sz w:val="20"/>
        </w:rPr>
        <w:t>–</w:t>
      </w:r>
      <w:r w:rsidR="00FF3063">
        <w:rPr>
          <w:rFonts w:cs="Arial"/>
          <w:b/>
          <w:sz w:val="20"/>
        </w:rPr>
        <w:t xml:space="preserve"> </w:t>
      </w:r>
      <w:r w:rsidRPr="00810173">
        <w:rPr>
          <w:rFonts w:cs="Arial"/>
          <w:b/>
          <w:sz w:val="20"/>
        </w:rPr>
        <w:t>RU POR LINHA)</w:t>
      </w:r>
    </w:p>
    <w:p w14:paraId="456001CE" w14:textId="77777777" w:rsidR="003D272E" w:rsidRPr="00810173" w:rsidRDefault="003D272E" w:rsidP="003D272E">
      <w:pPr>
        <w:ind w:left="851" w:hanging="851"/>
        <w:jc w:val="both"/>
        <w:rPr>
          <w:rFonts w:cs="Arial"/>
          <w:b/>
          <w:sz w:val="20"/>
        </w:rPr>
      </w:pPr>
    </w:p>
    <w:p w14:paraId="0F3209C4" w14:textId="54787EA1" w:rsidR="003D272E" w:rsidRPr="00EA4E5C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PARA CADA ITEM COM CÓD.</w:t>
      </w:r>
      <w:r w:rsidR="00D5223E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1 NA F7A</w:t>
      </w:r>
      <w:r w:rsidRPr="00DE7AB3">
        <w:rPr>
          <w:rFonts w:cs="Arial"/>
          <w:b/>
          <w:bCs/>
          <w:sz w:val="20"/>
        </w:rPr>
        <w:t xml:space="preserve"> ###</w:t>
      </w:r>
    </w:p>
    <w:p w14:paraId="0DAD5416" w14:textId="77777777" w:rsidR="00234855" w:rsidRPr="00D11333" w:rsidRDefault="00234855" w:rsidP="00D11333">
      <w:pPr>
        <w:rPr>
          <w:rFonts w:cs="Arial"/>
          <w:b/>
          <w:sz w:val="20"/>
        </w:rPr>
      </w:pPr>
    </w:p>
    <w:p w14:paraId="4D7F8617" w14:textId="072750E5" w:rsidR="006504BB" w:rsidRPr="00D11333" w:rsidRDefault="006504BB" w:rsidP="00D11333">
      <w:pPr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F7_1A) </w:t>
      </w:r>
      <w:r w:rsidRPr="00D11333">
        <w:rPr>
          <w:rFonts w:cs="Arial"/>
          <w:sz w:val="20"/>
        </w:rPr>
        <w:t>E o</w:t>
      </w:r>
      <w:r w:rsidR="00660200">
        <w:rPr>
          <w:rFonts w:cs="Arial"/>
          <w:sz w:val="20"/>
        </w:rPr>
        <w:t>(a)</w:t>
      </w:r>
      <w:r w:rsidRPr="00D11333">
        <w:rPr>
          <w:rFonts w:cs="Arial"/>
          <w:sz w:val="20"/>
        </w:rPr>
        <w:t xml:space="preserve"> </w:t>
      </w:r>
      <w:r w:rsidR="003D272E">
        <w:rPr>
          <w:rFonts w:cs="Arial"/>
          <w:sz w:val="20"/>
        </w:rPr>
        <w:t>s</w:t>
      </w:r>
      <w:r w:rsidR="00D5223E">
        <w:rPr>
          <w:rFonts w:cs="Arial"/>
          <w:sz w:val="20"/>
        </w:rPr>
        <w:t>enho</w:t>
      </w:r>
      <w:r w:rsidRPr="00D11333">
        <w:rPr>
          <w:rFonts w:cs="Arial"/>
          <w:sz w:val="20"/>
        </w:rPr>
        <w:t>r(a) faz isso</w:t>
      </w:r>
      <w:r w:rsidR="00660200">
        <w:rPr>
          <w:rFonts w:cs="Arial"/>
          <w:sz w:val="20"/>
        </w:rPr>
        <w:t>_______</w:t>
      </w:r>
      <w:r w:rsidRPr="00D11333">
        <w:rPr>
          <w:rFonts w:cs="Arial"/>
          <w:sz w:val="20"/>
        </w:rPr>
        <w:t xml:space="preserve">? </w:t>
      </w:r>
      <w:r w:rsidRPr="00D11333">
        <w:rPr>
          <w:rFonts w:cs="Arial"/>
          <w:b/>
          <w:sz w:val="20"/>
        </w:rPr>
        <w:t>(LE</w:t>
      </w:r>
      <w:r w:rsidR="00D5223E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</w:t>
      </w:r>
      <w:r w:rsidR="00AC180E">
        <w:rPr>
          <w:rFonts w:cs="Arial"/>
          <w:b/>
          <w:sz w:val="20"/>
        </w:rPr>
        <w:t>OPÇÕES</w:t>
      </w:r>
      <w:r w:rsidRPr="00D11333">
        <w:rPr>
          <w:rFonts w:cs="Arial"/>
          <w:b/>
          <w:sz w:val="20"/>
        </w:rPr>
        <w:t xml:space="preserve"> </w:t>
      </w:r>
      <w:r w:rsidR="00D5223E" w:rsidRPr="00D5223E">
        <w:rPr>
          <w:rFonts w:cs="Arial"/>
          <w:b/>
          <w:sz w:val="20"/>
        </w:rPr>
        <w:t>–</w:t>
      </w:r>
      <w:r w:rsidRPr="00D11333">
        <w:rPr>
          <w:rFonts w:cs="Arial"/>
          <w:b/>
          <w:sz w:val="20"/>
        </w:rPr>
        <w:t xml:space="preserve"> RU POR LINHA)</w:t>
      </w:r>
    </w:p>
    <w:p w14:paraId="552AD844" w14:textId="77777777" w:rsidR="009E33CF" w:rsidRPr="00D11333" w:rsidRDefault="009E33CF" w:rsidP="00D11333">
      <w:pPr>
        <w:rPr>
          <w:rFonts w:cs="Arial"/>
          <w:b/>
          <w:sz w:val="20"/>
        </w:rPr>
      </w:pPr>
    </w:p>
    <w:tbl>
      <w:tblPr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5299"/>
        <w:gridCol w:w="535"/>
        <w:gridCol w:w="537"/>
        <w:gridCol w:w="537"/>
        <w:gridCol w:w="537"/>
        <w:gridCol w:w="268"/>
        <w:gridCol w:w="268"/>
        <w:gridCol w:w="537"/>
        <w:gridCol w:w="537"/>
        <w:gridCol w:w="537"/>
        <w:gridCol w:w="530"/>
      </w:tblGrid>
      <w:tr w:rsidR="00312A1E" w:rsidRPr="00D11333" w14:paraId="1946A45F" w14:textId="77777777" w:rsidTr="00DE7AB3">
        <w:trPr>
          <w:cantSplit/>
          <w:trHeight w:val="182"/>
        </w:trPr>
        <w:tc>
          <w:tcPr>
            <w:tcW w:w="2699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B7840A" w14:textId="30E1CEF3" w:rsidR="009E33CF" w:rsidRPr="00D11333" w:rsidRDefault="009E33CF" w:rsidP="00C14235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1151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15D96" w14:textId="77777777" w:rsidR="009E33CF" w:rsidRPr="00D11333" w:rsidRDefault="009E33CF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F7A</w:t>
            </w:r>
          </w:p>
        </w:tc>
        <w:tc>
          <w:tcPr>
            <w:tcW w:w="115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FF0D2" w14:textId="77777777" w:rsidR="009E33CF" w:rsidRPr="00D11333" w:rsidRDefault="009E33CF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F7_1A</w:t>
            </w:r>
          </w:p>
        </w:tc>
      </w:tr>
      <w:tr w:rsidR="00BB7AE6" w:rsidRPr="00D11333" w14:paraId="62AC6F43" w14:textId="77777777" w:rsidTr="00BB7AE6">
        <w:trPr>
          <w:cantSplit/>
          <w:trHeight w:val="2139"/>
        </w:trPr>
        <w:tc>
          <w:tcPr>
            <w:tcW w:w="2699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CA28F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3951DD1" w14:textId="77777777" w:rsidR="00FF15AE" w:rsidRPr="00234855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34855">
              <w:rPr>
                <w:rFonts w:cs="Arial"/>
                <w:sz w:val="20"/>
              </w:rPr>
              <w:t>Sim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AA5BAE9" w14:textId="77777777" w:rsidR="00FF15AE" w:rsidRPr="00234855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234855">
              <w:rPr>
                <w:rFonts w:cs="Arial"/>
                <w:sz w:val="20"/>
              </w:rPr>
              <w:t>Não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3004A45" w14:textId="7BB09763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D2E19CD" w14:textId="0FF1CCEE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CA0940F" w14:textId="46DD0241" w:rsidR="00FF15AE" w:rsidRPr="003D272E" w:rsidRDefault="00FF15AE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Sempre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75CBAFA" w14:textId="27AC43BE" w:rsidR="00FF15AE" w:rsidRPr="003D272E" w:rsidRDefault="00FF15AE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Às vezes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0B7DACCA" w14:textId="16AF987B" w:rsidR="00FF15AE" w:rsidRPr="003D272E" w:rsidRDefault="00FF15AE" w:rsidP="00312A1E">
            <w:pPr>
              <w:ind w:left="57" w:right="59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 faz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F5A7C0D" w14:textId="18A19776" w:rsidR="00FF15AE" w:rsidRPr="00D11333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D55E12D" w14:textId="7D193189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D5223E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BB7AE6" w:rsidRPr="00D11333" w14:paraId="30768D00" w14:textId="77777777" w:rsidTr="00DE7AB3">
        <w:trPr>
          <w:cantSplit/>
          <w:trHeight w:val="216"/>
        </w:trPr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5372F" w14:textId="77777777" w:rsidR="00FF15AE" w:rsidRPr="005F3BA4" w:rsidRDefault="00FF15AE" w:rsidP="00D11333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D</w:t>
            </w:r>
          </w:p>
        </w:tc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92B161" w14:textId="77777777" w:rsidR="00FF15AE" w:rsidRPr="00D11333" w:rsidRDefault="00FF15AE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Fornecer resumos de alta do paciente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BD5FE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D3F93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CBD1F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03C7B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D1BF0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5BD8C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58B57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F362A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DAD85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4E878281" w14:textId="77777777" w:rsidTr="00DE7AB3">
        <w:trPr>
          <w:cantSplit/>
          <w:trHeight w:val="200"/>
        </w:trPr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C0FFE" w14:textId="77777777" w:rsidR="00FF15AE" w:rsidRPr="005F3BA4" w:rsidRDefault="00FF15AE" w:rsidP="00AC180E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E58B2" w14:textId="45A2C22D" w:rsidR="00FF15AE" w:rsidRPr="00D11333" w:rsidRDefault="004E1E6A" w:rsidP="00AC180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>
              <w:rPr>
                <w:rFonts w:cs="Arial"/>
                <w:sz w:val="20"/>
              </w:rPr>
              <w:t xml:space="preserve">Listar todos os medicamentos </w:t>
            </w:r>
            <w:r w:rsidR="00247866">
              <w:rPr>
                <w:rFonts w:cs="Arial"/>
                <w:sz w:val="20"/>
              </w:rPr>
              <w:t>por paciente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D5AD7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2AA17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43933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35BAE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0E952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3B0BA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0FA36A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CFD29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8FE11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06251AA5" w14:textId="77777777" w:rsidTr="00DE7AB3">
        <w:trPr>
          <w:cantSplit/>
          <w:trHeight w:val="206"/>
        </w:trPr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66EC6" w14:textId="77777777" w:rsidR="00FF15AE" w:rsidRPr="005F3BA4" w:rsidRDefault="00FF15AE" w:rsidP="00AC180E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F</w:t>
            </w:r>
          </w:p>
        </w:tc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F46896" w14:textId="100009A6" w:rsidR="00FF15AE" w:rsidRPr="00D11333" w:rsidRDefault="004E1E6A" w:rsidP="00AC180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 w:rsidRPr="00D11333">
              <w:rPr>
                <w:rFonts w:cs="Arial"/>
                <w:sz w:val="20"/>
              </w:rPr>
              <w:t xml:space="preserve">Listar todos os resultados de exames laboratoriais </w:t>
            </w:r>
            <w:r w:rsidR="00247866">
              <w:rPr>
                <w:rFonts w:cs="Arial"/>
                <w:sz w:val="20"/>
              </w:rPr>
              <w:t>por paciente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D2759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BB47B0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A1A47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F12DA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2EED0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0958D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622F5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7D795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267361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0D1F14DC" w14:textId="77777777" w:rsidTr="00DE7AB3">
        <w:trPr>
          <w:cantSplit/>
          <w:trHeight w:val="418"/>
        </w:trPr>
        <w:tc>
          <w:tcPr>
            <w:tcW w:w="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BED94" w14:textId="77777777" w:rsidR="00FF15AE" w:rsidRPr="005F3BA4" w:rsidRDefault="00FF15AE" w:rsidP="00AC180E">
            <w:pPr>
              <w:jc w:val="center"/>
              <w:rPr>
                <w:rFonts w:cs="Arial"/>
                <w:sz w:val="20"/>
              </w:rPr>
            </w:pPr>
            <w:r w:rsidRPr="005F3BA4">
              <w:rPr>
                <w:rFonts w:cs="Arial"/>
                <w:sz w:val="20"/>
              </w:rPr>
              <w:t>G</w:t>
            </w:r>
          </w:p>
        </w:tc>
        <w:tc>
          <w:tcPr>
            <w:tcW w:w="2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56251A" w14:textId="6C7EDBDA" w:rsidR="00FF15AE" w:rsidRPr="00D11333" w:rsidRDefault="004E1E6A" w:rsidP="004A2ECE">
            <w:pPr>
              <w:ind w:left="138" w:right="113" w:hanging="138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 w:rsidRPr="00D11333">
              <w:rPr>
                <w:rFonts w:cs="Arial"/>
                <w:sz w:val="20"/>
              </w:rPr>
              <w:t xml:space="preserve">Listar todos os resultados de exames radiológicos, incluindo laudos e imagens </w:t>
            </w:r>
            <w:r w:rsidR="00247866">
              <w:rPr>
                <w:rFonts w:cs="Arial"/>
                <w:sz w:val="20"/>
              </w:rPr>
              <w:t>por paciente</w:t>
            </w:r>
          </w:p>
        </w:tc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A2438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AC6703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8C2DE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8A454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5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4F0A7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EABF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5E14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8040D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037F3" w14:textId="77777777" w:rsidR="00FF15AE" w:rsidRPr="00D11333" w:rsidRDefault="00FF15AE" w:rsidP="00AC180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</w:tbl>
    <w:p w14:paraId="616FC71B" w14:textId="01EC09D0" w:rsidR="00D42750" w:rsidRDefault="00D42750">
      <w:pPr>
        <w:rPr>
          <w:rFonts w:cs="Arial"/>
          <w:b/>
          <w:sz w:val="20"/>
        </w:rPr>
      </w:pPr>
    </w:p>
    <w:p w14:paraId="2B0A5B06" w14:textId="77777777" w:rsidR="00BB7AE6" w:rsidRDefault="00BB7AE6" w:rsidP="00156C9B">
      <w:pPr>
        <w:rPr>
          <w:rFonts w:cs="Arial"/>
          <w:b/>
          <w:sz w:val="20"/>
        </w:rPr>
      </w:pPr>
    </w:p>
    <w:p w14:paraId="4AA3F51D" w14:textId="77777777" w:rsidR="00BB7AE6" w:rsidRDefault="00BB7AE6" w:rsidP="00156C9B">
      <w:pPr>
        <w:rPr>
          <w:rFonts w:cs="Arial"/>
          <w:b/>
          <w:sz w:val="20"/>
        </w:rPr>
      </w:pPr>
    </w:p>
    <w:p w14:paraId="6C629690" w14:textId="76A571DF" w:rsidR="00235478" w:rsidRPr="00D11333" w:rsidRDefault="003D272E" w:rsidP="00466B0F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F</w:t>
      </w:r>
      <w:r w:rsidR="00194D7C" w:rsidRPr="00810173">
        <w:rPr>
          <w:rFonts w:cs="Arial"/>
          <w:b/>
          <w:sz w:val="20"/>
        </w:rPr>
        <w:t xml:space="preserve">7B) </w:t>
      </w:r>
      <w:r w:rsidRPr="00810173">
        <w:rPr>
          <w:rFonts w:cs="Arial"/>
          <w:sz w:val="20"/>
        </w:rPr>
        <w:t>N</w:t>
      </w:r>
      <w:r w:rsidR="00F227E9" w:rsidRPr="00810173">
        <w:rPr>
          <w:rFonts w:cs="Arial"/>
          <w:sz w:val="20"/>
        </w:rPr>
        <w:t>a sua atividade n</w:t>
      </w:r>
      <w:r w:rsidRPr="00810173">
        <w:rPr>
          <w:rFonts w:cs="Arial"/>
          <w:sz w:val="20"/>
        </w:rPr>
        <w:t>este estabelecimento, há algum</w:t>
      </w:r>
      <w:r w:rsidR="00194D7C" w:rsidRPr="00810173">
        <w:rPr>
          <w:rFonts w:cs="Arial"/>
          <w:sz w:val="20"/>
        </w:rPr>
        <w:t xml:space="preserve"> sistema eletrônico </w:t>
      </w:r>
      <w:r w:rsidRPr="00810173">
        <w:rPr>
          <w:rFonts w:cs="Arial"/>
          <w:sz w:val="20"/>
        </w:rPr>
        <w:t>que</w:t>
      </w:r>
      <w:r w:rsidR="00194D7C" w:rsidRPr="00810173">
        <w:rPr>
          <w:rFonts w:cs="Arial"/>
          <w:sz w:val="20"/>
        </w:rPr>
        <w:t xml:space="preserve"> </w:t>
      </w:r>
      <w:r w:rsidR="00F227E9" w:rsidRPr="00810173">
        <w:rPr>
          <w:rFonts w:cs="Arial"/>
          <w:sz w:val="20"/>
        </w:rPr>
        <w:t xml:space="preserve">lhe </w:t>
      </w:r>
      <w:r w:rsidR="00194D7C" w:rsidRPr="00810173">
        <w:rPr>
          <w:rFonts w:cs="Arial"/>
          <w:sz w:val="20"/>
        </w:rPr>
        <w:t>permite…</w:t>
      </w:r>
      <w:r w:rsidR="00F227E9" w:rsidRPr="00810173">
        <w:rPr>
          <w:rFonts w:cs="Arial"/>
          <w:sz w:val="20"/>
        </w:rPr>
        <w:t>?</w:t>
      </w:r>
      <w:r w:rsidR="00194D7C" w:rsidRPr="00810173">
        <w:rPr>
          <w:rFonts w:cs="Arial"/>
          <w:b/>
          <w:sz w:val="20"/>
        </w:rPr>
        <w:t xml:space="preserve"> </w:t>
      </w:r>
      <w:r w:rsidR="0052613A">
        <w:rPr>
          <w:rFonts w:cs="Arial"/>
          <w:b/>
          <w:sz w:val="20"/>
        </w:rPr>
        <w:t>(</w:t>
      </w:r>
      <w:r w:rsidR="00194D7C" w:rsidRPr="00810173">
        <w:rPr>
          <w:rFonts w:cs="Arial"/>
          <w:b/>
          <w:sz w:val="20"/>
        </w:rPr>
        <w:t>LE</w:t>
      </w:r>
      <w:r w:rsidR="0052613A">
        <w:rPr>
          <w:rFonts w:cs="Arial"/>
          <w:b/>
          <w:sz w:val="20"/>
        </w:rPr>
        <w:t>IA OS</w:t>
      </w:r>
      <w:r w:rsidR="00194D7C" w:rsidRPr="00810173">
        <w:rPr>
          <w:rFonts w:cs="Arial"/>
          <w:b/>
          <w:sz w:val="20"/>
        </w:rPr>
        <w:t xml:space="preserve"> ITENS</w:t>
      </w:r>
      <w:r w:rsidR="00095726">
        <w:rPr>
          <w:rFonts w:cs="Arial"/>
          <w:b/>
          <w:sz w:val="20"/>
        </w:rPr>
        <w:t xml:space="preserve"> </w:t>
      </w:r>
      <w:r w:rsidR="00095726" w:rsidRPr="00D11333">
        <w:rPr>
          <w:rFonts w:cs="Arial"/>
          <w:b/>
          <w:sz w:val="20"/>
        </w:rPr>
        <w:t>–</w:t>
      </w:r>
      <w:r w:rsidR="00095726">
        <w:rPr>
          <w:rFonts w:cs="Arial"/>
          <w:b/>
          <w:sz w:val="20"/>
        </w:rPr>
        <w:t xml:space="preserve"> </w:t>
      </w:r>
      <w:r w:rsidR="00194D7C" w:rsidRPr="00810173">
        <w:rPr>
          <w:rFonts w:cs="Arial"/>
          <w:b/>
          <w:sz w:val="20"/>
        </w:rPr>
        <w:t>RU POR LINHA)</w:t>
      </w:r>
    </w:p>
    <w:p w14:paraId="1D37101F" w14:textId="77777777" w:rsidR="00235478" w:rsidRDefault="00235478" w:rsidP="00D11333">
      <w:pPr>
        <w:rPr>
          <w:rFonts w:cs="Arial"/>
          <w:b/>
          <w:sz w:val="20"/>
        </w:rPr>
      </w:pPr>
    </w:p>
    <w:p w14:paraId="647227D6" w14:textId="6BE34F33" w:rsidR="003D272E" w:rsidRPr="00EA4E5C" w:rsidRDefault="003D272E" w:rsidP="003D272E">
      <w:pPr>
        <w:ind w:left="851" w:hanging="851"/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PARA CADA ITEM COM CÓD.</w:t>
      </w:r>
      <w:r w:rsidR="0052613A" w:rsidRPr="00EA4E5C">
        <w:rPr>
          <w:rFonts w:cs="Arial"/>
          <w:b/>
          <w:sz w:val="20"/>
        </w:rPr>
        <w:t xml:space="preserve"> </w:t>
      </w:r>
      <w:r w:rsidRPr="00EA4E5C">
        <w:rPr>
          <w:rFonts w:cs="Arial"/>
          <w:b/>
          <w:sz w:val="20"/>
        </w:rPr>
        <w:t>1 NA F7B</w:t>
      </w:r>
      <w:r w:rsidRPr="00DE7AB3">
        <w:rPr>
          <w:rFonts w:cs="Arial"/>
          <w:b/>
          <w:bCs/>
          <w:sz w:val="20"/>
        </w:rPr>
        <w:t xml:space="preserve"> ###</w:t>
      </w:r>
    </w:p>
    <w:p w14:paraId="0A6F2DE3" w14:textId="77777777" w:rsidR="003D272E" w:rsidRPr="00D11333" w:rsidRDefault="003D272E" w:rsidP="00D11333">
      <w:pPr>
        <w:rPr>
          <w:rFonts w:cs="Arial"/>
          <w:b/>
          <w:sz w:val="20"/>
        </w:rPr>
      </w:pPr>
    </w:p>
    <w:p w14:paraId="66401B94" w14:textId="4F11137A" w:rsidR="00235478" w:rsidRPr="00D11333" w:rsidRDefault="00235478" w:rsidP="00D11333">
      <w:pPr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F7_1B) </w:t>
      </w:r>
      <w:r w:rsidRPr="00D11333">
        <w:rPr>
          <w:rFonts w:cs="Arial"/>
          <w:sz w:val="20"/>
        </w:rPr>
        <w:t>E o</w:t>
      </w:r>
      <w:r w:rsidR="00660200">
        <w:rPr>
          <w:rFonts w:cs="Arial"/>
          <w:sz w:val="20"/>
        </w:rPr>
        <w:t>(a)</w:t>
      </w:r>
      <w:r w:rsidRPr="00D11333">
        <w:rPr>
          <w:rFonts w:cs="Arial"/>
          <w:sz w:val="20"/>
        </w:rPr>
        <w:t xml:space="preserve"> </w:t>
      </w:r>
      <w:r w:rsidR="00660200">
        <w:rPr>
          <w:rFonts w:cs="Arial"/>
          <w:sz w:val="20"/>
        </w:rPr>
        <w:t>s</w:t>
      </w:r>
      <w:r w:rsidR="0052613A">
        <w:rPr>
          <w:rFonts w:cs="Arial"/>
          <w:sz w:val="20"/>
        </w:rPr>
        <w:t>enho</w:t>
      </w:r>
      <w:r w:rsidRPr="00D11333">
        <w:rPr>
          <w:rFonts w:cs="Arial"/>
          <w:sz w:val="20"/>
        </w:rPr>
        <w:t>r(a) faz isso</w:t>
      </w:r>
      <w:r w:rsidR="00660200">
        <w:rPr>
          <w:rFonts w:cs="Arial"/>
          <w:sz w:val="20"/>
        </w:rPr>
        <w:t>_______</w:t>
      </w:r>
      <w:r w:rsidRPr="00D11333">
        <w:rPr>
          <w:rFonts w:cs="Arial"/>
          <w:sz w:val="20"/>
        </w:rPr>
        <w:t xml:space="preserve">? </w:t>
      </w:r>
      <w:r w:rsidRPr="00D11333">
        <w:rPr>
          <w:rFonts w:cs="Arial"/>
          <w:b/>
          <w:sz w:val="20"/>
        </w:rPr>
        <w:t>(LE</w:t>
      </w:r>
      <w:r w:rsidR="0052613A">
        <w:rPr>
          <w:rFonts w:cs="Arial"/>
          <w:b/>
          <w:sz w:val="20"/>
        </w:rPr>
        <w:t>IA A</w:t>
      </w:r>
      <w:r w:rsidRPr="00D11333">
        <w:rPr>
          <w:rFonts w:cs="Arial"/>
          <w:b/>
          <w:sz w:val="20"/>
        </w:rPr>
        <w:t xml:space="preserve"> ESCALA DE RESPOSTA </w:t>
      </w:r>
      <w:r w:rsidR="0052613A" w:rsidRPr="0052613A">
        <w:rPr>
          <w:rFonts w:cs="Arial"/>
          <w:b/>
          <w:sz w:val="20"/>
        </w:rPr>
        <w:t>–</w:t>
      </w:r>
      <w:r w:rsidR="0052613A">
        <w:rPr>
          <w:rFonts w:cs="Arial"/>
          <w:b/>
          <w:sz w:val="20"/>
        </w:rPr>
        <w:t xml:space="preserve"> </w:t>
      </w:r>
      <w:r w:rsidRPr="00D11333">
        <w:rPr>
          <w:rFonts w:cs="Arial"/>
          <w:b/>
          <w:sz w:val="20"/>
        </w:rPr>
        <w:t>RU POR LINHA)</w:t>
      </w:r>
    </w:p>
    <w:p w14:paraId="6E818391" w14:textId="618724A2" w:rsidR="005E65E9" w:rsidRPr="00D11333" w:rsidRDefault="005E65E9" w:rsidP="00D11333">
      <w:pPr>
        <w:tabs>
          <w:tab w:val="left" w:pos="1440"/>
        </w:tabs>
        <w:rPr>
          <w:rFonts w:cs="Arial"/>
          <w:sz w:val="20"/>
        </w:rPr>
      </w:pPr>
      <w:r w:rsidRPr="00D11333">
        <w:rPr>
          <w:rFonts w:cs="Arial"/>
          <w:sz w:val="20"/>
        </w:rPr>
        <w:tab/>
      </w:r>
    </w:p>
    <w:tbl>
      <w:tblPr>
        <w:tblW w:w="498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"/>
        <w:gridCol w:w="4596"/>
        <w:gridCol w:w="614"/>
        <w:gridCol w:w="614"/>
        <w:gridCol w:w="614"/>
        <w:gridCol w:w="614"/>
        <w:gridCol w:w="384"/>
        <w:gridCol w:w="231"/>
        <w:gridCol w:w="614"/>
        <w:gridCol w:w="614"/>
        <w:gridCol w:w="614"/>
        <w:gridCol w:w="614"/>
      </w:tblGrid>
      <w:tr w:rsidR="00BB7AE6" w:rsidRPr="00D11333" w14:paraId="311FC95E" w14:textId="77777777" w:rsidTr="00BB7AE6">
        <w:trPr>
          <w:cantSplit/>
          <w:trHeight w:val="320"/>
        </w:trPr>
        <w:tc>
          <w:tcPr>
            <w:tcW w:w="2363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15519" w14:textId="1BBDAB52" w:rsidR="005E65E9" w:rsidRPr="00D11333" w:rsidRDefault="005E65E9" w:rsidP="00495AA3">
            <w:pPr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135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9100" w14:textId="77777777" w:rsidR="005E65E9" w:rsidRPr="00D11333" w:rsidRDefault="005E65E9" w:rsidP="00D11333">
            <w:pPr>
              <w:ind w:left="57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</w:t>
            </w:r>
            <w:r w:rsidR="002F09E1" w:rsidRPr="00D11333">
              <w:rPr>
                <w:rFonts w:cs="Arial"/>
                <w:b/>
                <w:sz w:val="20"/>
              </w:rPr>
              <w:t>B</w:t>
            </w:r>
          </w:p>
        </w:tc>
        <w:tc>
          <w:tcPr>
            <w:tcW w:w="128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97CA5" w14:textId="77777777" w:rsidR="005E65E9" w:rsidRPr="00D11333" w:rsidRDefault="005E65E9" w:rsidP="00D11333">
            <w:pPr>
              <w:ind w:left="57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b/>
                <w:sz w:val="20"/>
              </w:rPr>
              <w:t>F7_1</w:t>
            </w:r>
            <w:r w:rsidR="002F09E1" w:rsidRPr="00D11333">
              <w:rPr>
                <w:rFonts w:cs="Arial"/>
                <w:b/>
                <w:sz w:val="20"/>
              </w:rPr>
              <w:t>B</w:t>
            </w:r>
          </w:p>
        </w:tc>
      </w:tr>
      <w:tr w:rsidR="00BB7AE6" w:rsidRPr="00D11333" w14:paraId="356D84A5" w14:textId="77777777" w:rsidTr="00DE7AB3">
        <w:trPr>
          <w:cantSplit/>
          <w:trHeight w:val="2171"/>
        </w:trPr>
        <w:tc>
          <w:tcPr>
            <w:tcW w:w="2363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CE5B4" w14:textId="77777777" w:rsidR="00FF15AE" w:rsidRPr="00D11333" w:rsidRDefault="00FF15AE" w:rsidP="00D11333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184F9F6" w14:textId="77777777" w:rsidR="00FF15AE" w:rsidRPr="003D272E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272E">
              <w:rPr>
                <w:rFonts w:cs="Arial"/>
                <w:sz w:val="20"/>
              </w:rPr>
              <w:t>Sim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5764ED3" w14:textId="77777777" w:rsidR="00FF15AE" w:rsidRPr="003D272E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3D272E">
              <w:rPr>
                <w:rFonts w:cs="Arial"/>
                <w:sz w:val="20"/>
              </w:rPr>
              <w:t>Não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6BAC340" w14:textId="1C8418ED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5E15CD7" w14:textId="430C3E17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1B3A834" w14:textId="1D8DE672" w:rsidR="00FF15AE" w:rsidRPr="003D272E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Sempre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48B5B9" w14:textId="67CE6DF7" w:rsidR="00FF15AE" w:rsidRPr="003D272E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Às vezes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34704416" w14:textId="755D92AA" w:rsidR="00FF15AE" w:rsidRPr="003D272E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 faz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1F0DD94" w14:textId="31829B56" w:rsidR="00FF15AE" w:rsidRPr="00D11333" w:rsidRDefault="00FF15AE" w:rsidP="00312A1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20714B96" w14:textId="6D46AD7D" w:rsidR="00FF15AE" w:rsidRPr="00D11333" w:rsidRDefault="00FF15AE" w:rsidP="00312A1E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BB7AE6" w:rsidRPr="00D11333" w14:paraId="2ECCB866" w14:textId="77777777" w:rsidTr="00DE7AB3">
        <w:trPr>
          <w:cantSplit/>
          <w:trHeight w:val="302"/>
        </w:trPr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68EE6" w14:textId="77777777" w:rsidR="00FF15AE" w:rsidRPr="00810173" w:rsidRDefault="00FF15AE" w:rsidP="00D11333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I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24E90B" w14:textId="14D042C3" w:rsidR="00FF15AE" w:rsidRPr="00810173" w:rsidRDefault="004E1E6A" w:rsidP="00414E9F">
            <w:pPr>
              <w:ind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 </w:t>
            </w:r>
            <w:r w:rsidR="001D588E" w:rsidRPr="00810173">
              <w:rPr>
                <w:rFonts w:cs="Arial"/>
                <w:sz w:val="20"/>
              </w:rPr>
              <w:t>A</w:t>
            </w:r>
            <w:r w:rsidR="00FF15AE" w:rsidRPr="00810173">
              <w:rPr>
                <w:rFonts w:cs="Arial"/>
                <w:sz w:val="20"/>
              </w:rPr>
              <w:t>gendar consultas, exames</w:t>
            </w:r>
            <w:r w:rsidR="009F203F" w:rsidRPr="00810173">
              <w:rPr>
                <w:rFonts w:cs="Arial"/>
                <w:sz w:val="20"/>
              </w:rPr>
              <w:t>, procedimentos</w:t>
            </w:r>
            <w:r w:rsidR="00FF15AE" w:rsidRPr="00810173">
              <w:rPr>
                <w:rFonts w:cs="Arial"/>
                <w:sz w:val="20"/>
              </w:rPr>
              <w:t xml:space="preserve"> ou cirurgias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D1C84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BE5C5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A8D09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15D45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41973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13481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3000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64280" w14:textId="77777777" w:rsidR="00FF15AE" w:rsidRPr="0081017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1DB74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49BB12BA" w14:textId="77777777" w:rsidTr="00DE7AB3">
        <w:trPr>
          <w:cantSplit/>
          <w:trHeight w:val="278"/>
        </w:trPr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AF0ED" w14:textId="77777777" w:rsidR="00FF15AE" w:rsidRPr="004C3965" w:rsidRDefault="00FF15AE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H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89A610" w14:textId="77777777" w:rsidR="00FF15AE" w:rsidRPr="00D11333" w:rsidRDefault="00FF15AE" w:rsidP="004D43AC">
            <w:pPr>
              <w:ind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 Imprimir relatórios com informações do paciente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4984B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33EFA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3CC79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F4A7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9B6F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4D95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2237D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84030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339BE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058953FC" w14:textId="77777777" w:rsidTr="00DE7AB3">
        <w:trPr>
          <w:cantSplit/>
          <w:trHeight w:val="254"/>
        </w:trPr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4835" w14:textId="77777777" w:rsidR="00FF15AE" w:rsidRPr="004C3965" w:rsidRDefault="00FF15AE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J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40DC89" w14:textId="7A963D20" w:rsidR="00FF15AE" w:rsidRPr="00D11333" w:rsidRDefault="004E1E6A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 w:rsidRPr="00D11333">
              <w:rPr>
                <w:rFonts w:cs="Arial"/>
                <w:sz w:val="20"/>
              </w:rPr>
              <w:t>Pedir exames laboratoriais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97852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9A1B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D4DE7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9D1E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247A9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40E56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6E178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4858B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4143E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6248796E" w14:textId="77777777" w:rsidTr="00DE7AB3">
        <w:trPr>
          <w:cantSplit/>
          <w:trHeight w:val="272"/>
        </w:trPr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7ACA3" w14:textId="77777777" w:rsidR="00FF15AE" w:rsidRPr="004C3965" w:rsidRDefault="00FF15AE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K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6A4A3" w14:textId="70B3F0A1" w:rsidR="00FF15AE" w:rsidRPr="00D11333" w:rsidRDefault="004E1E6A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 w:rsidRPr="00D11333">
              <w:rPr>
                <w:rFonts w:cs="Arial"/>
                <w:sz w:val="20"/>
              </w:rPr>
              <w:t>Pedir exames de imagem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6B644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BB27A4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ECAFB9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0A5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EDBE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3CBF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56ED0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8F782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BF6D1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  <w:tr w:rsidR="00BB7AE6" w:rsidRPr="00D11333" w14:paraId="19C719C2" w14:textId="77777777" w:rsidTr="00DE7AB3">
        <w:trPr>
          <w:cantSplit/>
          <w:trHeight w:val="276"/>
        </w:trPr>
        <w:tc>
          <w:tcPr>
            <w:tcW w:w="1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75212" w14:textId="77777777" w:rsidR="00FF15AE" w:rsidRPr="004C3965" w:rsidRDefault="00FF15AE" w:rsidP="00D11333">
            <w:pPr>
              <w:jc w:val="center"/>
              <w:rPr>
                <w:rFonts w:cs="Arial"/>
                <w:sz w:val="20"/>
              </w:rPr>
            </w:pPr>
            <w:r w:rsidRPr="004C3965">
              <w:rPr>
                <w:rFonts w:cs="Arial"/>
                <w:sz w:val="20"/>
              </w:rPr>
              <w:t>M</w:t>
            </w:r>
          </w:p>
        </w:tc>
        <w:tc>
          <w:tcPr>
            <w:tcW w:w="2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C43F9A" w14:textId="42234201" w:rsidR="00FF15AE" w:rsidRPr="00D11333" w:rsidRDefault="004E1E6A" w:rsidP="004D43AC">
            <w:pPr>
              <w:ind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</w:t>
            </w:r>
            <w:r w:rsidR="00FF15AE" w:rsidRPr="00D11333">
              <w:rPr>
                <w:rFonts w:cs="Arial"/>
                <w:sz w:val="20"/>
              </w:rPr>
              <w:t>Gerar pedidos de materiais e suprimentos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8C039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833D45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275DA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01AB7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  <w:tc>
          <w:tcPr>
            <w:tcW w:w="293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DB540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1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F18C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2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D9BE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3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F0CE4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98</w:t>
            </w:r>
          </w:p>
        </w:tc>
        <w:tc>
          <w:tcPr>
            <w:tcW w:w="2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E4983" w14:textId="77777777" w:rsidR="00FF15AE" w:rsidRPr="00D11333" w:rsidRDefault="00FF15AE" w:rsidP="004D43AC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99</w:t>
            </w:r>
          </w:p>
        </w:tc>
      </w:tr>
    </w:tbl>
    <w:p w14:paraId="5E7082EF" w14:textId="56621811" w:rsidR="00362219" w:rsidRDefault="00362219">
      <w:pPr>
        <w:rPr>
          <w:rFonts w:cs="Arial"/>
          <w:b/>
          <w:bCs/>
          <w:color w:val="00B0F0"/>
          <w:sz w:val="20"/>
        </w:rPr>
      </w:pPr>
    </w:p>
    <w:p w14:paraId="2CD21249" w14:textId="7CB8F3DE" w:rsidR="005378E5" w:rsidRPr="00DE7AB3" w:rsidRDefault="005378E5" w:rsidP="00847304">
      <w:pPr>
        <w:rPr>
          <w:rFonts w:cs="Arial"/>
          <w:b/>
          <w:bCs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QUESTÕES F11 E F11_1 SOMENTE PARA MÉDICOS. ENFERMEIROS IR PARA F</w:t>
      </w:r>
      <w:r w:rsidR="005874E2" w:rsidRPr="00EA4E5C">
        <w:rPr>
          <w:rFonts w:cs="Arial"/>
          <w:b/>
          <w:sz w:val="20"/>
        </w:rPr>
        <w:t>11A</w:t>
      </w:r>
      <w:r w:rsidRPr="00DE7AB3">
        <w:rPr>
          <w:rFonts w:cs="Arial"/>
          <w:b/>
          <w:bCs/>
          <w:sz w:val="20"/>
        </w:rPr>
        <w:t xml:space="preserve"> ###</w:t>
      </w:r>
    </w:p>
    <w:p w14:paraId="1214453A" w14:textId="77777777" w:rsidR="00194D7C" w:rsidRPr="00D11333" w:rsidRDefault="00194D7C" w:rsidP="00D11333">
      <w:pPr>
        <w:rPr>
          <w:rFonts w:cs="Arial"/>
          <w:sz w:val="20"/>
        </w:rPr>
      </w:pPr>
    </w:p>
    <w:p w14:paraId="2EB07938" w14:textId="7B90D76E" w:rsidR="00194D7C" w:rsidRDefault="00194D7C" w:rsidP="00D11333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 xml:space="preserve">F11) </w:t>
      </w:r>
      <w:r w:rsidR="00DE4D3B">
        <w:rPr>
          <w:rFonts w:cs="Arial"/>
          <w:sz w:val="20"/>
        </w:rPr>
        <w:t>No</w:t>
      </w:r>
      <w:r w:rsidR="0029608C">
        <w:rPr>
          <w:rFonts w:cs="Arial"/>
          <w:sz w:val="20"/>
        </w:rPr>
        <w:t xml:space="preserve"> ____</w:t>
      </w:r>
      <w:r w:rsidR="00DE4D3B">
        <w:rPr>
          <w:rFonts w:cs="Arial"/>
          <w:sz w:val="20"/>
        </w:rPr>
        <w:t xml:space="preserve"> </w:t>
      </w:r>
      <w:r w:rsidR="00DE4D3B" w:rsidRPr="00E91EF1">
        <w:rPr>
          <w:rFonts w:cs="Arial"/>
          <w:b/>
          <w:sz w:val="20"/>
        </w:rPr>
        <w:t>[NOME DO ESTABELECIMENTO DE SAÚDE]</w:t>
      </w:r>
      <w:r w:rsidRPr="00D11333">
        <w:rPr>
          <w:rFonts w:cs="Arial"/>
          <w:sz w:val="20"/>
        </w:rPr>
        <w:t xml:space="preserve">, </w:t>
      </w:r>
      <w:r w:rsidR="00B8266B">
        <w:rPr>
          <w:rFonts w:cs="Arial"/>
          <w:sz w:val="20"/>
        </w:rPr>
        <w:t xml:space="preserve">a prescrição médica </w:t>
      </w:r>
      <w:r w:rsidR="00127BF6">
        <w:rPr>
          <w:rFonts w:cs="Arial"/>
          <w:sz w:val="20"/>
        </w:rPr>
        <w:t>costuma ser</w:t>
      </w:r>
      <w:r w:rsidRPr="00D11333">
        <w:rPr>
          <w:rFonts w:cs="Arial"/>
          <w:sz w:val="20"/>
        </w:rPr>
        <w:t xml:space="preserve"> realizada</w:t>
      </w:r>
      <w:r w:rsidR="00127BF6">
        <w:rPr>
          <w:rFonts w:cs="Arial"/>
          <w:sz w:val="20"/>
        </w:rPr>
        <w:t>...</w:t>
      </w:r>
      <w:r w:rsidRPr="00D11333">
        <w:rPr>
          <w:rFonts w:cs="Arial"/>
          <w:sz w:val="20"/>
        </w:rPr>
        <w:t xml:space="preserve"> </w:t>
      </w:r>
      <w:r w:rsidR="0052613A">
        <w:rPr>
          <w:rFonts w:cs="Arial"/>
          <w:b/>
          <w:sz w:val="20"/>
        </w:rPr>
        <w:t>(</w:t>
      </w:r>
      <w:r w:rsidRPr="00D11333">
        <w:rPr>
          <w:rFonts w:cs="Arial"/>
          <w:b/>
          <w:sz w:val="20"/>
        </w:rPr>
        <w:t>LE</w:t>
      </w:r>
      <w:r w:rsidR="0052613A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OPÇÕES DE RESPOSTA</w:t>
      </w:r>
      <w:r w:rsidR="00095726">
        <w:rPr>
          <w:rFonts w:cs="Arial"/>
          <w:b/>
          <w:sz w:val="20"/>
        </w:rPr>
        <w:t xml:space="preserve"> </w:t>
      </w:r>
      <w:r w:rsidR="00095726" w:rsidRPr="00D11333">
        <w:rPr>
          <w:rFonts w:cs="Arial"/>
          <w:b/>
          <w:sz w:val="20"/>
        </w:rPr>
        <w:t>–</w:t>
      </w:r>
      <w:r w:rsidR="00095726">
        <w:rPr>
          <w:rFonts w:cs="Arial"/>
          <w:b/>
          <w:sz w:val="20"/>
        </w:rPr>
        <w:t xml:space="preserve"> </w:t>
      </w:r>
      <w:r w:rsidR="005874E2">
        <w:rPr>
          <w:rFonts w:cs="Arial"/>
          <w:b/>
          <w:sz w:val="20"/>
        </w:rPr>
        <w:t>RU)</w:t>
      </w:r>
      <w:r w:rsidRPr="00D11333">
        <w:rPr>
          <w:rFonts w:cs="Arial"/>
          <w:sz w:val="20"/>
        </w:rPr>
        <w:t>:</w:t>
      </w:r>
    </w:p>
    <w:p w14:paraId="43272732" w14:textId="77777777" w:rsidR="00417EC6" w:rsidRPr="00D11333" w:rsidRDefault="00417EC6" w:rsidP="00D11333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5378E5" w:rsidRPr="00D11333" w14:paraId="79C66607" w14:textId="77777777" w:rsidTr="005378E5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77870" w14:textId="77777777" w:rsidR="005378E5" w:rsidRPr="005378E5" w:rsidRDefault="005378E5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744145" w14:textId="77777777" w:rsidR="005378E5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8D314" w14:textId="17874909" w:rsidR="005378E5" w:rsidRPr="005378E5" w:rsidRDefault="0052613A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378E5" w:rsidRPr="005378E5">
              <w:rPr>
                <w:rFonts w:cs="Arial"/>
                <w:b/>
                <w:sz w:val="20"/>
              </w:rPr>
              <w:t>PARA F</w:t>
            </w:r>
            <w:r w:rsidR="00D8298F">
              <w:rPr>
                <w:rFonts w:cs="Arial"/>
                <w:b/>
                <w:sz w:val="20"/>
              </w:rPr>
              <w:t>10</w:t>
            </w:r>
          </w:p>
        </w:tc>
      </w:tr>
      <w:tr w:rsidR="004C6037" w:rsidRPr="00D11333" w14:paraId="5BB5D11C" w14:textId="77777777" w:rsidTr="00D80F33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50A7C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01F46" w14:textId="77777777" w:rsidR="004C6037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</w:t>
            </w:r>
            <w:r w:rsidR="004C6037" w:rsidRPr="00D11333">
              <w:rPr>
                <w:rFonts w:cs="Arial"/>
                <w:sz w:val="20"/>
              </w:rPr>
              <w:t xml:space="preserve">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AC8D4F" w14:textId="77777777" w:rsidR="004C6037" w:rsidRPr="005378E5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5378E5">
              <w:rPr>
                <w:rFonts w:cs="Arial"/>
                <w:b/>
                <w:sz w:val="20"/>
              </w:rPr>
              <w:t>PROSSIGA</w:t>
            </w:r>
          </w:p>
        </w:tc>
      </w:tr>
      <w:tr w:rsidR="004C6037" w:rsidRPr="00D11333" w14:paraId="263C3C12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40EF6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EF3DF" w14:textId="77777777" w:rsidR="004C6037" w:rsidRPr="00D11333" w:rsidRDefault="004C6037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BE7933" w14:textId="77777777" w:rsidR="004C6037" w:rsidRPr="005378E5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4C6037" w:rsidRPr="00D11333" w14:paraId="18694039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94E43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9C4FDE" w14:textId="705DCD41" w:rsidR="004C6037" w:rsidRPr="00D11333" w:rsidRDefault="004C6037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F30E" w14:textId="3C09AB39" w:rsidR="004C6037" w:rsidRPr="005378E5" w:rsidRDefault="0052613A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4C6037" w:rsidRPr="005378E5">
              <w:rPr>
                <w:rFonts w:cs="Arial"/>
                <w:b/>
                <w:sz w:val="20"/>
              </w:rPr>
              <w:t>PARA F</w:t>
            </w:r>
            <w:r w:rsidR="00D8298F">
              <w:rPr>
                <w:rFonts w:cs="Arial"/>
                <w:b/>
                <w:sz w:val="20"/>
              </w:rPr>
              <w:t>10</w:t>
            </w:r>
          </w:p>
        </w:tc>
      </w:tr>
      <w:tr w:rsidR="004C6037" w:rsidRPr="00D11333" w14:paraId="7D719F2E" w14:textId="77777777" w:rsidTr="004C6037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17FE9" w14:textId="77777777" w:rsidR="004C6037" w:rsidRPr="005378E5" w:rsidRDefault="004C6037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24BFC6" w14:textId="46626F0E" w:rsidR="004C6037" w:rsidRPr="00D11333" w:rsidRDefault="004C6037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D642" w14:textId="77777777" w:rsidR="004C6037" w:rsidRPr="005378E5" w:rsidRDefault="004C6037" w:rsidP="005378E5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0AF495A2" w14:textId="77777777" w:rsidR="00BB21A5" w:rsidRDefault="00BB21A5" w:rsidP="00D11333">
      <w:pPr>
        <w:jc w:val="both"/>
        <w:rPr>
          <w:rFonts w:cs="Arial"/>
          <w:b/>
          <w:sz w:val="20"/>
        </w:rPr>
      </w:pPr>
    </w:p>
    <w:p w14:paraId="641D2D4F" w14:textId="77777777" w:rsidR="005378E5" w:rsidRPr="00EA4E5C" w:rsidRDefault="005378E5" w:rsidP="005378E5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SE CÓDS. 2 OU 3 NA F11</w:t>
      </w:r>
      <w:r w:rsidRPr="00DE7AB3">
        <w:rPr>
          <w:rFonts w:cs="Arial"/>
          <w:b/>
          <w:bCs/>
          <w:sz w:val="20"/>
        </w:rPr>
        <w:t xml:space="preserve"> ###</w:t>
      </w:r>
    </w:p>
    <w:p w14:paraId="53009DA0" w14:textId="77777777" w:rsidR="0029608C" w:rsidRDefault="0029608C" w:rsidP="00D11333">
      <w:pPr>
        <w:jc w:val="both"/>
        <w:rPr>
          <w:rFonts w:cs="Arial"/>
          <w:b/>
          <w:sz w:val="20"/>
        </w:rPr>
      </w:pPr>
    </w:p>
    <w:p w14:paraId="578B4B96" w14:textId="2F8B701D" w:rsidR="00194D7C" w:rsidRDefault="00194D7C" w:rsidP="00D11333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 xml:space="preserve">F11_1) </w:t>
      </w:r>
      <w:r w:rsidRPr="00D11333">
        <w:rPr>
          <w:rFonts w:cs="Arial"/>
          <w:sz w:val="20"/>
        </w:rPr>
        <w:t xml:space="preserve">Sendo impressa, o(a) </w:t>
      </w:r>
      <w:r w:rsidR="00660200">
        <w:rPr>
          <w:rFonts w:cs="Arial"/>
          <w:sz w:val="20"/>
        </w:rPr>
        <w:t>s</w:t>
      </w:r>
      <w:r w:rsidRPr="00D11333">
        <w:rPr>
          <w:rFonts w:cs="Arial"/>
          <w:sz w:val="20"/>
        </w:rPr>
        <w:t>enhor(a) assina a prescrição</w:t>
      </w:r>
      <w:r w:rsidRPr="00D11333">
        <w:rPr>
          <w:rFonts w:cs="Arial"/>
          <w:b/>
          <w:sz w:val="20"/>
        </w:rPr>
        <w:t xml:space="preserve"> </w:t>
      </w:r>
      <w:r w:rsidR="0052613A">
        <w:rPr>
          <w:rFonts w:cs="Arial"/>
          <w:b/>
          <w:sz w:val="20"/>
        </w:rPr>
        <w:t>(</w:t>
      </w:r>
      <w:r w:rsidRPr="00D11333">
        <w:rPr>
          <w:rFonts w:cs="Arial"/>
          <w:b/>
          <w:sz w:val="20"/>
        </w:rPr>
        <w:t>LE</w:t>
      </w:r>
      <w:r w:rsidR="0052613A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OPÇÕES DE RESPOSTA</w:t>
      </w:r>
      <w:r w:rsidR="00095726">
        <w:rPr>
          <w:rFonts w:cs="Arial"/>
          <w:b/>
          <w:sz w:val="20"/>
        </w:rPr>
        <w:t xml:space="preserve"> </w:t>
      </w:r>
      <w:r w:rsidR="00095726" w:rsidRPr="00D11333">
        <w:rPr>
          <w:rFonts w:cs="Arial"/>
          <w:b/>
          <w:sz w:val="20"/>
        </w:rPr>
        <w:t>–</w:t>
      </w:r>
      <w:r w:rsidR="00095726">
        <w:rPr>
          <w:rFonts w:cs="Arial"/>
          <w:b/>
          <w:sz w:val="20"/>
        </w:rPr>
        <w:t xml:space="preserve"> </w:t>
      </w:r>
      <w:r w:rsidRPr="00D11333">
        <w:rPr>
          <w:rFonts w:cs="Arial"/>
          <w:b/>
          <w:sz w:val="20"/>
        </w:rPr>
        <w:t>RU):</w:t>
      </w:r>
    </w:p>
    <w:p w14:paraId="15DF94E8" w14:textId="77777777" w:rsidR="00417EC6" w:rsidRPr="00D11333" w:rsidRDefault="00417EC6" w:rsidP="00D11333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194D7C" w:rsidRPr="00D11333" w14:paraId="1EF71885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052D6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56AB51" w14:textId="77777777" w:rsidR="00194D7C" w:rsidRPr="00D11333" w:rsidRDefault="00DE4D3B" w:rsidP="00D11333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</w:tr>
      <w:tr w:rsidR="00194D7C" w:rsidRPr="00D11333" w14:paraId="563A3ECA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474D8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343BA" w14:textId="77777777" w:rsidR="00194D7C" w:rsidRPr="00D11333" w:rsidRDefault="00194D7C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Ou </w:t>
            </w:r>
            <w:r w:rsidR="00B37B8E" w:rsidRPr="00D11333">
              <w:rPr>
                <w:rFonts w:cs="Arial"/>
                <w:sz w:val="20"/>
              </w:rPr>
              <w:t>n</w:t>
            </w:r>
            <w:r w:rsidRPr="00D11333">
              <w:rPr>
                <w:rFonts w:cs="Arial"/>
                <w:sz w:val="20"/>
              </w:rPr>
              <w:t>o computador, por meio de certificado digital</w:t>
            </w:r>
          </w:p>
        </w:tc>
      </w:tr>
      <w:tr w:rsidR="00194D7C" w:rsidRPr="00D11333" w14:paraId="2ABF56F2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7ADEB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7BE60" w14:textId="023E6B85" w:rsidR="00194D7C" w:rsidRPr="00D11333" w:rsidRDefault="00194D7C" w:rsidP="00D11333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254F2B" w:rsidRPr="00D11333">
              <w:rPr>
                <w:rFonts w:cs="Arial"/>
                <w:b/>
                <w:sz w:val="20"/>
              </w:rPr>
              <w:t>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194D7C" w:rsidRPr="00D11333" w14:paraId="235A17EC" w14:textId="77777777" w:rsidTr="003D272E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7553D" w14:textId="77777777" w:rsidR="00194D7C" w:rsidRPr="005378E5" w:rsidRDefault="00194D7C" w:rsidP="00D11333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DB809" w14:textId="7031594B" w:rsidR="00194D7C" w:rsidRPr="00D11333" w:rsidRDefault="00194D7C" w:rsidP="00D11333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</w:t>
            </w:r>
            <w:r w:rsidR="00254F2B" w:rsidRPr="00D11333">
              <w:rPr>
                <w:rFonts w:cs="Arial"/>
                <w:b/>
                <w:sz w:val="20"/>
              </w:rPr>
              <w:t>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</w:tbl>
    <w:p w14:paraId="52548CBA" w14:textId="77777777" w:rsidR="00417EC6" w:rsidRDefault="00417EC6" w:rsidP="00D11333">
      <w:pPr>
        <w:jc w:val="both"/>
        <w:rPr>
          <w:rFonts w:cs="Arial"/>
          <w:b/>
          <w:sz w:val="20"/>
        </w:rPr>
      </w:pPr>
    </w:p>
    <w:p w14:paraId="29E9DFD0" w14:textId="24BDF08A" w:rsidR="005874E2" w:rsidRPr="00DE7AB3" w:rsidRDefault="005874E2" w:rsidP="005874E2">
      <w:pPr>
        <w:rPr>
          <w:rFonts w:cs="Arial"/>
          <w:b/>
          <w:bCs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QUESTÕES F11A E F11A_1 SOMENTE PARA ENFERMEIROS. MÉDICOS IR PARA F</w:t>
      </w:r>
      <w:r w:rsidR="00D8298F" w:rsidRPr="00EA4E5C">
        <w:rPr>
          <w:rFonts w:cs="Arial"/>
          <w:b/>
          <w:sz w:val="20"/>
        </w:rPr>
        <w:t>10</w:t>
      </w:r>
      <w:r w:rsidRPr="00DE7AB3">
        <w:rPr>
          <w:rFonts w:cs="Arial"/>
          <w:b/>
          <w:bCs/>
          <w:sz w:val="20"/>
        </w:rPr>
        <w:t xml:space="preserve"> ###</w:t>
      </w:r>
    </w:p>
    <w:p w14:paraId="6F7F677D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261E0604" w14:textId="265FB5E1" w:rsidR="005874E2" w:rsidRDefault="005874E2" w:rsidP="005874E2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 xml:space="preserve">F11A) </w:t>
      </w:r>
      <w:r>
        <w:rPr>
          <w:rFonts w:cs="Arial"/>
          <w:sz w:val="20"/>
        </w:rPr>
        <w:t xml:space="preserve">No ____ </w:t>
      </w:r>
      <w:r w:rsidRPr="00E91EF1">
        <w:rPr>
          <w:rFonts w:cs="Arial"/>
          <w:b/>
          <w:sz w:val="20"/>
        </w:rPr>
        <w:t>[NOME DO ESTABELECIMENTO DE SAÚDE]</w:t>
      </w:r>
      <w:r w:rsidRPr="00D11333">
        <w:rPr>
          <w:rFonts w:cs="Arial"/>
          <w:sz w:val="20"/>
        </w:rPr>
        <w:t xml:space="preserve">, </w:t>
      </w:r>
      <w:r>
        <w:rPr>
          <w:rFonts w:cs="Arial"/>
          <w:sz w:val="20"/>
        </w:rPr>
        <w:t>a prescrição de enfermagem costuma ser</w:t>
      </w:r>
      <w:r w:rsidRPr="00D11333">
        <w:rPr>
          <w:rFonts w:cs="Arial"/>
          <w:sz w:val="20"/>
        </w:rPr>
        <w:t xml:space="preserve"> realizada</w:t>
      </w:r>
      <w:r>
        <w:rPr>
          <w:rFonts w:cs="Arial"/>
          <w:sz w:val="20"/>
        </w:rPr>
        <w:t>...</w:t>
      </w:r>
      <w:r w:rsidRPr="00D11333">
        <w:rPr>
          <w:rFonts w:cs="Arial"/>
          <w:sz w:val="20"/>
        </w:rPr>
        <w:t xml:space="preserve"> </w:t>
      </w:r>
      <w:r w:rsidR="0052613A">
        <w:rPr>
          <w:rFonts w:cs="Arial"/>
          <w:b/>
          <w:sz w:val="20"/>
        </w:rPr>
        <w:t>(</w:t>
      </w:r>
      <w:r w:rsidRPr="00D11333">
        <w:rPr>
          <w:rFonts w:cs="Arial"/>
          <w:b/>
          <w:sz w:val="20"/>
        </w:rPr>
        <w:t>LE</w:t>
      </w:r>
      <w:r w:rsidR="0052613A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OPÇÕES DE RESPOSTA</w:t>
      </w:r>
      <w:r w:rsidR="00177918">
        <w:rPr>
          <w:rFonts w:cs="Arial"/>
          <w:b/>
          <w:sz w:val="20"/>
        </w:rPr>
        <w:t xml:space="preserve"> </w:t>
      </w:r>
      <w:r w:rsidR="00177918" w:rsidRPr="00D11333">
        <w:rPr>
          <w:rFonts w:cs="Arial"/>
          <w:b/>
          <w:sz w:val="20"/>
        </w:rPr>
        <w:t>–</w:t>
      </w:r>
      <w:r w:rsidR="00177918">
        <w:rPr>
          <w:rFonts w:cs="Arial"/>
          <w:b/>
          <w:sz w:val="20"/>
        </w:rPr>
        <w:t xml:space="preserve"> </w:t>
      </w:r>
      <w:r w:rsidRPr="00D11333">
        <w:rPr>
          <w:rFonts w:cs="Arial"/>
          <w:b/>
          <w:sz w:val="20"/>
        </w:rPr>
        <w:t>RU):</w:t>
      </w:r>
    </w:p>
    <w:p w14:paraId="68D97E4C" w14:textId="77777777" w:rsidR="005874E2" w:rsidRPr="00D11333" w:rsidRDefault="005874E2" w:rsidP="005874E2">
      <w:pPr>
        <w:jc w:val="both"/>
        <w:rPr>
          <w:rFonts w:cs="Arial"/>
          <w:sz w:val="20"/>
        </w:rPr>
      </w:pPr>
    </w:p>
    <w:tbl>
      <w:tblPr>
        <w:tblW w:w="38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941"/>
        <w:gridCol w:w="2622"/>
      </w:tblGrid>
      <w:tr w:rsidR="005874E2" w:rsidRPr="00D11333" w14:paraId="0963086D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F284F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4A64D1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  <w:tc>
          <w:tcPr>
            <w:tcW w:w="15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AAB86" w14:textId="504B26D2" w:rsidR="005874E2" w:rsidRPr="005378E5" w:rsidRDefault="0052613A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874E2" w:rsidRPr="005378E5">
              <w:rPr>
                <w:rFonts w:cs="Arial"/>
                <w:b/>
                <w:sz w:val="20"/>
              </w:rPr>
              <w:t>PARA F</w:t>
            </w:r>
            <w:r w:rsidR="00D8298F">
              <w:rPr>
                <w:rFonts w:cs="Arial"/>
                <w:b/>
                <w:sz w:val="20"/>
              </w:rPr>
              <w:t>10</w:t>
            </w:r>
          </w:p>
        </w:tc>
      </w:tr>
      <w:tr w:rsidR="005874E2" w:rsidRPr="00D11333" w14:paraId="4D09A630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701C9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C3ABC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No</w:t>
            </w:r>
            <w:r w:rsidRPr="00D11333">
              <w:rPr>
                <w:rFonts w:cs="Arial"/>
                <w:sz w:val="20"/>
              </w:rPr>
              <w:t xml:space="preserve"> computador, em formato eletrônico e impressa</w:t>
            </w:r>
          </w:p>
        </w:tc>
        <w:tc>
          <w:tcPr>
            <w:tcW w:w="15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061968" w14:textId="77777777" w:rsidR="005874E2" w:rsidRPr="005378E5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5378E5">
              <w:rPr>
                <w:rFonts w:cs="Arial"/>
                <w:b/>
                <w:sz w:val="20"/>
              </w:rPr>
              <w:t>PROSSIGA</w:t>
            </w:r>
          </w:p>
        </w:tc>
      </w:tr>
      <w:tr w:rsidR="005874E2" w:rsidRPr="00D11333" w14:paraId="3E4E72D1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95F80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3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15FBB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de ambas as formas</w:t>
            </w:r>
          </w:p>
        </w:tc>
        <w:tc>
          <w:tcPr>
            <w:tcW w:w="159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92658B" w14:textId="77777777" w:rsidR="005874E2" w:rsidRPr="005378E5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  <w:tr w:rsidR="005874E2" w:rsidRPr="00D11333" w14:paraId="67C679D8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7964A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6D70F8" w14:textId="26C9FC0B" w:rsidR="005874E2" w:rsidRPr="00D11333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BD00" w14:textId="6E1D1902" w:rsidR="005874E2" w:rsidRPr="005378E5" w:rsidRDefault="0052613A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VÁ</w:t>
            </w:r>
            <w:r w:rsidRPr="005378E5">
              <w:rPr>
                <w:rFonts w:cs="Arial"/>
                <w:b/>
                <w:sz w:val="20"/>
              </w:rPr>
              <w:t xml:space="preserve"> </w:t>
            </w:r>
            <w:r w:rsidR="005874E2" w:rsidRPr="005378E5">
              <w:rPr>
                <w:rFonts w:cs="Arial"/>
                <w:b/>
                <w:sz w:val="20"/>
              </w:rPr>
              <w:t>PARA F</w:t>
            </w:r>
            <w:r w:rsidR="00D8298F">
              <w:rPr>
                <w:rFonts w:cs="Arial"/>
                <w:b/>
                <w:sz w:val="20"/>
              </w:rPr>
              <w:t>10</w:t>
            </w:r>
          </w:p>
        </w:tc>
      </w:tr>
      <w:tr w:rsidR="005874E2" w:rsidRPr="00D11333" w14:paraId="0B04ACF3" w14:textId="77777777" w:rsidTr="004E3AF1">
        <w:trPr>
          <w:cantSplit/>
        </w:trPr>
        <w:tc>
          <w:tcPr>
            <w:tcW w:w="3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D534C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3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B15FCD" w14:textId="7B3E0D9C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52613A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2977" w14:textId="77777777" w:rsidR="005874E2" w:rsidRPr="005378E5" w:rsidRDefault="005874E2" w:rsidP="004E3AF1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4D6B9D46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24787CEA" w14:textId="77777777" w:rsidR="00BB7AE6" w:rsidRDefault="00BB7AE6" w:rsidP="005874E2">
      <w:pPr>
        <w:jc w:val="both"/>
        <w:rPr>
          <w:rFonts w:cs="Arial"/>
          <w:b/>
          <w:bCs/>
          <w:sz w:val="20"/>
        </w:rPr>
      </w:pPr>
    </w:p>
    <w:p w14:paraId="6389842B" w14:textId="77777777" w:rsidR="00BB7AE6" w:rsidRDefault="00BB7AE6" w:rsidP="005874E2">
      <w:pPr>
        <w:jc w:val="both"/>
        <w:rPr>
          <w:rFonts w:cs="Arial"/>
          <w:b/>
          <w:bCs/>
          <w:sz w:val="20"/>
        </w:rPr>
      </w:pPr>
    </w:p>
    <w:p w14:paraId="2E57C3F8" w14:textId="77777777" w:rsidR="00BB7AE6" w:rsidRDefault="00BB7AE6" w:rsidP="005874E2">
      <w:pPr>
        <w:jc w:val="both"/>
        <w:rPr>
          <w:rFonts w:cs="Arial"/>
          <w:b/>
          <w:bCs/>
          <w:sz w:val="20"/>
        </w:rPr>
      </w:pPr>
    </w:p>
    <w:p w14:paraId="164E13F2" w14:textId="4430BEA7" w:rsidR="005874E2" w:rsidRPr="00EA4E5C" w:rsidRDefault="005874E2" w:rsidP="005874E2">
      <w:pPr>
        <w:jc w:val="both"/>
        <w:rPr>
          <w:rFonts w:cs="Arial"/>
          <w:b/>
          <w:sz w:val="20"/>
        </w:rPr>
      </w:pPr>
      <w:r w:rsidRPr="00DE7AB3">
        <w:rPr>
          <w:rFonts w:cs="Arial"/>
          <w:b/>
          <w:bCs/>
          <w:sz w:val="20"/>
        </w:rPr>
        <w:t xml:space="preserve">### </w:t>
      </w:r>
      <w:r w:rsidRPr="00EA4E5C">
        <w:rPr>
          <w:rFonts w:cs="Arial"/>
          <w:b/>
          <w:sz w:val="20"/>
        </w:rPr>
        <w:t>SE CÓDS. 2 OU 3 NA F11A</w:t>
      </w:r>
      <w:r w:rsidRPr="00DE7AB3">
        <w:rPr>
          <w:rFonts w:cs="Arial"/>
          <w:b/>
          <w:bCs/>
          <w:sz w:val="20"/>
        </w:rPr>
        <w:t xml:space="preserve"> ###</w:t>
      </w:r>
    </w:p>
    <w:p w14:paraId="4C5FE7AE" w14:textId="77777777" w:rsidR="005874E2" w:rsidRDefault="005874E2" w:rsidP="005874E2">
      <w:pPr>
        <w:jc w:val="both"/>
        <w:rPr>
          <w:rFonts w:cs="Arial"/>
          <w:b/>
          <w:sz w:val="20"/>
        </w:rPr>
      </w:pPr>
    </w:p>
    <w:p w14:paraId="1647E3F7" w14:textId="341B65D5" w:rsidR="005874E2" w:rsidRDefault="005874E2" w:rsidP="005874E2">
      <w:pPr>
        <w:jc w:val="both"/>
        <w:rPr>
          <w:rFonts w:cs="Arial"/>
          <w:b/>
          <w:sz w:val="20"/>
        </w:rPr>
      </w:pPr>
      <w:r w:rsidRPr="00D11333">
        <w:rPr>
          <w:rFonts w:cs="Arial"/>
          <w:b/>
          <w:sz w:val="20"/>
        </w:rPr>
        <w:t>F11</w:t>
      </w:r>
      <w:r>
        <w:rPr>
          <w:rFonts w:cs="Arial"/>
          <w:b/>
          <w:sz w:val="20"/>
        </w:rPr>
        <w:t>A</w:t>
      </w:r>
      <w:r w:rsidRPr="00D11333">
        <w:rPr>
          <w:rFonts w:cs="Arial"/>
          <w:b/>
          <w:sz w:val="20"/>
        </w:rPr>
        <w:t xml:space="preserve">_1) </w:t>
      </w:r>
      <w:r w:rsidRPr="00D11333">
        <w:rPr>
          <w:rFonts w:cs="Arial"/>
          <w:sz w:val="20"/>
        </w:rPr>
        <w:t xml:space="preserve">Sendo impressa, o(a) </w:t>
      </w:r>
      <w:r>
        <w:rPr>
          <w:rFonts w:cs="Arial"/>
          <w:sz w:val="20"/>
        </w:rPr>
        <w:t>s</w:t>
      </w:r>
      <w:r w:rsidRPr="00D11333">
        <w:rPr>
          <w:rFonts w:cs="Arial"/>
          <w:sz w:val="20"/>
        </w:rPr>
        <w:t>enhor(a) assina a prescrição</w:t>
      </w:r>
      <w:r w:rsidRPr="00D11333">
        <w:rPr>
          <w:rFonts w:cs="Arial"/>
          <w:b/>
          <w:sz w:val="20"/>
        </w:rPr>
        <w:t xml:space="preserve"> </w:t>
      </w:r>
      <w:r w:rsidR="00115E6D">
        <w:rPr>
          <w:rFonts w:cs="Arial"/>
          <w:b/>
          <w:sz w:val="20"/>
        </w:rPr>
        <w:t>(</w:t>
      </w:r>
      <w:r w:rsidRPr="00D11333">
        <w:rPr>
          <w:rFonts w:cs="Arial"/>
          <w:b/>
          <w:sz w:val="20"/>
        </w:rPr>
        <w:t>LE</w:t>
      </w:r>
      <w:r w:rsidR="00115E6D">
        <w:rPr>
          <w:rFonts w:cs="Arial"/>
          <w:b/>
          <w:sz w:val="20"/>
        </w:rPr>
        <w:t>IA AS</w:t>
      </w:r>
      <w:r w:rsidRPr="00D11333">
        <w:rPr>
          <w:rFonts w:cs="Arial"/>
          <w:b/>
          <w:sz w:val="20"/>
        </w:rPr>
        <w:t xml:space="preserve"> OPÇÕES DE RESPOSTA</w:t>
      </w:r>
      <w:r w:rsidR="00177918">
        <w:rPr>
          <w:rFonts w:cs="Arial"/>
          <w:b/>
          <w:sz w:val="20"/>
        </w:rPr>
        <w:t xml:space="preserve"> </w:t>
      </w:r>
      <w:r w:rsidR="00177918" w:rsidRPr="00D11333">
        <w:rPr>
          <w:rFonts w:cs="Arial"/>
          <w:b/>
          <w:sz w:val="20"/>
        </w:rPr>
        <w:t>–</w:t>
      </w:r>
      <w:r w:rsidR="00177918">
        <w:rPr>
          <w:rFonts w:cs="Arial"/>
          <w:b/>
          <w:sz w:val="20"/>
        </w:rPr>
        <w:t xml:space="preserve"> </w:t>
      </w:r>
      <w:r w:rsidRPr="00D11333">
        <w:rPr>
          <w:rFonts w:cs="Arial"/>
          <w:b/>
          <w:sz w:val="20"/>
        </w:rPr>
        <w:t>RU):</w:t>
      </w:r>
    </w:p>
    <w:p w14:paraId="5F0147D5" w14:textId="77777777" w:rsidR="005874E2" w:rsidRPr="00D11333" w:rsidRDefault="005874E2" w:rsidP="005874E2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5"/>
        <w:gridCol w:w="4805"/>
      </w:tblGrid>
      <w:tr w:rsidR="005874E2" w:rsidRPr="00D11333" w14:paraId="16EEAFFC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D8CB2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B6C19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Manualmente</w:t>
            </w:r>
          </w:p>
        </w:tc>
      </w:tr>
      <w:tr w:rsidR="005874E2" w:rsidRPr="00D11333" w14:paraId="13BD5040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2132A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60A13" w14:textId="77777777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>Ou no computador, por meio de certificado digital</w:t>
            </w:r>
          </w:p>
        </w:tc>
      </w:tr>
      <w:tr w:rsidR="005874E2" w:rsidRPr="00D11333" w14:paraId="1DCB8726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C5674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D8A9D" w14:textId="6C45AF28" w:rsidR="005874E2" w:rsidRPr="00D11333" w:rsidRDefault="005874E2" w:rsidP="004E3AF1">
            <w:pPr>
              <w:ind w:left="57" w:right="113"/>
              <w:rPr>
                <w:rFonts w:cs="Arial"/>
                <w:b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sabe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115E6D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  <w:tr w:rsidR="005874E2" w:rsidRPr="00D11333" w14:paraId="0403A589" w14:textId="77777777" w:rsidTr="004E3AF1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C75AD" w14:textId="77777777" w:rsidR="005874E2" w:rsidRPr="005378E5" w:rsidRDefault="005874E2" w:rsidP="004E3AF1">
            <w:pPr>
              <w:jc w:val="center"/>
              <w:rPr>
                <w:rFonts w:cs="Arial"/>
                <w:sz w:val="20"/>
              </w:rPr>
            </w:pPr>
            <w:r w:rsidRPr="005378E5">
              <w:rPr>
                <w:rFonts w:cs="Arial"/>
                <w:sz w:val="20"/>
              </w:rPr>
              <w:t>99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B4285" w14:textId="46571281" w:rsidR="005874E2" w:rsidRPr="00D11333" w:rsidRDefault="005874E2" w:rsidP="004E3AF1">
            <w:pPr>
              <w:ind w:left="57" w:right="113"/>
              <w:rPr>
                <w:rFonts w:cs="Arial"/>
                <w:sz w:val="20"/>
              </w:rPr>
            </w:pPr>
            <w:r w:rsidRPr="00D11333">
              <w:rPr>
                <w:rFonts w:cs="Arial"/>
                <w:sz w:val="20"/>
              </w:rPr>
              <w:t xml:space="preserve">Não respondeu </w:t>
            </w:r>
            <w:r w:rsidRPr="00D11333">
              <w:rPr>
                <w:rFonts w:cs="Arial"/>
                <w:b/>
                <w:sz w:val="20"/>
              </w:rPr>
              <w:t>(ESP</w:t>
            </w:r>
            <w:r w:rsidR="00115E6D">
              <w:rPr>
                <w:rFonts w:cs="Arial"/>
                <w:b/>
                <w:sz w:val="20"/>
              </w:rPr>
              <w:t>.</w:t>
            </w:r>
            <w:r w:rsidRPr="00D11333">
              <w:rPr>
                <w:rFonts w:cs="Arial"/>
                <w:b/>
                <w:sz w:val="20"/>
              </w:rPr>
              <w:t>)</w:t>
            </w:r>
          </w:p>
        </w:tc>
      </w:tr>
    </w:tbl>
    <w:p w14:paraId="528FDD93" w14:textId="77777777" w:rsidR="00A87397" w:rsidRDefault="00A87397" w:rsidP="00847304">
      <w:pPr>
        <w:rPr>
          <w:rFonts w:cs="Arial"/>
          <w:b/>
          <w:sz w:val="20"/>
        </w:rPr>
      </w:pPr>
    </w:p>
    <w:p w14:paraId="4989CD2F" w14:textId="63422E6B" w:rsidR="00EB2E02" w:rsidRPr="00847304" w:rsidRDefault="00EB2E02" w:rsidP="00847304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 xml:space="preserve">F10) </w:t>
      </w:r>
      <w:r w:rsidRPr="00810173">
        <w:rPr>
          <w:rFonts w:cs="Arial"/>
          <w:sz w:val="20"/>
        </w:rPr>
        <w:t xml:space="preserve">Para cada um dos seguintes serviços que vou ler, por favor me indique se estão disponíveis </w:t>
      </w:r>
      <w:r w:rsidR="0019163D" w:rsidRPr="00810173">
        <w:rPr>
          <w:rFonts w:cs="Arial"/>
          <w:sz w:val="20"/>
        </w:rPr>
        <w:t xml:space="preserve">para </w:t>
      </w:r>
      <w:r w:rsidR="00A01722" w:rsidRPr="00810173">
        <w:rPr>
          <w:rFonts w:cs="Arial"/>
          <w:sz w:val="20"/>
        </w:rPr>
        <w:t>o(a) s</w:t>
      </w:r>
      <w:r w:rsidR="00115E6D">
        <w:rPr>
          <w:rFonts w:cs="Arial"/>
          <w:sz w:val="20"/>
        </w:rPr>
        <w:t>enho</w:t>
      </w:r>
      <w:r w:rsidR="00A01722" w:rsidRPr="00810173">
        <w:rPr>
          <w:rFonts w:cs="Arial"/>
          <w:sz w:val="20"/>
        </w:rPr>
        <w:t>r(a)</w:t>
      </w:r>
      <w:r w:rsidR="0019163D" w:rsidRPr="00810173">
        <w:rPr>
          <w:rFonts w:cs="Arial"/>
          <w:sz w:val="20"/>
        </w:rPr>
        <w:t xml:space="preserve"> </w:t>
      </w:r>
      <w:r w:rsidR="00AF6E16" w:rsidRPr="00810173">
        <w:rPr>
          <w:rFonts w:cs="Arial"/>
          <w:sz w:val="20"/>
        </w:rPr>
        <w:t>n</w:t>
      </w:r>
      <w:r w:rsidRPr="00810173">
        <w:rPr>
          <w:rFonts w:cs="Arial"/>
          <w:sz w:val="20"/>
        </w:rPr>
        <w:t xml:space="preserve">este estabelecimento. </w:t>
      </w:r>
    </w:p>
    <w:p w14:paraId="4B1DC051" w14:textId="5F6B3E41" w:rsidR="00EB2E02" w:rsidRPr="00810173" w:rsidRDefault="00EB2E02" w:rsidP="00950A6F">
      <w:pPr>
        <w:jc w:val="both"/>
        <w:rPr>
          <w:rFonts w:cs="Arial"/>
          <w:b/>
          <w:sz w:val="20"/>
        </w:rPr>
      </w:pPr>
      <w:r w:rsidRPr="00810173">
        <w:rPr>
          <w:rFonts w:cs="Arial"/>
          <w:sz w:val="20"/>
        </w:rPr>
        <w:t xml:space="preserve">Está disponível... </w:t>
      </w:r>
      <w:r w:rsidRPr="00810173">
        <w:rPr>
          <w:rFonts w:cs="Arial"/>
          <w:b/>
          <w:sz w:val="20"/>
        </w:rPr>
        <w:t>(LE</w:t>
      </w:r>
      <w:r w:rsidR="00115E6D">
        <w:rPr>
          <w:rFonts w:cs="Arial"/>
          <w:b/>
          <w:sz w:val="20"/>
        </w:rPr>
        <w:t>IA OS</w:t>
      </w:r>
      <w:r w:rsidRPr="00810173">
        <w:rPr>
          <w:rFonts w:cs="Arial"/>
          <w:b/>
          <w:sz w:val="20"/>
        </w:rPr>
        <w:t xml:space="preserve"> ITENS </w:t>
      </w:r>
      <w:r w:rsidR="00115E6D" w:rsidRPr="00115E6D">
        <w:rPr>
          <w:rFonts w:cs="Arial"/>
          <w:b/>
          <w:sz w:val="20"/>
        </w:rPr>
        <w:t>–</w:t>
      </w:r>
      <w:r w:rsidRPr="00810173">
        <w:rPr>
          <w:rFonts w:cs="Arial"/>
          <w:b/>
          <w:sz w:val="20"/>
        </w:rPr>
        <w:t xml:space="preserve"> RU POR LINHA)</w:t>
      </w:r>
    </w:p>
    <w:p w14:paraId="2DDC6B59" w14:textId="024F8928" w:rsidR="00EB2E02" w:rsidRPr="00810173" w:rsidRDefault="00EB2E02" w:rsidP="00EB2E02">
      <w:pPr>
        <w:jc w:val="both"/>
        <w:rPr>
          <w:rFonts w:cs="Arial"/>
          <w:b/>
          <w:sz w:val="20"/>
        </w:rPr>
      </w:pPr>
    </w:p>
    <w:tbl>
      <w:tblPr>
        <w:tblW w:w="5004" w:type="pct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101"/>
        <w:gridCol w:w="849"/>
        <w:gridCol w:w="849"/>
        <w:gridCol w:w="1413"/>
        <w:gridCol w:w="1609"/>
      </w:tblGrid>
      <w:tr w:rsidR="00B22E60" w:rsidRPr="00810173" w14:paraId="5168CC3D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F080D" w14:textId="77777777" w:rsidR="00EB2E02" w:rsidRPr="00810173" w:rsidRDefault="00EB2E02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4C8F1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DA6E3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80411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0E376" w14:textId="3EA3DEF3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Não sabe </w:t>
            </w:r>
            <w:r w:rsidRPr="00810173">
              <w:rPr>
                <w:rFonts w:cs="Arial"/>
                <w:b/>
                <w:sz w:val="20"/>
              </w:rPr>
              <w:t>(ESP</w:t>
            </w:r>
            <w:r w:rsidR="00115E6D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2CCD4" w14:textId="0744F509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Não respondeu </w:t>
            </w:r>
            <w:r w:rsidRPr="00810173">
              <w:rPr>
                <w:rFonts w:cs="Arial"/>
                <w:b/>
                <w:sz w:val="20"/>
              </w:rPr>
              <w:t>(ESP</w:t>
            </w:r>
            <w:r w:rsidR="00115E6D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B22E60" w:rsidRPr="00810173" w14:paraId="6357E8D0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0173A" w14:textId="77777777" w:rsidR="00EB2E02" w:rsidRPr="00810173" w:rsidRDefault="00EB2E02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E875" w14:textId="30403DF9" w:rsidR="00EB2E02" w:rsidRPr="00810173" w:rsidRDefault="00EB2E02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Educação </w:t>
            </w:r>
            <w:r w:rsidR="00DA26D1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DA8EC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6261A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680C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47275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B22E60" w:rsidRPr="00810173" w14:paraId="4777C768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B6C7F" w14:textId="77777777" w:rsidR="00EB2E02" w:rsidRPr="00810173" w:rsidRDefault="00EB2E02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E246C" w14:textId="2310FBCB" w:rsidR="00EB2E02" w:rsidRPr="00810173" w:rsidRDefault="00D42750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="00EB2E02" w:rsidRPr="00810173">
              <w:rPr>
                <w:rFonts w:cs="Arial"/>
                <w:sz w:val="20"/>
              </w:rPr>
              <w:t xml:space="preserve">esquisa </w:t>
            </w:r>
            <w:r w:rsidR="00D53AD8" w:rsidRPr="00810173">
              <w:rPr>
                <w:rFonts w:cs="Arial"/>
                <w:sz w:val="20"/>
              </w:rPr>
              <w:t>em parceria com outros centro</w:t>
            </w:r>
            <w:r w:rsidR="00FF70A8" w:rsidRPr="00810173">
              <w:rPr>
                <w:rFonts w:cs="Arial"/>
                <w:sz w:val="20"/>
              </w:rPr>
              <w:t>s</w:t>
            </w:r>
            <w:r w:rsidR="00D53AD8" w:rsidRPr="00810173">
              <w:rPr>
                <w:rFonts w:cs="Arial"/>
                <w:sz w:val="20"/>
              </w:rPr>
              <w:t xml:space="preserve"> </w:t>
            </w:r>
            <w:r w:rsidR="00505A33">
              <w:rPr>
                <w:rFonts w:cs="Arial"/>
                <w:sz w:val="20"/>
              </w:rPr>
              <w:t>remotos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8065F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93AC2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012ED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2B789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B22E60" w:rsidRPr="00810173" w14:paraId="1D67B063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9B9F2" w14:textId="77777777" w:rsidR="00EB2E02" w:rsidRPr="00810173" w:rsidRDefault="00EB2E02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F5899" w14:textId="15BDA660" w:rsidR="00EB2E02" w:rsidRPr="00810173" w:rsidRDefault="00C1090D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Telemonitorament</w:t>
            </w:r>
            <w:r w:rsidR="00A46913">
              <w:rPr>
                <w:rFonts w:cs="Arial"/>
                <w:sz w:val="20"/>
              </w:rPr>
              <w:t>o</w:t>
            </w:r>
            <w:r w:rsidR="005531E3">
              <w:rPr>
                <w:rFonts w:cs="Arial"/>
                <w:sz w:val="20"/>
              </w:rPr>
              <w:t>, ou seja,</w:t>
            </w:r>
            <w:r>
              <w:rPr>
                <w:rFonts w:cs="Arial"/>
                <w:sz w:val="20"/>
              </w:rPr>
              <w:t xml:space="preserve"> </w:t>
            </w:r>
            <w:r w:rsidR="00C8451E">
              <w:rPr>
                <w:rFonts w:cs="Arial"/>
                <w:sz w:val="20"/>
              </w:rPr>
              <w:t>m</w:t>
            </w:r>
            <w:r w:rsidR="00EB2E02" w:rsidRPr="00810173">
              <w:rPr>
                <w:rFonts w:cs="Arial"/>
                <w:sz w:val="20"/>
              </w:rPr>
              <w:t>onitoramento remoto de pacientes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BDB3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2846E1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41130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4240C" w14:textId="77777777" w:rsidR="00EB2E02" w:rsidRPr="00810173" w:rsidRDefault="00EB2E02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2201FE" w:rsidRPr="00810173" w14:paraId="24AF03DE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7924" w14:textId="5C4B8C7B" w:rsidR="002201FE" w:rsidRPr="00810173" w:rsidRDefault="002201FE" w:rsidP="002201FE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2363D" w14:textId="3ED5D580" w:rsidR="002201FE" w:rsidRPr="00810173" w:rsidRDefault="002201FE" w:rsidP="002201FE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810173">
              <w:rPr>
                <w:rFonts w:cs="Arial"/>
                <w:sz w:val="20"/>
              </w:rPr>
              <w:t>Teleconsultoria</w:t>
            </w:r>
            <w:proofErr w:type="spellEnd"/>
            <w:r w:rsidR="00AF6E16" w:rsidRPr="00810173">
              <w:rPr>
                <w:rFonts w:cs="Arial"/>
                <w:sz w:val="20"/>
              </w:rPr>
              <w:t xml:space="preserve">: consulta </w:t>
            </w:r>
            <w:r w:rsidR="00DA26D1">
              <w:rPr>
                <w:rFonts w:cs="Arial"/>
                <w:sz w:val="20"/>
              </w:rPr>
              <w:t>a</w:t>
            </w:r>
            <w:r w:rsidR="00AF6E16" w:rsidRPr="00810173">
              <w:rPr>
                <w:rFonts w:cs="Arial"/>
                <w:sz w:val="20"/>
              </w:rPr>
              <w:t xml:space="preserve"> distância entre profissionais 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7AC09" w14:textId="77777777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7FA213" w14:textId="77777777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96D59" w14:textId="77777777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BCE2" w14:textId="77777777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2201FE" w:rsidRPr="00810173" w14:paraId="0D2F7386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BB132" w14:textId="7330EC98" w:rsidR="002201FE" w:rsidRPr="00810173" w:rsidRDefault="002201FE" w:rsidP="002201FE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H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98CE1" w14:textId="2C6C66DE" w:rsidR="002201FE" w:rsidRPr="00810173" w:rsidRDefault="002201FE" w:rsidP="00700D1D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Telediagnóstico</w:t>
            </w:r>
            <w:r w:rsidR="00AF6E16" w:rsidRPr="00810173">
              <w:rPr>
                <w:rFonts w:cs="Arial"/>
                <w:sz w:val="20"/>
              </w:rPr>
              <w:t xml:space="preserve">: emissão </w:t>
            </w:r>
            <w:r w:rsidR="00DA26D1">
              <w:rPr>
                <w:rFonts w:cs="Arial"/>
                <w:sz w:val="20"/>
              </w:rPr>
              <w:t>a</w:t>
            </w:r>
            <w:r w:rsidR="00700D1D" w:rsidRPr="00810173">
              <w:rPr>
                <w:rFonts w:cs="Arial"/>
                <w:sz w:val="20"/>
              </w:rPr>
              <w:t xml:space="preserve"> distância </w:t>
            </w:r>
            <w:r w:rsidR="00AF6E16" w:rsidRPr="00810173">
              <w:rPr>
                <w:rFonts w:cs="Arial"/>
                <w:sz w:val="20"/>
              </w:rPr>
              <w:t>de laudos de exames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E52AF" w14:textId="5DE86046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6A6DE" w14:textId="36C235C5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C5B55" w14:textId="5395A653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89456" w14:textId="2F1A9D3D" w:rsidR="002201FE" w:rsidRPr="00810173" w:rsidRDefault="002201FE" w:rsidP="002201FE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5A68D1" w:rsidRPr="00810173" w14:paraId="24172F6C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53DE2" w14:textId="6D6B7395" w:rsidR="005A68D1" w:rsidRPr="00810173" w:rsidRDefault="005A68D1" w:rsidP="005A68D1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3F4BA" w14:textId="2E123540" w:rsidR="005A68D1" w:rsidRPr="00810173" w:rsidRDefault="005A68D1" w:rsidP="005A68D1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9908B7">
              <w:rPr>
                <w:rFonts w:cs="Arial"/>
                <w:sz w:val="20"/>
              </w:rPr>
              <w:t>Teleconsulta</w:t>
            </w:r>
            <w:proofErr w:type="spellEnd"/>
            <w:r>
              <w:rPr>
                <w:rFonts w:cs="Arial"/>
                <w:sz w:val="20"/>
              </w:rPr>
              <w:t xml:space="preserve">: ou seja, consulta feita pela Internet envolvendo a relação direta entre </w:t>
            </w:r>
            <w:r w:rsidR="00DA26D1">
              <w:rPr>
                <w:rFonts w:cs="Arial"/>
                <w:sz w:val="20"/>
              </w:rPr>
              <w:t xml:space="preserve">o </w:t>
            </w:r>
            <w:r>
              <w:rPr>
                <w:rFonts w:cs="Arial"/>
                <w:sz w:val="20"/>
              </w:rPr>
              <w:t>profissional de saúde e o paciente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02D15" w14:textId="0FDAF5FE" w:rsidR="005A68D1" w:rsidRPr="00810173" w:rsidRDefault="005A68D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E4A3C" w14:textId="5E1BC473" w:rsidR="005A68D1" w:rsidRPr="00810173" w:rsidRDefault="005A68D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29DD6" w14:textId="6A4C4BF0" w:rsidR="005A68D1" w:rsidRPr="00810173" w:rsidRDefault="005A68D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EE03DD" w14:textId="0C0A2011" w:rsidR="005A68D1" w:rsidRPr="00810173" w:rsidRDefault="005A68D1" w:rsidP="005A68D1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</w:tbl>
    <w:p w14:paraId="706F8BB5" w14:textId="77777777" w:rsidR="00EB2E02" w:rsidRPr="00810173" w:rsidRDefault="00EB2E02" w:rsidP="00EB2E02">
      <w:pPr>
        <w:ind w:left="425" w:hanging="425"/>
        <w:rPr>
          <w:rFonts w:cs="Arial"/>
          <w:b/>
          <w:sz w:val="20"/>
        </w:rPr>
      </w:pPr>
    </w:p>
    <w:p w14:paraId="354CD877" w14:textId="3F8E112E" w:rsidR="00CB574D" w:rsidRDefault="00CB574D">
      <w:pPr>
        <w:rPr>
          <w:rFonts w:cs="Arial"/>
          <w:b/>
          <w:color w:val="00B0F0"/>
          <w:sz w:val="20"/>
        </w:rPr>
      </w:pPr>
    </w:p>
    <w:p w14:paraId="657F75AA" w14:textId="6898499C" w:rsidR="00B22E60" w:rsidRPr="00DE7AB3" w:rsidRDefault="00B22E60" w:rsidP="00B22E60">
      <w:pPr>
        <w:rPr>
          <w:rFonts w:cs="Arial"/>
          <w:b/>
          <w:sz w:val="20"/>
        </w:rPr>
      </w:pPr>
      <w:r w:rsidRPr="00DE7AB3">
        <w:rPr>
          <w:rFonts w:cs="Arial"/>
          <w:b/>
          <w:sz w:val="20"/>
        </w:rPr>
        <w:t>###</w:t>
      </w:r>
      <w:r w:rsidRPr="00EA4E5C">
        <w:rPr>
          <w:rFonts w:cs="Arial"/>
          <w:b/>
          <w:sz w:val="20"/>
        </w:rPr>
        <w:t xml:space="preserve"> APENAS PARA QUEM RESPONDEU SIM (CÓD. 1) NOS ITENS DA PERGUNTA F10 </w:t>
      </w:r>
      <w:r w:rsidRPr="00DE7AB3">
        <w:rPr>
          <w:rFonts w:cs="Arial"/>
          <w:b/>
          <w:sz w:val="20"/>
        </w:rPr>
        <w:t>###</w:t>
      </w:r>
    </w:p>
    <w:p w14:paraId="5A100CE0" w14:textId="77777777" w:rsidR="00B22E60" w:rsidRPr="00810173" w:rsidRDefault="00B22E60" w:rsidP="00B22E60">
      <w:pPr>
        <w:jc w:val="both"/>
        <w:rPr>
          <w:rFonts w:cs="Arial"/>
          <w:b/>
          <w:sz w:val="20"/>
        </w:rPr>
      </w:pPr>
    </w:p>
    <w:p w14:paraId="2A7D1B7A" w14:textId="6075EB9B" w:rsidR="00B22E60" w:rsidRPr="00810173" w:rsidRDefault="00B22E60" w:rsidP="00B22E60">
      <w:pPr>
        <w:jc w:val="both"/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lastRenderedPageBreak/>
        <w:t>F10_1)</w:t>
      </w:r>
      <w:r w:rsidRPr="00810173">
        <w:rPr>
          <w:rFonts w:cs="Arial"/>
          <w:sz w:val="20"/>
        </w:rPr>
        <w:t xml:space="preserve"> E o(a) </w:t>
      </w:r>
      <w:r w:rsidR="003E080F" w:rsidRPr="00810173">
        <w:rPr>
          <w:rFonts w:cs="Arial"/>
          <w:sz w:val="20"/>
        </w:rPr>
        <w:t>s</w:t>
      </w:r>
      <w:r w:rsidR="001B7350">
        <w:rPr>
          <w:rFonts w:cs="Arial"/>
          <w:sz w:val="20"/>
        </w:rPr>
        <w:t>enho</w:t>
      </w:r>
      <w:r w:rsidR="003E080F" w:rsidRPr="00810173">
        <w:rPr>
          <w:rFonts w:cs="Arial"/>
          <w:sz w:val="20"/>
        </w:rPr>
        <w:t>r(</w:t>
      </w:r>
      <w:r w:rsidRPr="00810173">
        <w:rPr>
          <w:rFonts w:cs="Arial"/>
          <w:sz w:val="20"/>
        </w:rPr>
        <w:t xml:space="preserve">a) utiliza esse serviço_________? </w:t>
      </w:r>
      <w:r w:rsidRPr="00810173">
        <w:rPr>
          <w:rFonts w:cs="Arial"/>
          <w:b/>
          <w:sz w:val="20"/>
        </w:rPr>
        <w:t>(LE</w:t>
      </w:r>
      <w:r w:rsidR="001B7350">
        <w:rPr>
          <w:rFonts w:cs="Arial"/>
          <w:b/>
          <w:sz w:val="20"/>
        </w:rPr>
        <w:t>IA A</w:t>
      </w:r>
      <w:r w:rsidRPr="00810173">
        <w:rPr>
          <w:rFonts w:cs="Arial"/>
          <w:b/>
          <w:sz w:val="20"/>
        </w:rPr>
        <w:t xml:space="preserve"> ESCALA DE RESPOSTA </w:t>
      </w:r>
      <w:r w:rsidR="001B7350" w:rsidRPr="001B7350">
        <w:rPr>
          <w:rFonts w:cs="Arial"/>
          <w:b/>
          <w:sz w:val="20"/>
        </w:rPr>
        <w:t>–</w:t>
      </w:r>
      <w:r w:rsidRPr="00810173">
        <w:rPr>
          <w:rFonts w:cs="Arial"/>
          <w:b/>
          <w:sz w:val="20"/>
        </w:rPr>
        <w:t xml:space="preserve"> RU POR LINHA)</w:t>
      </w:r>
    </w:p>
    <w:p w14:paraId="5227B15A" w14:textId="77777777" w:rsidR="00B22E60" w:rsidRPr="00810173" w:rsidRDefault="00B22E60" w:rsidP="00B22E60">
      <w:pPr>
        <w:jc w:val="both"/>
        <w:rPr>
          <w:rFonts w:cs="Arial"/>
          <w:b/>
          <w:sz w:val="20"/>
        </w:rPr>
      </w:pPr>
    </w:p>
    <w:tbl>
      <w:tblPr>
        <w:tblW w:w="4985" w:type="pct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4396"/>
        <w:gridCol w:w="994"/>
        <w:gridCol w:w="990"/>
        <w:gridCol w:w="850"/>
        <w:gridCol w:w="1276"/>
        <w:gridCol w:w="1276"/>
      </w:tblGrid>
      <w:tr w:rsidR="00EA4E5C" w:rsidRPr="00810173" w14:paraId="0C003C39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0AA14" w14:textId="77777777" w:rsidR="00B22E60" w:rsidRPr="00810173" w:rsidRDefault="00B22E60" w:rsidP="00771622">
            <w:pPr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990C3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37E55" w14:textId="4230D542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Sempre 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22F29" w14:textId="4CE3E9C0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Às vezes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81F25" w14:textId="73068A19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Nunca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FB3F8" w14:textId="0CDB6871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Não sabe </w:t>
            </w:r>
            <w:r w:rsidRPr="00810173">
              <w:rPr>
                <w:rFonts w:cs="Arial"/>
                <w:b/>
                <w:sz w:val="20"/>
              </w:rPr>
              <w:t>(ESP</w:t>
            </w:r>
            <w:r w:rsidR="001B7350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0FBB" w14:textId="25B27E8B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Não respondeu </w:t>
            </w:r>
            <w:r w:rsidRPr="00810173">
              <w:rPr>
                <w:rFonts w:cs="Arial"/>
                <w:b/>
                <w:sz w:val="20"/>
              </w:rPr>
              <w:t>(ESP</w:t>
            </w:r>
            <w:r w:rsidR="001B7350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EA4E5C" w:rsidRPr="00810173" w14:paraId="1BF7F689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0E88" w14:textId="77777777" w:rsidR="00B22E60" w:rsidRPr="00810173" w:rsidRDefault="00B22E60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1373E" w14:textId="26DC8C8D" w:rsidR="00B22E60" w:rsidRPr="00810173" w:rsidRDefault="00B22E60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A educação </w:t>
            </w:r>
            <w:r w:rsidR="001B7350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em saúde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513C6F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85FFE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5BE2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CA0F5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77ECB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EA4E5C" w:rsidRPr="00810173" w14:paraId="0DD5D353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9B02" w14:textId="77777777" w:rsidR="00B22E60" w:rsidRPr="00810173" w:rsidRDefault="00B22E60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C6484" w14:textId="676B90B8" w:rsidR="00B22E60" w:rsidRPr="00810173" w:rsidRDefault="00D42750" w:rsidP="0077162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</w:t>
            </w:r>
            <w:r w:rsidR="00B22E60" w:rsidRPr="00810173">
              <w:rPr>
                <w:rFonts w:cs="Arial"/>
                <w:sz w:val="20"/>
              </w:rPr>
              <w:t xml:space="preserve">esquisa </w:t>
            </w:r>
            <w:r w:rsidR="00B823D8" w:rsidRPr="00810173">
              <w:rPr>
                <w:rFonts w:cs="Arial"/>
                <w:sz w:val="20"/>
              </w:rPr>
              <w:t xml:space="preserve">em parceria com outros centros </w:t>
            </w:r>
            <w:r w:rsidR="00505A33">
              <w:rPr>
                <w:rFonts w:cs="Arial"/>
                <w:sz w:val="20"/>
              </w:rPr>
              <w:t>remotos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91AC5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4CEB6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D91B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7DB77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B4B55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EA4E5C" w:rsidRPr="00810173" w14:paraId="73C18764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8C9A7" w14:textId="77777777" w:rsidR="00B22E60" w:rsidRPr="00810173" w:rsidRDefault="00B22E60" w:rsidP="00771622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CF5D7" w14:textId="7608BEA2" w:rsidR="00B22E60" w:rsidRPr="00810173" w:rsidRDefault="00B22E60" w:rsidP="00771622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O monitoramento remoto de pacientes </w:t>
            </w:r>
            <w:r w:rsidR="001B7350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21B6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C9E61B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D9358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626D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E9FB3" w14:textId="77777777" w:rsidR="00B22E60" w:rsidRPr="00810173" w:rsidRDefault="00B22E60" w:rsidP="00771622">
            <w:pPr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EA4E5C" w:rsidRPr="00810173" w14:paraId="5F59B8A3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400C9" w14:textId="509523E8" w:rsidR="00B823D8" w:rsidRPr="00810173" w:rsidRDefault="00B823D8" w:rsidP="00B823D8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F09CC" w14:textId="48863CA5" w:rsidR="00B823D8" w:rsidRPr="00810173" w:rsidRDefault="00B823D8" w:rsidP="00B823D8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810173">
              <w:rPr>
                <w:rFonts w:cs="Arial"/>
                <w:sz w:val="20"/>
              </w:rPr>
              <w:t>Teleconsultoria</w:t>
            </w:r>
            <w:proofErr w:type="spellEnd"/>
            <w:r w:rsidRPr="00810173">
              <w:rPr>
                <w:rFonts w:cs="Arial"/>
                <w:sz w:val="20"/>
              </w:rPr>
              <w:t xml:space="preserve">: consulta </w:t>
            </w:r>
            <w:r w:rsidR="001B7350">
              <w:rPr>
                <w:rFonts w:cs="Arial"/>
                <w:sz w:val="20"/>
              </w:rPr>
              <w:t>a</w:t>
            </w:r>
            <w:r w:rsidRPr="00810173">
              <w:rPr>
                <w:rFonts w:cs="Arial"/>
                <w:sz w:val="20"/>
              </w:rPr>
              <w:t xml:space="preserve"> distância entre profissionais 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7845E" w14:textId="578B9BD6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DD8E6" w14:textId="01E55F74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6C5B9" w14:textId="3B929831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C1FB3" w14:textId="5B0074ED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8F988" w14:textId="73058580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EA4E5C" w:rsidRPr="00054043" w14:paraId="5541DB80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DCBB4" w14:textId="1C9D00CA" w:rsidR="00B823D8" w:rsidRPr="00810173" w:rsidRDefault="00B823D8" w:rsidP="00B823D8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H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C9F92" w14:textId="60D16014" w:rsidR="00B823D8" w:rsidRPr="00810173" w:rsidRDefault="00B823D8" w:rsidP="00B823D8">
            <w:pPr>
              <w:ind w:left="57" w:right="113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 xml:space="preserve">Telediagnóstico: emissão </w:t>
            </w:r>
            <w:r w:rsidR="001B7350">
              <w:rPr>
                <w:rFonts w:cs="Arial"/>
                <w:sz w:val="20"/>
              </w:rPr>
              <w:t>a</w:t>
            </w:r>
            <w:r w:rsidR="00700D1D" w:rsidRPr="00810173">
              <w:rPr>
                <w:rFonts w:cs="Arial"/>
                <w:sz w:val="20"/>
              </w:rPr>
              <w:t xml:space="preserve"> distância </w:t>
            </w:r>
            <w:r w:rsidRPr="00810173">
              <w:rPr>
                <w:rFonts w:cs="Arial"/>
                <w:sz w:val="20"/>
              </w:rPr>
              <w:t xml:space="preserve">de laudos de exames </w:t>
            </w:r>
            <w:r w:rsidR="008312B3" w:rsidRPr="00810173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25C16" w14:textId="3D6B643D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F38CBC" w14:textId="5BF142CA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AF2D9" w14:textId="4785E6BA" w:rsidR="00B823D8" w:rsidRPr="00810173" w:rsidRDefault="003F276C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32D8D" w14:textId="1E938F1C" w:rsidR="00B823D8" w:rsidRPr="00810173" w:rsidRDefault="00B823D8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</w:t>
            </w:r>
            <w:r w:rsidR="00F0228F" w:rsidRPr="00810173">
              <w:rPr>
                <w:rFonts w:cs="Arial"/>
                <w:sz w:val="20"/>
              </w:rPr>
              <w:t>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72EFA" w14:textId="603137A2" w:rsidR="00B823D8" w:rsidRPr="00054043" w:rsidRDefault="00286174" w:rsidP="00B823D8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  <w:tr w:rsidR="00EA4E5C" w:rsidRPr="00054043" w14:paraId="484B0A28" w14:textId="77777777" w:rsidTr="00DE7AB3">
        <w:trPr>
          <w:cantSplit/>
        </w:trPr>
        <w:tc>
          <w:tcPr>
            <w:tcW w:w="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3F8A6" w14:textId="05EDA863" w:rsidR="0073058F" w:rsidRPr="00810173" w:rsidRDefault="0073058F" w:rsidP="0073058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2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6D7EA" w14:textId="7A6EC289" w:rsidR="0073058F" w:rsidRPr="00810173" w:rsidRDefault="0073058F" w:rsidP="0073058F">
            <w:pPr>
              <w:ind w:left="57" w:right="113"/>
              <w:rPr>
                <w:rFonts w:cs="Arial"/>
                <w:sz w:val="20"/>
              </w:rPr>
            </w:pPr>
            <w:proofErr w:type="spellStart"/>
            <w:r w:rsidRPr="009908B7">
              <w:rPr>
                <w:rFonts w:cs="Arial"/>
                <w:sz w:val="20"/>
              </w:rPr>
              <w:t>Teleconsulta</w:t>
            </w:r>
            <w:proofErr w:type="spellEnd"/>
            <w:r>
              <w:rPr>
                <w:rFonts w:cs="Arial"/>
                <w:sz w:val="20"/>
              </w:rPr>
              <w:t xml:space="preserve">: ou seja, consulta feita pela Internet envolvendo a relação direta entre </w:t>
            </w:r>
            <w:r w:rsidR="001B7350">
              <w:rPr>
                <w:rFonts w:cs="Arial"/>
                <w:sz w:val="20"/>
              </w:rPr>
              <w:t xml:space="preserve">o </w:t>
            </w:r>
            <w:r>
              <w:rPr>
                <w:rFonts w:cs="Arial"/>
                <w:sz w:val="20"/>
              </w:rPr>
              <w:t>profissional de saúde e o paciente</w:t>
            </w:r>
          </w:p>
        </w:tc>
        <w:tc>
          <w:tcPr>
            <w:tcW w:w="4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5FD27" w14:textId="583C9E57" w:rsidR="0073058F" w:rsidRPr="00810173" w:rsidRDefault="0073058F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4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1DB682" w14:textId="28935A74" w:rsidR="0073058F" w:rsidRPr="00810173" w:rsidRDefault="0073058F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4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F5E16" w14:textId="3801EEBB" w:rsidR="0073058F" w:rsidRPr="00810173" w:rsidRDefault="0073058F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3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9490F" w14:textId="3D304690" w:rsidR="0073058F" w:rsidRPr="00810173" w:rsidRDefault="0073058F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  <w:tc>
          <w:tcPr>
            <w:tcW w:w="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4A0D6" w14:textId="000FD8DC" w:rsidR="0073058F" w:rsidRPr="00810173" w:rsidRDefault="0073058F" w:rsidP="0073058F">
            <w:pPr>
              <w:ind w:left="57" w:right="113"/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99</w:t>
            </w:r>
          </w:p>
        </w:tc>
      </w:tr>
    </w:tbl>
    <w:p w14:paraId="004B7BFD" w14:textId="7F885BB5" w:rsidR="00B20827" w:rsidRDefault="00B20827">
      <w:pPr>
        <w:rPr>
          <w:rFonts w:cs="Arial"/>
          <w:b/>
          <w:sz w:val="20"/>
        </w:rPr>
      </w:pPr>
    </w:p>
    <w:p w14:paraId="3D4FB0FA" w14:textId="77777777" w:rsidR="00BB7AE6" w:rsidRDefault="00BB7AE6">
      <w:pPr>
        <w:rPr>
          <w:rFonts w:cs="Arial"/>
          <w:b/>
          <w:sz w:val="20"/>
        </w:rPr>
      </w:pPr>
    </w:p>
    <w:p w14:paraId="0DF75781" w14:textId="77777777" w:rsidR="00BB7AE6" w:rsidRDefault="00BB7AE6">
      <w:pPr>
        <w:rPr>
          <w:rFonts w:cs="Arial"/>
          <w:b/>
          <w:sz w:val="20"/>
        </w:rPr>
      </w:pPr>
    </w:p>
    <w:tbl>
      <w:tblPr>
        <w:tblW w:w="10745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745"/>
      </w:tblGrid>
      <w:tr w:rsidR="00EA4E5C" w:rsidRPr="001A2B4E" w14:paraId="42CB76A9" w14:textId="77777777" w:rsidTr="00A17F78">
        <w:trPr>
          <w:trHeight w:val="516"/>
        </w:trPr>
        <w:tc>
          <w:tcPr>
            <w:tcW w:w="10745" w:type="dxa"/>
            <w:shd w:val="clear" w:color="auto" w:fill="FFFFFF"/>
            <w:vAlign w:val="center"/>
          </w:tcPr>
          <w:p w14:paraId="48C82F4D" w14:textId="77777777" w:rsidR="00EA4E5C" w:rsidRDefault="00EA4E5C" w:rsidP="00A17F78">
            <w:pPr>
              <w:shd w:val="clear" w:color="auto" w:fill="FFFFFF"/>
              <w:jc w:val="center"/>
              <w:outlineLvl w:val="0"/>
              <w:rPr>
                <w:rFonts w:eastAsia="Calibri"/>
                <w:b/>
                <w:sz w:val="32"/>
              </w:rPr>
            </w:pPr>
            <w:r w:rsidRPr="001A2B4E">
              <w:rPr>
                <w:rFonts w:cs="Arial"/>
                <w:b/>
              </w:rPr>
              <w:br w:type="page"/>
            </w:r>
            <w:r>
              <w:rPr>
                <w:rFonts w:eastAsia="Calibri" w:cs="Arial"/>
                <w:b/>
                <w:sz w:val="32"/>
                <w:szCs w:val="32"/>
                <w:shd w:val="clear" w:color="auto" w:fill="FFFFFF"/>
              </w:rPr>
              <w:t>MÓDULO G: APROPRIAÇÃO DAS TIC</w:t>
            </w:r>
          </w:p>
        </w:tc>
      </w:tr>
    </w:tbl>
    <w:p w14:paraId="12941B7F" w14:textId="77777777" w:rsidR="00EA4E5C" w:rsidRDefault="00EA4E5C" w:rsidP="00EA4E5C">
      <w:pPr>
        <w:ind w:left="426" w:hanging="426"/>
        <w:rPr>
          <w:rFonts w:cs="Arial"/>
          <w:b/>
          <w:bCs/>
          <w:sz w:val="20"/>
        </w:rPr>
      </w:pPr>
    </w:p>
    <w:p w14:paraId="56EF9267" w14:textId="77777777" w:rsidR="00EA4E5C" w:rsidRPr="00405A61" w:rsidRDefault="00EA4E5C" w:rsidP="00EA4E5C">
      <w:pPr>
        <w:ind w:left="426" w:hanging="426"/>
        <w:rPr>
          <w:rFonts w:cs="Arial"/>
          <w:b/>
          <w:sz w:val="20"/>
        </w:rPr>
      </w:pPr>
      <w:r w:rsidRPr="00EA6904">
        <w:rPr>
          <w:rFonts w:cs="Arial"/>
          <w:b/>
          <w:bCs/>
          <w:sz w:val="20"/>
        </w:rPr>
        <w:t xml:space="preserve">### </w:t>
      </w:r>
      <w:r w:rsidRPr="00405A61">
        <w:rPr>
          <w:rFonts w:cs="Arial"/>
          <w:b/>
          <w:sz w:val="20"/>
        </w:rPr>
        <w:t xml:space="preserve">PARA TODOS </w:t>
      </w:r>
      <w:r w:rsidRPr="00EA6904">
        <w:rPr>
          <w:rFonts w:cs="Arial"/>
          <w:b/>
          <w:bCs/>
          <w:sz w:val="20"/>
        </w:rPr>
        <w:t>###</w:t>
      </w:r>
    </w:p>
    <w:p w14:paraId="4F007E2B" w14:textId="77777777" w:rsidR="00EA4E5C" w:rsidRDefault="00EA4E5C" w:rsidP="00D11333">
      <w:pPr>
        <w:rPr>
          <w:rFonts w:cs="Arial"/>
          <w:b/>
          <w:sz w:val="20"/>
        </w:rPr>
      </w:pPr>
    </w:p>
    <w:p w14:paraId="32944E2E" w14:textId="2C219B52" w:rsidR="00C46753" w:rsidRPr="00810173" w:rsidRDefault="0045111B" w:rsidP="00F0228F">
      <w:pPr>
        <w:jc w:val="both"/>
        <w:rPr>
          <w:rFonts w:cs="Arial"/>
          <w:bCs/>
          <w:color w:val="00B0F0"/>
          <w:sz w:val="20"/>
        </w:rPr>
      </w:pPr>
      <w:bookmarkStart w:id="2" w:name="_Hlk97541038"/>
      <w:r w:rsidRPr="00810173">
        <w:rPr>
          <w:rFonts w:cs="Arial"/>
          <w:b/>
          <w:sz w:val="20"/>
        </w:rPr>
        <w:t xml:space="preserve">G0) </w:t>
      </w:r>
      <w:r w:rsidRPr="00810173">
        <w:rPr>
          <w:rFonts w:cs="Arial"/>
          <w:sz w:val="20"/>
        </w:rPr>
        <w:t>O(</w:t>
      </w:r>
      <w:r w:rsidR="00F001DF">
        <w:rPr>
          <w:rFonts w:cs="Arial"/>
          <w:sz w:val="20"/>
        </w:rPr>
        <w:t>A</w:t>
      </w:r>
      <w:r w:rsidRPr="00810173">
        <w:rPr>
          <w:rFonts w:cs="Arial"/>
          <w:sz w:val="20"/>
        </w:rPr>
        <w:t xml:space="preserve">) </w:t>
      </w:r>
      <w:r w:rsidR="000B3D82" w:rsidRPr="00810173">
        <w:rPr>
          <w:rFonts w:cs="Arial"/>
          <w:sz w:val="20"/>
        </w:rPr>
        <w:t>s</w:t>
      </w:r>
      <w:r w:rsidR="00F001DF">
        <w:rPr>
          <w:rFonts w:cs="Arial"/>
          <w:sz w:val="20"/>
        </w:rPr>
        <w:t>enho</w:t>
      </w:r>
      <w:r w:rsidRPr="00810173">
        <w:rPr>
          <w:rFonts w:cs="Arial"/>
          <w:sz w:val="20"/>
        </w:rPr>
        <w:t>r(a) participou, nos últimos 12 meses, de</w:t>
      </w:r>
      <w:r w:rsidR="000E408A" w:rsidRPr="00810173">
        <w:rPr>
          <w:rFonts w:cs="Arial"/>
          <w:sz w:val="20"/>
        </w:rPr>
        <w:t>______________</w:t>
      </w:r>
      <w:proofErr w:type="gramStart"/>
      <w:r w:rsidR="000E408A" w:rsidRPr="00810173">
        <w:rPr>
          <w:rFonts w:cs="Arial"/>
          <w:sz w:val="20"/>
        </w:rPr>
        <w:t>_</w:t>
      </w:r>
      <w:r w:rsidR="00A01722" w:rsidRPr="00810173">
        <w:rPr>
          <w:rFonts w:cs="Arial"/>
          <w:b/>
          <w:sz w:val="20"/>
        </w:rPr>
        <w:t>(</w:t>
      </w:r>
      <w:proofErr w:type="gramEnd"/>
      <w:r w:rsidR="00A01722" w:rsidRPr="00810173">
        <w:rPr>
          <w:rFonts w:cs="Arial"/>
          <w:b/>
          <w:sz w:val="20"/>
        </w:rPr>
        <w:t>LE</w:t>
      </w:r>
      <w:r w:rsidR="00F001DF">
        <w:rPr>
          <w:rFonts w:cs="Arial"/>
          <w:b/>
          <w:sz w:val="20"/>
        </w:rPr>
        <w:t>IA AS</w:t>
      </w:r>
      <w:r w:rsidR="00A01722" w:rsidRPr="00810173">
        <w:rPr>
          <w:rFonts w:cs="Arial"/>
          <w:b/>
          <w:sz w:val="20"/>
        </w:rPr>
        <w:t xml:space="preserve"> OPÇÕES – RU POR LINHA)?</w:t>
      </w:r>
      <w:r w:rsidR="00A552A7" w:rsidRPr="00810173" w:rsidDel="00A552A7">
        <w:rPr>
          <w:rFonts w:cs="Arial"/>
          <w:sz w:val="20"/>
        </w:rPr>
        <w:t xml:space="preserve"> </w:t>
      </w:r>
    </w:p>
    <w:tbl>
      <w:tblPr>
        <w:tblpPr w:leftFromText="141" w:rightFromText="141" w:vertAnchor="text" w:horzAnchor="margin" w:tblpX="-10" w:tblpY="170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5953"/>
        <w:gridCol w:w="709"/>
        <w:gridCol w:w="992"/>
        <w:gridCol w:w="1134"/>
        <w:gridCol w:w="1418"/>
      </w:tblGrid>
      <w:tr w:rsidR="00565532" w:rsidRPr="00810173" w14:paraId="724721EF" w14:textId="77777777" w:rsidTr="003C14C1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CBBF" w14:textId="77777777" w:rsidR="00565532" w:rsidRPr="00810173" w:rsidRDefault="00565532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A17" w14:textId="4268F83B" w:rsidR="00565532" w:rsidRPr="00810173" w:rsidRDefault="00565532" w:rsidP="00D66A40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CBAF" w14:textId="77777777" w:rsidR="00565532" w:rsidRPr="00810173" w:rsidRDefault="00565532" w:rsidP="00D66A40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BE8E" w14:textId="77777777" w:rsidR="00565532" w:rsidRPr="00810173" w:rsidRDefault="00565532" w:rsidP="00D66A40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073" w14:textId="123B1592" w:rsidR="00565532" w:rsidRPr="00810173" w:rsidRDefault="00565532" w:rsidP="00D66A40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sabe (ESP</w:t>
            </w:r>
            <w:r w:rsidR="00F001DF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6713" w14:textId="5EF0F304" w:rsidR="00565532" w:rsidRPr="00810173" w:rsidRDefault="00565532" w:rsidP="00D66A40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respondeu (ESP</w:t>
            </w:r>
            <w:r w:rsidR="00F001DF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A552A7" w:rsidRPr="00810173" w14:paraId="73D2B463" w14:textId="77777777" w:rsidTr="00A8155C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6519" w14:textId="60EBBF61" w:rsidR="00A552A7" w:rsidRPr="00810173" w:rsidRDefault="00A552A7" w:rsidP="00A552A7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F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4919" w14:textId="20505675" w:rsidR="00A552A7" w:rsidRPr="00810173" w:rsidRDefault="00A8155C" w:rsidP="00A552A7">
            <w:pPr>
              <w:jc w:val="both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T</w:t>
            </w:r>
            <w:r w:rsidR="00A552A7" w:rsidRPr="00810173">
              <w:rPr>
                <w:rFonts w:cs="Arial"/>
                <w:sz w:val="20"/>
              </w:rPr>
              <w:t xml:space="preserve">reinamento ou capacitação em informática em saúde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15D5" w14:textId="632F4804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465F" w14:textId="27EA9BE5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9AFA" w14:textId="6E6B5CE1" w:rsidR="00A552A7" w:rsidRPr="00810173" w:rsidRDefault="00A552A7" w:rsidP="00A552A7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5B63" w14:textId="27D728E3" w:rsidR="00A552A7" w:rsidRPr="00810173" w:rsidRDefault="00A552A7" w:rsidP="00A552A7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552A7" w:rsidRPr="00810173" w14:paraId="7271072F" w14:textId="77777777" w:rsidTr="003C14C1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E93A" w14:textId="7CA19F13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CC74" w14:textId="51250F93" w:rsidR="00A552A7" w:rsidRPr="00810173" w:rsidRDefault="003E287E" w:rsidP="00A552A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  <w:r w:rsidR="00A552A7" w:rsidRPr="00810173">
              <w:rPr>
                <w:rFonts w:cs="Arial"/>
                <w:sz w:val="20"/>
              </w:rPr>
              <w:t>specialização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5715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8B68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943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4912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552A7" w:rsidRPr="00810173" w14:paraId="262FDE8C" w14:textId="77777777" w:rsidTr="003C14C1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8E06" w14:textId="5F609F53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B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997F" w14:textId="3870819D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Mestrado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8E0D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47EBD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CF6E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A6B2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552A7" w:rsidRPr="00810173" w14:paraId="3F960179" w14:textId="77777777" w:rsidTr="003C14C1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52F" w14:textId="18CD2412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5935" w14:textId="2AE59D39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Doutorado em informática em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1081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254A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16E9B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D31A2" w14:textId="77777777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A552A7" w:rsidRPr="004E4FA0" w14:paraId="3CA84D5D" w14:textId="77777777" w:rsidTr="003C14C1">
        <w:trPr>
          <w:trHeight w:val="21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C3D4" w14:textId="05A4ACA2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7A3D" w14:textId="5563CC22" w:rsidR="00A552A7" w:rsidRPr="00810173" w:rsidRDefault="00A552A7" w:rsidP="00A552A7">
            <w:pPr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Outro curso, treinamento ou capacitação em informática em saúde. Qual? _________________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632E" w14:textId="117184BA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C0A4" w14:textId="5EE70D3F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20C2" w14:textId="36CB766D" w:rsidR="00A552A7" w:rsidRPr="00810173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6967" w14:textId="5D0FC715" w:rsidR="00A552A7" w:rsidRDefault="00A552A7" w:rsidP="00A552A7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bookmarkEnd w:id="2"/>
    </w:tbl>
    <w:p w14:paraId="544DCC72" w14:textId="751E3E32" w:rsidR="007F7086" w:rsidRDefault="007F7086" w:rsidP="003E080F">
      <w:pPr>
        <w:rPr>
          <w:rFonts w:cs="Arial"/>
          <w:bCs/>
          <w:color w:val="00B0F0"/>
          <w:sz w:val="20"/>
        </w:rPr>
      </w:pPr>
    </w:p>
    <w:p w14:paraId="269F67A3" w14:textId="1A1E7C24" w:rsidR="00C8451E" w:rsidRPr="00DE7AB3" w:rsidRDefault="00C8451E" w:rsidP="00C8451E">
      <w:pPr>
        <w:rPr>
          <w:rFonts w:cs="Arial"/>
          <w:b/>
          <w:sz w:val="20"/>
        </w:rPr>
      </w:pPr>
      <w:bookmarkStart w:id="3" w:name="_Hlk158285472"/>
      <w:r w:rsidRPr="00DE7AB3">
        <w:rPr>
          <w:rFonts w:cs="Arial"/>
          <w:b/>
          <w:sz w:val="20"/>
        </w:rPr>
        <w:t>###</w:t>
      </w:r>
      <w:r w:rsidRPr="00EA4E5C">
        <w:rPr>
          <w:rFonts w:cs="Arial"/>
          <w:b/>
          <w:sz w:val="20"/>
        </w:rPr>
        <w:t xml:space="preserve"> SOMENTE PARA QUEM RESPONDEU “SIM” (C</w:t>
      </w:r>
      <w:r w:rsidR="00177918">
        <w:rPr>
          <w:rFonts w:cs="Arial"/>
          <w:b/>
          <w:sz w:val="20"/>
        </w:rPr>
        <w:t>Ó</w:t>
      </w:r>
      <w:r w:rsidRPr="00EA4E5C">
        <w:rPr>
          <w:rFonts w:cs="Arial"/>
          <w:b/>
          <w:sz w:val="20"/>
        </w:rPr>
        <w:t xml:space="preserve">D. 1) EM ALGUMA ALTERNATIVA DA G0 </w:t>
      </w:r>
      <w:r w:rsidRPr="00DE7AB3">
        <w:rPr>
          <w:rFonts w:cs="Arial"/>
          <w:b/>
          <w:sz w:val="20"/>
        </w:rPr>
        <w:t>###</w:t>
      </w:r>
    </w:p>
    <w:p w14:paraId="4C579AE7" w14:textId="77777777" w:rsidR="00C8451E" w:rsidRDefault="00C8451E" w:rsidP="00C8451E">
      <w:pPr>
        <w:rPr>
          <w:rFonts w:cs="Arial"/>
          <w:b/>
          <w:color w:val="00B0F0"/>
          <w:sz w:val="20"/>
        </w:rPr>
      </w:pPr>
    </w:p>
    <w:p w14:paraId="57DE5CB8" w14:textId="1E8D29CD" w:rsidR="00C8451E" w:rsidRDefault="00C8451E" w:rsidP="00C8451E">
      <w:pPr>
        <w:rPr>
          <w:rFonts w:cs="Arial"/>
          <w:b/>
          <w:sz w:val="20"/>
        </w:rPr>
      </w:pPr>
      <w:r w:rsidRPr="00810173">
        <w:rPr>
          <w:rFonts w:cs="Arial"/>
          <w:b/>
          <w:sz w:val="20"/>
        </w:rPr>
        <w:t>G</w:t>
      </w:r>
      <w:r>
        <w:rPr>
          <w:rFonts w:cs="Arial"/>
          <w:b/>
          <w:sz w:val="20"/>
        </w:rPr>
        <w:t>1</w:t>
      </w:r>
      <w:r w:rsidRPr="00810173">
        <w:rPr>
          <w:rFonts w:cs="Arial"/>
          <w:b/>
          <w:sz w:val="20"/>
        </w:rPr>
        <w:t xml:space="preserve">) </w:t>
      </w:r>
      <w:r>
        <w:rPr>
          <w:rFonts w:cs="Arial"/>
          <w:sz w:val="20"/>
        </w:rPr>
        <w:t>Neste curso</w:t>
      </w:r>
      <w:r w:rsidR="00DD4FE7">
        <w:rPr>
          <w:rFonts w:cs="Arial"/>
          <w:sz w:val="20"/>
        </w:rPr>
        <w:t xml:space="preserve">, </w:t>
      </w:r>
      <w:r>
        <w:rPr>
          <w:rFonts w:cs="Arial"/>
          <w:sz w:val="20"/>
        </w:rPr>
        <w:t>treinamento ou especialização que o</w:t>
      </w:r>
      <w:r w:rsidR="00177918">
        <w:rPr>
          <w:rFonts w:cs="Arial"/>
          <w:sz w:val="20"/>
        </w:rPr>
        <w:t>(a)</w:t>
      </w:r>
      <w:r>
        <w:rPr>
          <w:rFonts w:cs="Arial"/>
          <w:sz w:val="20"/>
        </w:rPr>
        <w:t xml:space="preserve"> s</w:t>
      </w:r>
      <w:r w:rsidR="00177918">
        <w:rPr>
          <w:rFonts w:cs="Arial"/>
          <w:sz w:val="20"/>
        </w:rPr>
        <w:t>enho</w:t>
      </w:r>
      <w:r>
        <w:rPr>
          <w:rFonts w:cs="Arial"/>
          <w:sz w:val="20"/>
        </w:rPr>
        <w:t xml:space="preserve">r(a) participou, </w:t>
      </w:r>
      <w:r w:rsidR="000630F9">
        <w:rPr>
          <w:rFonts w:cs="Arial"/>
          <w:sz w:val="20"/>
        </w:rPr>
        <w:t>quais desses</w:t>
      </w:r>
      <w:r>
        <w:rPr>
          <w:rFonts w:cs="Arial"/>
          <w:sz w:val="20"/>
        </w:rPr>
        <w:t xml:space="preserve"> </w:t>
      </w:r>
      <w:r w:rsidR="000630F9">
        <w:rPr>
          <w:rFonts w:cs="Arial"/>
          <w:sz w:val="20"/>
        </w:rPr>
        <w:t>temas</w:t>
      </w:r>
      <w:r>
        <w:rPr>
          <w:rFonts w:cs="Arial"/>
          <w:sz w:val="20"/>
        </w:rPr>
        <w:t xml:space="preserve"> foram abordados</w:t>
      </w:r>
      <w:r>
        <w:rPr>
          <w:rStyle w:val="Refdecomentrio"/>
        </w:rPr>
        <w:t xml:space="preserve">? </w:t>
      </w:r>
      <w:r w:rsidRPr="00810173">
        <w:rPr>
          <w:rFonts w:cs="Arial"/>
          <w:b/>
          <w:sz w:val="20"/>
        </w:rPr>
        <w:t>(LE</w:t>
      </w:r>
      <w:r w:rsidR="00177918">
        <w:rPr>
          <w:rFonts w:cs="Arial"/>
          <w:b/>
          <w:sz w:val="20"/>
        </w:rPr>
        <w:t>IA</w:t>
      </w:r>
      <w:r w:rsidRPr="00810173">
        <w:rPr>
          <w:rFonts w:cs="Arial"/>
          <w:b/>
          <w:sz w:val="20"/>
        </w:rPr>
        <w:t xml:space="preserve"> </w:t>
      </w:r>
      <w:r w:rsidR="00177918">
        <w:rPr>
          <w:rFonts w:cs="Arial"/>
          <w:b/>
          <w:sz w:val="20"/>
        </w:rPr>
        <w:t xml:space="preserve">AS </w:t>
      </w:r>
      <w:r w:rsidRPr="00810173">
        <w:rPr>
          <w:rFonts w:cs="Arial"/>
          <w:b/>
          <w:sz w:val="20"/>
        </w:rPr>
        <w:t>OPÇÕES – RU POR LINHA)?</w:t>
      </w:r>
    </w:p>
    <w:tbl>
      <w:tblPr>
        <w:tblpPr w:leftFromText="141" w:rightFromText="141" w:vertAnchor="text" w:horzAnchor="margin" w:tblpX="-20" w:tblpY="170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6374"/>
        <w:gridCol w:w="709"/>
        <w:gridCol w:w="709"/>
        <w:gridCol w:w="1134"/>
        <w:gridCol w:w="1276"/>
      </w:tblGrid>
      <w:tr w:rsidR="00C8451E" w:rsidRPr="00810173" w14:paraId="202A2FC7" w14:textId="77777777" w:rsidTr="00DE7AB3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DFA8" w14:textId="77777777" w:rsidR="00C8451E" w:rsidRPr="00810173" w:rsidRDefault="00C8451E" w:rsidP="00EA4E5C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D738" w14:textId="77777777" w:rsidR="00C8451E" w:rsidRPr="00810173" w:rsidRDefault="00C8451E" w:rsidP="00EA4E5C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591B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351E1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DBE2" w14:textId="3DE8469E" w:rsidR="00C8451E" w:rsidRPr="00810173" w:rsidRDefault="00C8451E" w:rsidP="00EA4E5C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sabe (ESP</w:t>
            </w:r>
            <w:r w:rsidR="00177918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6150" w14:textId="3353E671" w:rsidR="00C8451E" w:rsidRPr="00810173" w:rsidRDefault="00C8451E" w:rsidP="00EA4E5C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b/>
                <w:sz w:val="20"/>
              </w:rPr>
              <w:t>Não respondeu (ESP</w:t>
            </w:r>
            <w:r w:rsidR="00177918">
              <w:rPr>
                <w:rFonts w:cs="Arial"/>
                <w:b/>
                <w:sz w:val="20"/>
              </w:rPr>
              <w:t>.</w:t>
            </w:r>
            <w:r w:rsidRPr="00810173">
              <w:rPr>
                <w:rFonts w:cs="Arial"/>
                <w:b/>
                <w:sz w:val="20"/>
              </w:rPr>
              <w:t>)</w:t>
            </w:r>
          </w:p>
        </w:tc>
      </w:tr>
      <w:tr w:rsidR="00C8451E" w:rsidRPr="00810173" w14:paraId="7ECF5FD2" w14:textId="77777777" w:rsidTr="00DE7AB3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67C" w14:textId="77777777" w:rsidR="00C8451E" w:rsidRPr="00810173" w:rsidRDefault="00C8451E" w:rsidP="00EA4E5C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A9792" w14:textId="23FE27DC" w:rsidR="00C8451E" w:rsidRPr="00810173" w:rsidRDefault="00C8451E" w:rsidP="00EA4E5C">
            <w:pPr>
              <w:jc w:val="both"/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Apoio à decisão clínica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A28A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748F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3F0E" w14:textId="77777777" w:rsidR="00C8451E" w:rsidRPr="00810173" w:rsidRDefault="00C8451E" w:rsidP="00EA4E5C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4E343" w14:textId="77777777" w:rsidR="00C8451E" w:rsidRPr="00810173" w:rsidRDefault="00C8451E" w:rsidP="00EA4E5C">
            <w:pPr>
              <w:jc w:val="center"/>
              <w:rPr>
                <w:rFonts w:cs="Arial"/>
                <w:b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810173" w14:paraId="4412466F" w14:textId="77777777" w:rsidTr="00DE7AB3">
        <w:trPr>
          <w:trHeight w:val="17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FD5D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F37" w14:textId="6529E92C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Nomenclaturas, vocabulários, terminologias, ontologias e/ou taxonomias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B6025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49FF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C4D5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E955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810173" w14:paraId="54EAC3B5" w14:textId="77777777" w:rsidTr="00DE7AB3">
        <w:trPr>
          <w:trHeight w:val="2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4E107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6EB4" w14:textId="2D37A3C6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Determinantes de saúde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F331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65C2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9DD8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1D30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810173" w14:paraId="5132D48E" w14:textId="77777777" w:rsidTr="00DE7AB3">
        <w:trPr>
          <w:trHeight w:val="2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C79A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3868" w14:textId="0EE7EC82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Segurança do paciente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E956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763E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CE84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54F4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0DF48796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231B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9347" w14:textId="1DAE0C74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Cuidados centrados na pessoa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0E25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64F4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B15E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43CFC" w14:textId="77777777" w:rsidR="00C8451E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251DA688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38AA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D448" w14:textId="3644764A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Análise de dados e informação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B82F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975F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0F78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6775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00A91ED5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7DA1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G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7B9B" w14:textId="28896435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 xml:space="preserve">Inteligência </w:t>
            </w:r>
            <w:r w:rsidR="00177918">
              <w:rPr>
                <w:rFonts w:cs="Arial"/>
                <w:sz w:val="20"/>
              </w:rPr>
              <w:t>A</w:t>
            </w:r>
            <w:r w:rsidRPr="00C8451E">
              <w:rPr>
                <w:rFonts w:cs="Arial"/>
                <w:sz w:val="20"/>
              </w:rPr>
              <w:t>rtificial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55D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67246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B7D3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1608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206A6DA9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7065" w14:textId="77777777" w:rsidR="00C8451E" w:rsidRPr="00810173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H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DA89" w14:textId="309D986C" w:rsidR="00C8451E" w:rsidRPr="00810173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Medicina de precisão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AB4A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F07A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153CE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8FDB9" w14:textId="77777777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5F3B6259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42B" w14:textId="0B048ACB" w:rsidR="00C8451E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1503" w14:textId="3C0BFF86" w:rsidR="00C8451E" w:rsidRPr="00CF3B90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Qualidade de dados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E131" w14:textId="3DBF0BFC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0EB1F" w14:textId="653B9364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C153" w14:textId="39926328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EC8" w14:textId="3FF2CABA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tr w:rsidR="00C8451E" w:rsidRPr="004E4FA0" w14:paraId="17ADAC54" w14:textId="77777777" w:rsidTr="00DE7AB3">
        <w:trPr>
          <w:trHeight w:val="1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859D" w14:textId="176921FB" w:rsidR="00C8451E" w:rsidRDefault="00C8451E" w:rsidP="00EA4E5C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J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BB4F2" w14:textId="7655DD45" w:rsidR="00C8451E" w:rsidRPr="00CF3B90" w:rsidRDefault="00C8451E" w:rsidP="00EA4E5C">
            <w:pPr>
              <w:rPr>
                <w:rFonts w:cs="Arial"/>
                <w:sz w:val="20"/>
              </w:rPr>
            </w:pPr>
            <w:r w:rsidRPr="00C8451E">
              <w:rPr>
                <w:rFonts w:cs="Arial"/>
                <w:sz w:val="20"/>
              </w:rPr>
              <w:t>Ética, segurança e privacidade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8ABE" w14:textId="4DE0B4EB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C8B45" w14:textId="40898864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8D71" w14:textId="7742492E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E472" w14:textId="44FE5648" w:rsidR="00C8451E" w:rsidRPr="00810173" w:rsidRDefault="00C8451E" w:rsidP="00EA4E5C">
            <w:pPr>
              <w:jc w:val="center"/>
              <w:rPr>
                <w:rFonts w:cs="Arial"/>
                <w:sz w:val="20"/>
              </w:rPr>
            </w:pPr>
            <w:r w:rsidRPr="00810173">
              <w:rPr>
                <w:rFonts w:cs="Arial"/>
                <w:sz w:val="20"/>
              </w:rPr>
              <w:t>98</w:t>
            </w:r>
          </w:p>
        </w:tc>
      </w:tr>
      <w:bookmarkEnd w:id="3"/>
    </w:tbl>
    <w:p w14:paraId="128FD35E" w14:textId="11DCB1CB" w:rsidR="00362219" w:rsidRDefault="00362219">
      <w:pPr>
        <w:rPr>
          <w:rFonts w:cs="Arial"/>
          <w:b/>
          <w:bCs/>
          <w:color w:val="00B0F0"/>
          <w:sz w:val="20"/>
        </w:rPr>
      </w:pPr>
    </w:p>
    <w:p w14:paraId="337D15CC" w14:textId="229D95FD" w:rsidR="00957502" w:rsidRPr="00DE7AB3" w:rsidRDefault="00957502" w:rsidP="00957502">
      <w:pPr>
        <w:rPr>
          <w:rFonts w:cs="Arial"/>
          <w:bCs/>
          <w:sz w:val="20"/>
        </w:rPr>
      </w:pPr>
      <w:bookmarkStart w:id="4" w:name="_Hlk158285581"/>
      <w:r w:rsidRPr="00DE7AB3">
        <w:rPr>
          <w:rFonts w:cs="Arial"/>
          <w:b/>
          <w:bCs/>
          <w:sz w:val="20"/>
        </w:rPr>
        <w:t>###</w:t>
      </w:r>
      <w:r w:rsidRPr="00EA4E5C">
        <w:rPr>
          <w:rFonts w:cs="Arial"/>
          <w:b/>
          <w:sz w:val="20"/>
        </w:rPr>
        <w:t xml:space="preserve"> PARA TODOS</w:t>
      </w:r>
      <w:r w:rsidRPr="00DE7AB3">
        <w:rPr>
          <w:rFonts w:cs="Arial"/>
          <w:b/>
          <w:bCs/>
          <w:sz w:val="20"/>
        </w:rPr>
        <w:t xml:space="preserve"> ###</w:t>
      </w:r>
    </w:p>
    <w:p w14:paraId="60B9F438" w14:textId="77777777" w:rsidR="00957502" w:rsidRDefault="00957502" w:rsidP="00957502">
      <w:pPr>
        <w:rPr>
          <w:rFonts w:cs="Arial"/>
          <w:b/>
          <w:bCs/>
          <w:color w:val="00B0F0"/>
          <w:sz w:val="20"/>
        </w:rPr>
      </w:pPr>
    </w:p>
    <w:p w14:paraId="58DB02A0" w14:textId="22C184ED" w:rsidR="00957502" w:rsidRDefault="00957502" w:rsidP="00957502">
      <w:pPr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lastRenderedPageBreak/>
        <w:t xml:space="preserve">G1_1) </w:t>
      </w:r>
      <w:r>
        <w:rPr>
          <w:rFonts w:cs="Arial"/>
          <w:sz w:val="20"/>
        </w:rPr>
        <w:t>O(A) s</w:t>
      </w:r>
      <w:r w:rsidR="00177918">
        <w:rPr>
          <w:rFonts w:cs="Arial"/>
          <w:sz w:val="20"/>
        </w:rPr>
        <w:t>enho</w:t>
      </w:r>
      <w:r>
        <w:rPr>
          <w:rFonts w:cs="Arial"/>
          <w:sz w:val="20"/>
        </w:rPr>
        <w:t xml:space="preserve">r(a) utiliza recursos como o ChatGPT e o </w:t>
      </w:r>
      <w:proofErr w:type="spellStart"/>
      <w:r>
        <w:rPr>
          <w:rFonts w:cs="Arial"/>
          <w:sz w:val="20"/>
        </w:rPr>
        <w:t>Bard</w:t>
      </w:r>
      <w:proofErr w:type="spellEnd"/>
      <w:r w:rsidR="0045462E">
        <w:rPr>
          <w:rFonts w:cs="Arial"/>
          <w:sz w:val="20"/>
        </w:rPr>
        <w:t xml:space="preserve"> </w:t>
      </w:r>
      <w:r w:rsidR="003579B2" w:rsidRPr="003579B2">
        <w:rPr>
          <w:rFonts w:cs="Arial"/>
          <w:sz w:val="20"/>
        </w:rPr>
        <w:t>/ Gemini</w:t>
      </w:r>
      <w:r w:rsidRPr="003579B2">
        <w:rPr>
          <w:rFonts w:cs="Arial"/>
          <w:sz w:val="20"/>
        </w:rPr>
        <w:t>,</w:t>
      </w:r>
      <w:r>
        <w:rPr>
          <w:rFonts w:cs="Arial"/>
          <w:sz w:val="20"/>
        </w:rPr>
        <w:t xml:space="preserve"> entre outros? </w:t>
      </w:r>
      <w:r>
        <w:rPr>
          <w:rFonts w:cs="Arial"/>
          <w:b/>
          <w:bCs/>
          <w:sz w:val="20"/>
        </w:rPr>
        <w:t>(RU)</w:t>
      </w:r>
    </w:p>
    <w:p w14:paraId="65009EBF" w14:textId="77777777" w:rsidR="00957502" w:rsidRDefault="00957502" w:rsidP="00957502">
      <w:pPr>
        <w:jc w:val="both"/>
        <w:rPr>
          <w:rFonts w:cs="Arial"/>
          <w:sz w:val="20"/>
        </w:rPr>
      </w:pPr>
    </w:p>
    <w:tbl>
      <w:tblPr>
        <w:tblW w:w="262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4805"/>
      </w:tblGrid>
      <w:tr w:rsidR="00957502" w14:paraId="377426D8" w14:textId="77777777" w:rsidTr="00957502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D6F16E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F90651" w14:textId="77777777" w:rsidR="00957502" w:rsidRDefault="0095750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</w:tr>
      <w:tr w:rsidR="00957502" w14:paraId="43B4B81D" w14:textId="77777777" w:rsidTr="00957502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30900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7D51B7" w14:textId="77777777" w:rsidR="00957502" w:rsidRDefault="0095750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</w:tr>
      <w:tr w:rsidR="00957502" w14:paraId="4C76D92E" w14:textId="77777777" w:rsidTr="00957502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81A30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15B42" w14:textId="77777777" w:rsidR="00957502" w:rsidRDefault="00957502">
            <w:pPr>
              <w:ind w:left="57"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Não sabe </w:t>
            </w:r>
            <w:r>
              <w:rPr>
                <w:rFonts w:cs="Arial"/>
                <w:b/>
                <w:sz w:val="20"/>
              </w:rPr>
              <w:t>(ESP.)</w:t>
            </w:r>
          </w:p>
        </w:tc>
      </w:tr>
      <w:tr w:rsidR="00957502" w14:paraId="60F53523" w14:textId="77777777" w:rsidTr="00957502">
        <w:trPr>
          <w:cantSplit/>
        </w:trPr>
        <w:tc>
          <w:tcPr>
            <w:tcW w:w="6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768A43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</w:t>
            </w:r>
          </w:p>
        </w:tc>
        <w:tc>
          <w:tcPr>
            <w:tcW w:w="4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A2E9EF" w14:textId="77777777" w:rsidR="00957502" w:rsidRDefault="00957502">
            <w:pPr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Não respondeu </w:t>
            </w:r>
            <w:r>
              <w:rPr>
                <w:rFonts w:cs="Arial"/>
                <w:b/>
                <w:sz w:val="20"/>
              </w:rPr>
              <w:t>(ESP.)</w:t>
            </w:r>
          </w:p>
        </w:tc>
      </w:tr>
    </w:tbl>
    <w:p w14:paraId="3A046C36" w14:textId="77777777" w:rsidR="00957502" w:rsidRDefault="00957502" w:rsidP="00957502">
      <w:pPr>
        <w:jc w:val="both"/>
        <w:rPr>
          <w:rFonts w:cs="Arial"/>
          <w:sz w:val="20"/>
        </w:rPr>
      </w:pPr>
    </w:p>
    <w:p w14:paraId="56B82E0E" w14:textId="77777777" w:rsidR="00957502" w:rsidRPr="00DE7AB3" w:rsidRDefault="00957502" w:rsidP="00957502">
      <w:pPr>
        <w:rPr>
          <w:rFonts w:cs="Arial"/>
          <w:b/>
          <w:sz w:val="20"/>
        </w:rPr>
      </w:pPr>
      <w:r w:rsidRPr="00DE7AB3">
        <w:rPr>
          <w:rFonts w:cs="Arial"/>
          <w:b/>
          <w:sz w:val="20"/>
        </w:rPr>
        <w:t>###</w:t>
      </w:r>
      <w:r w:rsidRPr="00EA4E5C">
        <w:rPr>
          <w:rFonts w:cs="Arial"/>
          <w:b/>
          <w:sz w:val="20"/>
        </w:rPr>
        <w:t xml:space="preserve"> APENAS PARA QUEM RESPONDEU SIM (CÓD. 1) NOS ITENS DA PERGUNTA G3 </w:t>
      </w:r>
      <w:r w:rsidRPr="00DE7AB3">
        <w:rPr>
          <w:rFonts w:cs="Arial"/>
          <w:b/>
          <w:sz w:val="20"/>
        </w:rPr>
        <w:t>###</w:t>
      </w:r>
    </w:p>
    <w:p w14:paraId="72CBB223" w14:textId="77777777" w:rsidR="00957502" w:rsidRDefault="00957502" w:rsidP="00957502">
      <w:pPr>
        <w:rPr>
          <w:rFonts w:cs="Arial"/>
          <w:b/>
          <w:color w:val="00B0F0"/>
          <w:sz w:val="20"/>
        </w:rPr>
      </w:pPr>
    </w:p>
    <w:p w14:paraId="0B7DEDDE" w14:textId="751547BE" w:rsidR="00957502" w:rsidRDefault="00957502" w:rsidP="00957502">
      <w:pPr>
        <w:jc w:val="both"/>
        <w:rPr>
          <w:rFonts w:cs="Arial"/>
          <w:b/>
          <w:bCs/>
          <w:sz w:val="20"/>
        </w:rPr>
      </w:pPr>
      <w:r>
        <w:rPr>
          <w:rFonts w:cs="Arial"/>
          <w:b/>
          <w:sz w:val="20"/>
        </w:rPr>
        <w:t xml:space="preserve">G1_2) </w:t>
      </w:r>
      <w:r>
        <w:rPr>
          <w:rFonts w:cs="Arial"/>
          <w:sz w:val="20"/>
        </w:rPr>
        <w:t xml:space="preserve">E estes recursos são utilizados para_______? </w:t>
      </w:r>
      <w:r>
        <w:rPr>
          <w:rFonts w:cs="Arial"/>
          <w:b/>
          <w:bCs/>
          <w:sz w:val="20"/>
        </w:rPr>
        <w:t>(LE</w:t>
      </w:r>
      <w:r w:rsidR="00177918">
        <w:rPr>
          <w:rFonts w:cs="Arial"/>
          <w:b/>
          <w:bCs/>
          <w:sz w:val="20"/>
        </w:rPr>
        <w:t>IA OS</w:t>
      </w:r>
      <w:r>
        <w:rPr>
          <w:rFonts w:cs="Arial"/>
          <w:b/>
          <w:bCs/>
          <w:sz w:val="20"/>
        </w:rPr>
        <w:t xml:space="preserve"> ITENS – RU POR LINHA)</w:t>
      </w:r>
    </w:p>
    <w:p w14:paraId="791B0894" w14:textId="77777777" w:rsidR="00957502" w:rsidRDefault="00957502" w:rsidP="00957502">
      <w:pPr>
        <w:jc w:val="both"/>
        <w:rPr>
          <w:rFonts w:cs="Arial"/>
          <w:sz w:val="20"/>
        </w:rPr>
      </w:pPr>
    </w:p>
    <w:tbl>
      <w:tblPr>
        <w:tblpPr w:leftFromText="141" w:rightFromText="141" w:vertAnchor="text" w:horzAnchor="margin" w:tblpX="-20" w:tblpY="170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5949"/>
        <w:gridCol w:w="709"/>
        <w:gridCol w:w="709"/>
        <w:gridCol w:w="1274"/>
        <w:gridCol w:w="1559"/>
      </w:tblGrid>
      <w:tr w:rsidR="00957502" w14:paraId="54BCDDB0" w14:textId="77777777" w:rsidTr="00957502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190B" w14:textId="77777777" w:rsidR="00957502" w:rsidRDefault="00957502">
            <w:pPr>
              <w:jc w:val="both"/>
              <w:rPr>
                <w:rFonts w:cs="Arial"/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7777" w14:textId="140AF9E1" w:rsidR="00957502" w:rsidRDefault="00957502">
            <w:pPr>
              <w:jc w:val="both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9DA1B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41C2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Não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845E" w14:textId="2E5E8C3F" w:rsidR="00957502" w:rsidRDefault="0095750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Não sabe (ESP</w:t>
            </w:r>
            <w:r w:rsidR="00177918">
              <w:rPr>
                <w:rFonts w:cs="Arial"/>
                <w:b/>
                <w:sz w:val="20"/>
              </w:rPr>
              <w:t>.</w:t>
            </w:r>
            <w:r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02A3" w14:textId="1C0BFAA7" w:rsidR="00957502" w:rsidRDefault="0095750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Não respondeu (ESP</w:t>
            </w:r>
            <w:r w:rsidR="00177918">
              <w:rPr>
                <w:rFonts w:cs="Arial"/>
                <w:b/>
                <w:sz w:val="20"/>
              </w:rPr>
              <w:t>.</w:t>
            </w:r>
            <w:r>
              <w:rPr>
                <w:rFonts w:cs="Arial"/>
                <w:b/>
                <w:sz w:val="20"/>
              </w:rPr>
              <w:t>)</w:t>
            </w:r>
          </w:p>
        </w:tc>
      </w:tr>
      <w:tr w:rsidR="00957502" w14:paraId="077E9939" w14:textId="77777777" w:rsidTr="00957502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184CC" w14:textId="77777777" w:rsidR="00957502" w:rsidRDefault="00957502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7A7A" w14:textId="77777777" w:rsidR="00957502" w:rsidRDefault="00957502">
            <w:pPr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nos relatórios inseridos nos prontuários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7513F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96D6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B4504" w14:textId="77777777" w:rsidR="00957502" w:rsidRDefault="0095750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89E9" w14:textId="77777777" w:rsidR="00957502" w:rsidRDefault="00957502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  <w:tr w:rsidR="00957502" w14:paraId="309A926E" w14:textId="77777777" w:rsidTr="00957502">
        <w:trPr>
          <w:trHeight w:val="17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8D090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E846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nas pesquisas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959B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1C6C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2F28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4D5CA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  <w:tr w:rsidR="00957502" w14:paraId="77B8EDB4" w14:textId="77777777" w:rsidTr="00957502">
        <w:trPr>
          <w:trHeight w:val="20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5D1B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91CE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Auxiliar na comunicação entre a equipe de trabalho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39C4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FB4E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B6C7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C928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  <w:tr w:rsidR="00957502" w14:paraId="0A43E870" w14:textId="77777777" w:rsidTr="00957502">
        <w:trPr>
          <w:trHeight w:val="21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FAFE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ABA1" w14:textId="77777777" w:rsidR="00957502" w:rsidRDefault="0095750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Outros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512A8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A8B3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A38F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7833" w14:textId="77777777" w:rsidR="00957502" w:rsidRDefault="00957502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</w:tr>
      <w:bookmarkEnd w:id="4"/>
    </w:tbl>
    <w:p w14:paraId="2A866FA3" w14:textId="77777777" w:rsidR="00957502" w:rsidRDefault="00957502" w:rsidP="00D11333">
      <w:pPr>
        <w:rPr>
          <w:rFonts w:cs="Arial"/>
          <w:b/>
          <w:bCs/>
          <w:color w:val="00B0F0"/>
          <w:sz w:val="20"/>
        </w:rPr>
      </w:pPr>
    </w:p>
    <w:p w14:paraId="374625D8" w14:textId="1DF830E1" w:rsidR="000B3D82" w:rsidRPr="00DE7AB3" w:rsidRDefault="000B3D82" w:rsidP="00D11333">
      <w:pPr>
        <w:rPr>
          <w:rFonts w:cs="Arial"/>
          <w:bCs/>
          <w:sz w:val="20"/>
        </w:rPr>
      </w:pPr>
      <w:r w:rsidRPr="00DE7AB3">
        <w:rPr>
          <w:rFonts w:cs="Arial"/>
          <w:b/>
          <w:bCs/>
          <w:sz w:val="20"/>
        </w:rPr>
        <w:t>###</w:t>
      </w:r>
      <w:r w:rsidRPr="00EA4E5C">
        <w:rPr>
          <w:rFonts w:cs="Arial"/>
          <w:b/>
          <w:sz w:val="20"/>
        </w:rPr>
        <w:t xml:space="preserve"> PARA TODOS</w:t>
      </w:r>
      <w:r w:rsidRPr="00DE7AB3">
        <w:rPr>
          <w:rFonts w:cs="Arial"/>
          <w:b/>
          <w:bCs/>
          <w:sz w:val="20"/>
        </w:rPr>
        <w:t xml:space="preserve"> ###</w:t>
      </w:r>
    </w:p>
    <w:p w14:paraId="1926A3FE" w14:textId="77777777" w:rsidR="000B3D82" w:rsidRPr="00D11333" w:rsidRDefault="000B3D82" w:rsidP="00D11333">
      <w:pPr>
        <w:rPr>
          <w:rFonts w:cs="Arial"/>
          <w:b/>
          <w:sz w:val="20"/>
        </w:rPr>
      </w:pPr>
    </w:p>
    <w:p w14:paraId="7A6DF68D" w14:textId="45118CC9" w:rsidR="00454273" w:rsidRDefault="001F6AE1" w:rsidP="00877A2D">
      <w:pPr>
        <w:jc w:val="both"/>
        <w:rPr>
          <w:rFonts w:cs="Arial"/>
          <w:sz w:val="20"/>
        </w:rPr>
      </w:pPr>
      <w:r w:rsidRPr="00D11333">
        <w:rPr>
          <w:rFonts w:cs="Arial"/>
          <w:b/>
          <w:sz w:val="20"/>
        </w:rPr>
        <w:t>G2</w:t>
      </w:r>
      <w:r w:rsidR="00A57947" w:rsidRPr="00D11333">
        <w:rPr>
          <w:rFonts w:cs="Arial"/>
          <w:b/>
          <w:sz w:val="20"/>
        </w:rPr>
        <w:t xml:space="preserve">) </w:t>
      </w:r>
      <w:r w:rsidR="00B269C8" w:rsidRPr="00D11333">
        <w:rPr>
          <w:rFonts w:cs="Arial"/>
          <w:sz w:val="20"/>
        </w:rPr>
        <w:t xml:space="preserve">Vou ler </w:t>
      </w:r>
      <w:r w:rsidR="0079528B">
        <w:rPr>
          <w:rFonts w:cs="Arial"/>
          <w:sz w:val="20"/>
        </w:rPr>
        <w:t>algumas frases sobre o uso de sistemas eletrônicos neste estabelecimento</w:t>
      </w:r>
      <w:r w:rsidR="00B269C8" w:rsidRPr="00D11333">
        <w:rPr>
          <w:rFonts w:cs="Arial"/>
          <w:sz w:val="20"/>
        </w:rPr>
        <w:t xml:space="preserve"> e gostaria que o</w:t>
      </w:r>
      <w:r w:rsidR="000B3D82">
        <w:rPr>
          <w:rFonts w:cs="Arial"/>
          <w:sz w:val="20"/>
        </w:rPr>
        <w:t>(a)</w:t>
      </w:r>
      <w:r w:rsidR="00B269C8" w:rsidRPr="00D11333">
        <w:rPr>
          <w:rFonts w:cs="Arial"/>
          <w:sz w:val="20"/>
        </w:rPr>
        <w:t xml:space="preserve"> </w:t>
      </w:r>
      <w:r w:rsidR="000B3D82">
        <w:rPr>
          <w:rFonts w:cs="Arial"/>
          <w:sz w:val="20"/>
        </w:rPr>
        <w:t>s</w:t>
      </w:r>
      <w:r w:rsidR="00F42FD2">
        <w:rPr>
          <w:rFonts w:cs="Arial"/>
          <w:sz w:val="20"/>
        </w:rPr>
        <w:t>enho</w:t>
      </w:r>
      <w:r w:rsidR="00B269C8" w:rsidRPr="00D11333">
        <w:rPr>
          <w:rFonts w:cs="Arial"/>
          <w:sz w:val="20"/>
        </w:rPr>
        <w:t>r(a) me dissesse</w:t>
      </w:r>
      <w:r w:rsidR="0079528B">
        <w:rPr>
          <w:rFonts w:cs="Arial"/>
          <w:sz w:val="20"/>
        </w:rPr>
        <w:t xml:space="preserve"> o quanto concorda ou discorda de cada uma delas</w:t>
      </w:r>
      <w:r w:rsidR="00B269C8" w:rsidRPr="00D11333">
        <w:rPr>
          <w:rFonts w:cs="Arial"/>
          <w:sz w:val="20"/>
        </w:rPr>
        <w:t>.</w:t>
      </w:r>
    </w:p>
    <w:p w14:paraId="679870A9" w14:textId="77777777" w:rsidR="00877A2D" w:rsidRDefault="00877A2D" w:rsidP="00877A2D">
      <w:pPr>
        <w:jc w:val="both"/>
        <w:rPr>
          <w:rFonts w:cs="Arial"/>
          <w:sz w:val="20"/>
        </w:rPr>
      </w:pPr>
    </w:p>
    <w:p w14:paraId="1F756910" w14:textId="3F039D47" w:rsidR="0079528B" w:rsidRDefault="0079528B" w:rsidP="0079528B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Considerando uma escala de 1 a 5, onde 5 significa “</w:t>
      </w:r>
      <w:r w:rsidR="00F42FD2">
        <w:rPr>
          <w:rFonts w:cs="Arial"/>
          <w:sz w:val="20"/>
        </w:rPr>
        <w:t>c</w:t>
      </w:r>
      <w:r>
        <w:rPr>
          <w:rFonts w:cs="Arial"/>
          <w:sz w:val="20"/>
        </w:rPr>
        <w:t>oncordo totalmente” e 1 significa “</w:t>
      </w:r>
      <w:r w:rsidR="00F42FD2">
        <w:rPr>
          <w:rFonts w:cs="Arial"/>
          <w:sz w:val="20"/>
        </w:rPr>
        <w:t>d</w:t>
      </w:r>
      <w:r>
        <w:rPr>
          <w:rFonts w:cs="Arial"/>
          <w:sz w:val="20"/>
        </w:rPr>
        <w:t>iscordo totalmente”, o quanto o(a) s</w:t>
      </w:r>
      <w:r w:rsidR="00F42FD2">
        <w:rPr>
          <w:rFonts w:cs="Arial"/>
          <w:sz w:val="20"/>
        </w:rPr>
        <w:t>enho</w:t>
      </w:r>
      <w:r>
        <w:rPr>
          <w:rFonts w:cs="Arial"/>
          <w:sz w:val="20"/>
        </w:rPr>
        <w:t xml:space="preserve">r(a) concorda ou discorda que _______ </w:t>
      </w:r>
      <w:r w:rsidRPr="00144F31">
        <w:rPr>
          <w:rFonts w:cs="Arial"/>
          <w:b/>
          <w:sz w:val="20"/>
        </w:rPr>
        <w:t>(LE</w:t>
      </w:r>
      <w:r w:rsidR="00F42FD2">
        <w:rPr>
          <w:rFonts w:cs="Arial"/>
          <w:b/>
          <w:sz w:val="20"/>
        </w:rPr>
        <w:t>IA OS</w:t>
      </w:r>
      <w:r w:rsidRPr="00144F31">
        <w:rPr>
          <w:rFonts w:cs="Arial"/>
          <w:b/>
          <w:sz w:val="20"/>
        </w:rPr>
        <w:t xml:space="preserve"> ITENS – RU POR LINHA –</w:t>
      </w:r>
      <w:r>
        <w:rPr>
          <w:rFonts w:cs="Arial"/>
          <w:b/>
          <w:sz w:val="20"/>
        </w:rPr>
        <w:t xml:space="preserve"> REP</w:t>
      </w:r>
      <w:r w:rsidR="00F42FD2">
        <w:rPr>
          <w:rFonts w:cs="Arial"/>
          <w:b/>
          <w:sz w:val="20"/>
        </w:rPr>
        <w:t>ITA</w:t>
      </w:r>
      <w:r>
        <w:rPr>
          <w:rFonts w:cs="Arial"/>
          <w:b/>
          <w:sz w:val="20"/>
        </w:rPr>
        <w:t xml:space="preserve"> O ENUNCIADO A CADA </w:t>
      </w:r>
      <w:r w:rsidR="00F42FD2">
        <w:rPr>
          <w:rFonts w:cs="Arial"/>
          <w:b/>
          <w:sz w:val="20"/>
        </w:rPr>
        <w:t>TRÊS</w:t>
      </w:r>
      <w:r>
        <w:rPr>
          <w:rFonts w:cs="Arial"/>
          <w:b/>
          <w:sz w:val="20"/>
        </w:rPr>
        <w:t xml:space="preserve"> ITENS</w:t>
      </w:r>
      <w:r w:rsidRPr="00144F31">
        <w:rPr>
          <w:rFonts w:cs="Arial"/>
          <w:b/>
          <w:sz w:val="20"/>
        </w:rPr>
        <w:t>)</w:t>
      </w:r>
      <w:r>
        <w:rPr>
          <w:rFonts w:cs="Arial"/>
          <w:sz w:val="20"/>
        </w:rPr>
        <w:t>:</w:t>
      </w:r>
    </w:p>
    <w:p w14:paraId="19CD55BD" w14:textId="77777777" w:rsidR="0075615E" w:rsidRPr="00D11333" w:rsidRDefault="0075615E" w:rsidP="00CE68D7">
      <w:pPr>
        <w:rPr>
          <w:rFonts w:cs="Arial"/>
          <w:b/>
          <w:sz w:val="2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2803"/>
        <w:gridCol w:w="1132"/>
        <w:gridCol w:w="423"/>
        <w:gridCol w:w="425"/>
        <w:gridCol w:w="423"/>
        <w:gridCol w:w="1132"/>
        <w:gridCol w:w="1694"/>
        <w:gridCol w:w="850"/>
        <w:gridCol w:w="1183"/>
      </w:tblGrid>
      <w:tr w:rsidR="009F5BBA" w:rsidRPr="00054043" w14:paraId="2A556E38" w14:textId="77777777" w:rsidTr="00A87397">
        <w:trPr>
          <w:cantSplit/>
          <w:tblHeader/>
        </w:trPr>
        <w:tc>
          <w:tcPr>
            <w:tcW w:w="15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8E0DF" w14:textId="08B570AF" w:rsidR="0079528B" w:rsidRPr="00054043" w:rsidRDefault="0079528B" w:rsidP="00F2574D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7B661" w14:textId="626FB4EE" w:rsidR="0079528B" w:rsidRPr="00054043" w:rsidRDefault="0019377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Con</w:t>
            </w:r>
            <w:r w:rsidR="0079528B">
              <w:rPr>
                <w:rFonts w:cs="Arial"/>
                <w:sz w:val="20"/>
              </w:rPr>
              <w:t>corda totalmente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CB29B" w14:textId="020836D3" w:rsidR="0079528B" w:rsidRPr="00054043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CB875" w14:textId="77777777" w:rsidR="0079528B" w:rsidRPr="00054043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D134E" w14:textId="77777777" w:rsidR="0079528B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A7706" w14:textId="727CEFB7" w:rsidR="0079528B" w:rsidRDefault="0019377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Dis</w:t>
            </w:r>
            <w:r w:rsidR="0079528B">
              <w:rPr>
                <w:rFonts w:cs="Arial"/>
                <w:sz w:val="20"/>
              </w:rPr>
              <w:t>corda totalmente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4D2EE" w14:textId="55CD7259" w:rsidR="0079528B" w:rsidRPr="00054043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Não se aplica nesse estabelecimento </w:t>
            </w:r>
            <w:r w:rsidRPr="00F67EA9">
              <w:rPr>
                <w:rFonts w:cs="Arial"/>
                <w:b/>
                <w:sz w:val="20"/>
              </w:rPr>
              <w:t>(ESP</w:t>
            </w:r>
            <w:r w:rsidR="00245F68">
              <w:rPr>
                <w:rFonts w:cs="Arial"/>
                <w:b/>
                <w:sz w:val="20"/>
              </w:rPr>
              <w:t>.</w:t>
            </w:r>
            <w:r w:rsidRPr="00F67EA9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CE5AD" w14:textId="541466C2" w:rsidR="0079528B" w:rsidRPr="00054043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 xml:space="preserve">Não sabe </w:t>
            </w:r>
            <w:r w:rsidRPr="00054043">
              <w:rPr>
                <w:rFonts w:cs="Arial"/>
                <w:b/>
                <w:sz w:val="20"/>
              </w:rPr>
              <w:t>(ESP</w:t>
            </w:r>
            <w:r w:rsidR="00245F68">
              <w:rPr>
                <w:rFonts w:cs="Arial"/>
                <w:b/>
                <w:sz w:val="20"/>
              </w:rPr>
              <w:t>.</w:t>
            </w:r>
            <w:r w:rsidRPr="00054043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4094C" w14:textId="74F532CC" w:rsidR="0079528B" w:rsidRPr="00054043" w:rsidRDefault="0079528B" w:rsidP="009F5BBA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 xml:space="preserve">Não respondeu </w:t>
            </w:r>
            <w:r w:rsidRPr="00054043">
              <w:rPr>
                <w:rFonts w:cs="Arial"/>
                <w:b/>
                <w:sz w:val="20"/>
              </w:rPr>
              <w:t>(ESP</w:t>
            </w:r>
            <w:r w:rsidR="00245F68">
              <w:rPr>
                <w:rFonts w:cs="Arial"/>
                <w:b/>
                <w:sz w:val="20"/>
              </w:rPr>
              <w:t>.</w:t>
            </w:r>
            <w:r w:rsidRPr="00054043">
              <w:rPr>
                <w:rFonts w:cs="Arial"/>
                <w:b/>
                <w:sz w:val="20"/>
              </w:rPr>
              <w:t>)</w:t>
            </w:r>
          </w:p>
        </w:tc>
      </w:tr>
      <w:tr w:rsidR="009F5BBA" w:rsidRPr="00054043" w14:paraId="48C41D28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22A5E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A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031AF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</w:t>
            </w:r>
            <w:r w:rsidRPr="00054043">
              <w:rPr>
                <w:rFonts w:cs="Arial"/>
                <w:sz w:val="20"/>
              </w:rPr>
              <w:t>s sistemas eletrônicos</w:t>
            </w:r>
            <w:r>
              <w:rPr>
                <w:rFonts w:cs="Arial"/>
                <w:sz w:val="20"/>
              </w:rPr>
              <w:t xml:space="preserve"> do seu estabelecimento estão bem adaptados</w:t>
            </w:r>
            <w:r w:rsidRPr="00054043">
              <w:rPr>
                <w:rFonts w:cs="Arial"/>
                <w:sz w:val="20"/>
              </w:rPr>
              <w:t xml:space="preserve"> às necessidades dos médicos e enfermeiros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F0919" w14:textId="3E0536D7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EE1A" w14:textId="6915BD94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75C78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35F8E" w14:textId="0216D10D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59D02" w14:textId="405EA3FC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52812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F2C47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295A8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0398E716" w14:textId="77777777" w:rsidTr="00A87397">
        <w:trPr>
          <w:cantSplit/>
          <w:trHeight w:val="340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F5A2E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B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35799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médicos e enfermeiros do seu estabelecimento estão treinados para o uso de sistemas eletrônicos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46DF5" w14:textId="09C5C03C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B46FE" w14:textId="026C856F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F42D6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3C6EF" w14:textId="18479951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3ABB3" w14:textId="0DD16F6E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EA294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FFC94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99A80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4F952463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EE84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C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C0848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médicos e enfermeiros estão motivados para o uso de sistemas eletrônicos do seu estabelecimento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69331" w14:textId="36AC7F84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97AE5" w14:textId="12A4B968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C7098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430C" w14:textId="54698513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F64F" w14:textId="6F230FE1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5EB18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8F2FA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E32F2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58345EDD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1C5D4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D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F2405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 seu estabelecimento possui suporte técnico de TI adequado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58AAB" w14:textId="2F250CBF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57419" w14:textId="3B66C557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3C2D6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69130" w14:textId="70AD7F28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CCB9B" w14:textId="4AF41898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BEC19" w14:textId="37E40151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D5F69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2214E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4F9E80B6" w14:textId="77777777" w:rsidTr="00A87397">
        <w:trPr>
          <w:cantSplit/>
          <w:trHeight w:val="332"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2099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E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777608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e</w:t>
            </w:r>
            <w:r w:rsidRPr="00054043">
              <w:rPr>
                <w:rFonts w:cs="Arial"/>
                <w:sz w:val="20"/>
              </w:rPr>
              <w:t xml:space="preserve">quipamentos </w:t>
            </w:r>
            <w:r>
              <w:rPr>
                <w:rFonts w:cs="Arial"/>
                <w:sz w:val="20"/>
              </w:rPr>
              <w:t>de TI disponíveis no seu estabelecimento são novos e atualizados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7F2D7" w14:textId="11604AD3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2BE517" w14:textId="36233EB2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08C09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8DF3A" w14:textId="0128F56E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A97C" w14:textId="1B5C2A5F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C5BA" w14:textId="31B2EABC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03594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453C5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2F805445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C9F49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F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376CD6" w14:textId="15D360AF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A </w:t>
            </w:r>
            <w:r w:rsidRPr="00054043">
              <w:rPr>
                <w:rFonts w:cs="Arial"/>
                <w:sz w:val="20"/>
              </w:rPr>
              <w:t xml:space="preserve">conexão de </w:t>
            </w:r>
            <w:r w:rsidR="008A276A">
              <w:rPr>
                <w:rFonts w:cs="Arial"/>
                <w:sz w:val="20"/>
              </w:rPr>
              <w:t>I</w:t>
            </w:r>
            <w:r w:rsidRPr="00054043">
              <w:rPr>
                <w:rFonts w:cs="Arial"/>
                <w:sz w:val="20"/>
              </w:rPr>
              <w:t xml:space="preserve">nternet </w:t>
            </w:r>
            <w:r>
              <w:rPr>
                <w:rFonts w:cs="Arial"/>
                <w:sz w:val="20"/>
              </w:rPr>
              <w:t>é adequada às necessidades d</w:t>
            </w:r>
            <w:r w:rsidRPr="00054043">
              <w:rPr>
                <w:rFonts w:cs="Arial"/>
                <w:sz w:val="20"/>
              </w:rPr>
              <w:t xml:space="preserve">o </w:t>
            </w:r>
            <w:r>
              <w:rPr>
                <w:rFonts w:cs="Arial"/>
                <w:sz w:val="20"/>
              </w:rPr>
              <w:t xml:space="preserve">seu </w:t>
            </w:r>
            <w:r w:rsidRPr="00054043">
              <w:rPr>
                <w:rFonts w:cs="Arial"/>
                <w:sz w:val="20"/>
              </w:rPr>
              <w:t xml:space="preserve">estabelecimento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74C38" w14:textId="39D234D6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3F190" w14:textId="5041CF2B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6E666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19CA9" w14:textId="07B5897A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3F5C8" w14:textId="5A67D387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8D332" w14:textId="1ABBCCF7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0153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EB708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58F75E11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DB4E8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lastRenderedPageBreak/>
              <w:t>G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20575" w14:textId="77777777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 sistemas eletrônicos do seu estabelecimento são seguros e garantem a </w:t>
            </w:r>
            <w:r w:rsidRPr="00054043">
              <w:rPr>
                <w:rFonts w:cs="Arial"/>
                <w:sz w:val="20"/>
              </w:rPr>
              <w:t>confidencialidade</w:t>
            </w:r>
            <w:r w:rsidRPr="00054043" w:rsidDel="008F106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 xml:space="preserve">e privacidade </w:t>
            </w:r>
            <w:r w:rsidRPr="00054043">
              <w:rPr>
                <w:rFonts w:cs="Arial"/>
                <w:sz w:val="20"/>
              </w:rPr>
              <w:t>das informações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81B25" w14:textId="5C2AC373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6126A" w14:textId="6F98F1B5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D3A49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1CAD3" w14:textId="597DB246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EE55B" w14:textId="462D1BA5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1B2B1" w14:textId="0FDC8A8C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119F4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5D75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7E5B991B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0A917" w14:textId="77777777" w:rsidR="0079528B" w:rsidRPr="00054043" w:rsidDel="00C13404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C394F2" w14:textId="77777777" w:rsidR="0079528B" w:rsidRPr="00054043" w:rsidDel="009111D8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recursos financeiros para investimento em sistemas eletrônicos são suficientes para as necessidades do seu estabelecimento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ED98" w14:textId="4B8A5837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E8A65B" w14:textId="15671691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42A523" w14:textId="77777777" w:rsidR="0079528B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EC68" w14:textId="2ED97153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B3092" w14:textId="66DD3CEA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312E7" w14:textId="0AFFBC04" w:rsidR="0079528B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8F4CC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3F787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7AA67827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DA150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J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24151" w14:textId="77777777" w:rsidR="0079528B" w:rsidRDefault="0079528B" w:rsidP="00B56430">
            <w:pPr>
              <w:spacing w:line="260" w:lineRule="exact"/>
              <w:ind w:left="57" w:right="113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 xml:space="preserve">As políticas </w:t>
            </w:r>
            <w:r w:rsidRPr="00054043">
              <w:rPr>
                <w:rFonts w:cs="Arial"/>
                <w:sz w:val="20"/>
              </w:rPr>
              <w:t>governamentais</w:t>
            </w:r>
            <w:r>
              <w:rPr>
                <w:rFonts w:cs="Arial"/>
                <w:sz w:val="20"/>
              </w:rPr>
              <w:t xml:space="preserve"> incentivam a implantação e o uso de sistemas eletrônicos no seu estabelecimento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0B6AB" w14:textId="5076CCF3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C6382" w14:textId="78A16E59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6491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8EF8F" w14:textId="641357FF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B1578" w14:textId="5523C1A7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723C" w14:textId="76C552A0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2593E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6534C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9F5BBA" w:rsidRPr="00054043" w14:paraId="46B2937E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5F96" w14:textId="77777777" w:rsidR="0079528B" w:rsidRPr="00054043" w:rsidRDefault="0079528B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 w:rsidRPr="00054043">
              <w:rPr>
                <w:rFonts w:cs="Arial"/>
                <w:sz w:val="20"/>
              </w:rPr>
              <w:t>K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CBDB39" w14:textId="2A808420" w:rsidR="0079528B" w:rsidRPr="00054043" w:rsidRDefault="0079528B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Os </w:t>
            </w:r>
            <w:r w:rsidRPr="00054043">
              <w:rPr>
                <w:rFonts w:cs="Arial"/>
                <w:sz w:val="20"/>
              </w:rPr>
              <w:t xml:space="preserve">médicos e enfermeiros </w:t>
            </w:r>
            <w:r>
              <w:rPr>
                <w:rFonts w:cs="Arial"/>
                <w:sz w:val="20"/>
              </w:rPr>
              <w:t xml:space="preserve">são envolvidos </w:t>
            </w:r>
            <w:r w:rsidRPr="00054043">
              <w:rPr>
                <w:rFonts w:cs="Arial"/>
                <w:sz w:val="20"/>
              </w:rPr>
              <w:t>no desenvolvimento</w:t>
            </w:r>
            <w:r w:rsidR="00082F13">
              <w:rPr>
                <w:rFonts w:cs="Arial"/>
                <w:sz w:val="20"/>
              </w:rPr>
              <w:t>, seleção</w:t>
            </w:r>
            <w:r w:rsidRPr="00054043">
              <w:rPr>
                <w:rFonts w:cs="Arial"/>
                <w:sz w:val="20"/>
              </w:rPr>
              <w:t xml:space="preserve"> e implantação do</w:t>
            </w:r>
            <w:r>
              <w:rPr>
                <w:rFonts w:cs="Arial"/>
                <w:sz w:val="20"/>
              </w:rPr>
              <w:t>s</w:t>
            </w:r>
            <w:r w:rsidRPr="00054043">
              <w:rPr>
                <w:rFonts w:cs="Arial"/>
                <w:sz w:val="20"/>
              </w:rPr>
              <w:t xml:space="preserve"> sistema</w:t>
            </w:r>
            <w:r>
              <w:rPr>
                <w:rFonts w:cs="Arial"/>
                <w:sz w:val="20"/>
              </w:rPr>
              <w:t>s eletrônicos do seu estabelecimento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622D4" w14:textId="57C912B6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92E215" w14:textId="57DFB14C" w:rsidR="0079528B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E28D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AE111" w14:textId="3BA1A101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8F23C" w14:textId="42AA6886" w:rsidR="0079528B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1D650" w14:textId="69081973" w:rsidR="0079528B" w:rsidRPr="00054043" w:rsidRDefault="00F2574D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7B832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216D5" w14:textId="77777777" w:rsidR="0079528B" w:rsidRPr="00054043" w:rsidRDefault="0079528B" w:rsidP="00004A14">
            <w:pPr>
              <w:spacing w:line="260" w:lineRule="exact"/>
              <w:ind w:left="57" w:right="113"/>
              <w:jc w:val="center"/>
              <w:rPr>
                <w:rFonts w:cs="Arial"/>
                <w:b/>
                <w:sz w:val="20"/>
              </w:rPr>
            </w:pPr>
            <w:r w:rsidRPr="00054043">
              <w:rPr>
                <w:rFonts w:cs="Arial"/>
                <w:sz w:val="20"/>
              </w:rPr>
              <w:t>99</w:t>
            </w:r>
          </w:p>
        </w:tc>
      </w:tr>
      <w:tr w:rsidR="00EB2E02" w:rsidRPr="00054043" w14:paraId="323AFAA0" w14:textId="77777777" w:rsidTr="00A87397">
        <w:trPr>
          <w:cantSplit/>
        </w:trPr>
        <w:tc>
          <w:tcPr>
            <w:tcW w:w="2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A1B25" w14:textId="4D8CD55E" w:rsidR="00EB2E02" w:rsidRPr="00054043" w:rsidRDefault="00EB2E02" w:rsidP="00004A14">
            <w:pPr>
              <w:spacing w:line="260" w:lineRule="exac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L</w:t>
            </w:r>
          </w:p>
        </w:tc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D00F91" w14:textId="3EF4B9E8" w:rsidR="00EB2E02" w:rsidRDefault="00EB2E02" w:rsidP="00004A14">
            <w:pPr>
              <w:spacing w:line="260" w:lineRule="exact"/>
              <w:ind w:left="57" w:right="113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Os sistemas eletrônicos do seu estabelecimento permitem a troca de informação com outros sistemas eletrônicos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1FF32" w14:textId="616C3257" w:rsidR="00EB2E02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812FB" w14:textId="3AC103DE" w:rsidR="00EB2E02" w:rsidRPr="00054043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</w:t>
            </w:r>
          </w:p>
        </w:tc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CFDA7" w14:textId="385BF94A" w:rsidR="00EB2E02" w:rsidRDefault="00EB2E02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7BBAAB" w14:textId="1D6FF39A" w:rsidR="00EB2E02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52B81" w14:textId="27664AAA" w:rsidR="00EB2E02" w:rsidRDefault="0019377B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52D797" w14:textId="79A65AE7" w:rsidR="00EB2E02" w:rsidRDefault="00EB2E02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5B2FE" w14:textId="076A80CE" w:rsidR="00EB2E02" w:rsidRPr="00054043" w:rsidRDefault="00EB2E02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08CEB" w14:textId="64CE57B3" w:rsidR="00EB2E02" w:rsidRPr="00054043" w:rsidRDefault="00EB2E02" w:rsidP="00004A14">
            <w:pPr>
              <w:spacing w:line="260" w:lineRule="exact"/>
              <w:ind w:left="57" w:right="113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99</w:t>
            </w:r>
          </w:p>
        </w:tc>
      </w:tr>
    </w:tbl>
    <w:p w14:paraId="488194AC" w14:textId="77777777" w:rsidR="00D8743A" w:rsidRDefault="00D8743A" w:rsidP="000B3D82">
      <w:pPr>
        <w:rPr>
          <w:rFonts w:cs="Arial"/>
          <w:b/>
          <w:bCs/>
          <w:color w:val="00B0F0"/>
          <w:sz w:val="20"/>
        </w:rPr>
      </w:pPr>
    </w:p>
    <w:p w14:paraId="57CB2FA2" w14:textId="1DE1ACCE" w:rsidR="007E327E" w:rsidRPr="00D11333" w:rsidRDefault="00EA4E5C" w:rsidP="00EA4E5C">
      <w:pPr>
        <w:rPr>
          <w:rFonts w:cs="Arial"/>
          <w:sz w:val="20"/>
        </w:rPr>
      </w:pPr>
      <w:r w:rsidRPr="00EC0D4B">
        <w:rPr>
          <w:rFonts w:cs="Arial"/>
          <w:b/>
          <w:sz w:val="20"/>
          <w:szCs w:val="22"/>
        </w:rPr>
        <w:t>### ENCERRAR A ENTREVISTA ###</w:t>
      </w:r>
      <w:bookmarkEnd w:id="0"/>
    </w:p>
    <w:sectPr w:rsidR="007E327E" w:rsidRPr="00D11333" w:rsidSect="001D3266">
      <w:headerReference w:type="default" r:id="rId9"/>
      <w:footnotePr>
        <w:numRestart w:val="eachSect"/>
      </w:footnotePr>
      <w:type w:val="continuous"/>
      <w:pgSz w:w="12240" w:h="15840" w:code="1"/>
      <w:pgMar w:top="709" w:right="851" w:bottom="568" w:left="851" w:header="851" w:footer="567" w:gutter="0"/>
      <w:paperSrc w:first="4" w:other="4"/>
      <w:cols w:sep="1"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F2BC8" w14:textId="77777777" w:rsidR="001D3266" w:rsidRDefault="001D3266">
      <w:r>
        <w:separator/>
      </w:r>
    </w:p>
  </w:endnote>
  <w:endnote w:type="continuationSeparator" w:id="0">
    <w:p w14:paraId="519F3EC0" w14:textId="77777777" w:rsidR="001D3266" w:rsidRDefault="001D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MyriaMM_215 LT 700 S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C4106" w14:textId="77777777" w:rsidR="001D3266" w:rsidRDefault="001D3266">
      <w:r>
        <w:separator/>
      </w:r>
    </w:p>
  </w:footnote>
  <w:footnote w:type="continuationSeparator" w:id="0">
    <w:p w14:paraId="0C59E02F" w14:textId="77777777" w:rsidR="001D3266" w:rsidRDefault="001D32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1A356" w14:textId="4A21ED35" w:rsidR="007F7086" w:rsidRDefault="007F7086">
    <w:pPr>
      <w:spacing w:after="120"/>
      <w:jc w:val="right"/>
    </w:pPr>
    <w:r>
      <w:rPr>
        <w:rStyle w:val="Nmerodepgina"/>
      </w:rPr>
      <w:t>TIC Saúde 20</w:t>
    </w:r>
    <w:r w:rsidR="007B7A97">
      <w:rPr>
        <w:rStyle w:val="Nmerodepgina"/>
      </w:rPr>
      <w:t>2</w:t>
    </w:r>
    <w:r w:rsidR="00C16E58">
      <w:rPr>
        <w:rStyle w:val="Nmerodepgina"/>
      </w:rPr>
      <w:t>4</w:t>
    </w:r>
    <w:r>
      <w:rPr>
        <w:rStyle w:val="Nmerodepgina"/>
      </w:rPr>
      <w:t xml:space="preserve">- Pag.: </w:t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26337"/>
    <w:multiLevelType w:val="hybridMultilevel"/>
    <w:tmpl w:val="8EA27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26225"/>
    <w:multiLevelType w:val="hybridMultilevel"/>
    <w:tmpl w:val="AC26B42E"/>
    <w:lvl w:ilvl="0" w:tplc="DA84B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42AA9"/>
    <w:multiLevelType w:val="hybridMultilevel"/>
    <w:tmpl w:val="B44091E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5461264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177498991">
    <w:abstractNumId w:val="1"/>
  </w:num>
  <w:num w:numId="3" w16cid:durableId="163224667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intFractionalCharacterWidth/>
  <w:embedSystemFonts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E92"/>
    <w:rsid w:val="000002FE"/>
    <w:rsid w:val="000019FE"/>
    <w:rsid w:val="0000314F"/>
    <w:rsid w:val="000038B0"/>
    <w:rsid w:val="00004A14"/>
    <w:rsid w:val="0000569E"/>
    <w:rsid w:val="00007140"/>
    <w:rsid w:val="00007F4E"/>
    <w:rsid w:val="00012106"/>
    <w:rsid w:val="000124A8"/>
    <w:rsid w:val="00012AA1"/>
    <w:rsid w:val="00013EF0"/>
    <w:rsid w:val="00014BEA"/>
    <w:rsid w:val="00016EB9"/>
    <w:rsid w:val="0001715F"/>
    <w:rsid w:val="00017842"/>
    <w:rsid w:val="0002119D"/>
    <w:rsid w:val="0002219C"/>
    <w:rsid w:val="000222B1"/>
    <w:rsid w:val="00027B56"/>
    <w:rsid w:val="00031DBD"/>
    <w:rsid w:val="000327AE"/>
    <w:rsid w:val="00033749"/>
    <w:rsid w:val="0003575F"/>
    <w:rsid w:val="00035AF0"/>
    <w:rsid w:val="000367B5"/>
    <w:rsid w:val="000379C1"/>
    <w:rsid w:val="00040792"/>
    <w:rsid w:val="00041E97"/>
    <w:rsid w:val="000442C7"/>
    <w:rsid w:val="00045574"/>
    <w:rsid w:val="00045AEC"/>
    <w:rsid w:val="00045B64"/>
    <w:rsid w:val="000507BF"/>
    <w:rsid w:val="00051F8E"/>
    <w:rsid w:val="00053381"/>
    <w:rsid w:val="000574F7"/>
    <w:rsid w:val="00057A27"/>
    <w:rsid w:val="00057BD6"/>
    <w:rsid w:val="00060D67"/>
    <w:rsid w:val="00060ED3"/>
    <w:rsid w:val="000630F9"/>
    <w:rsid w:val="00063AE8"/>
    <w:rsid w:val="00064645"/>
    <w:rsid w:val="00064C33"/>
    <w:rsid w:val="00065B7C"/>
    <w:rsid w:val="00070F21"/>
    <w:rsid w:val="0007105D"/>
    <w:rsid w:val="00071640"/>
    <w:rsid w:val="0007200C"/>
    <w:rsid w:val="00074F22"/>
    <w:rsid w:val="000758DB"/>
    <w:rsid w:val="0008033D"/>
    <w:rsid w:val="00080BE8"/>
    <w:rsid w:val="00082F13"/>
    <w:rsid w:val="00087B69"/>
    <w:rsid w:val="00087BAA"/>
    <w:rsid w:val="00087FEB"/>
    <w:rsid w:val="00090B8C"/>
    <w:rsid w:val="0009231E"/>
    <w:rsid w:val="000932B3"/>
    <w:rsid w:val="0009393D"/>
    <w:rsid w:val="000940B0"/>
    <w:rsid w:val="000940F1"/>
    <w:rsid w:val="00094F46"/>
    <w:rsid w:val="00095726"/>
    <w:rsid w:val="00096745"/>
    <w:rsid w:val="000A00B2"/>
    <w:rsid w:val="000A1D38"/>
    <w:rsid w:val="000A2990"/>
    <w:rsid w:val="000A5927"/>
    <w:rsid w:val="000A6BB0"/>
    <w:rsid w:val="000A7D1E"/>
    <w:rsid w:val="000B0390"/>
    <w:rsid w:val="000B0C9C"/>
    <w:rsid w:val="000B2C65"/>
    <w:rsid w:val="000B30C1"/>
    <w:rsid w:val="000B3B89"/>
    <w:rsid w:val="000B3D82"/>
    <w:rsid w:val="000B5EF1"/>
    <w:rsid w:val="000B7B86"/>
    <w:rsid w:val="000C07BB"/>
    <w:rsid w:val="000C1E7A"/>
    <w:rsid w:val="000C234E"/>
    <w:rsid w:val="000C3112"/>
    <w:rsid w:val="000C3492"/>
    <w:rsid w:val="000C621D"/>
    <w:rsid w:val="000C774E"/>
    <w:rsid w:val="000D2F0E"/>
    <w:rsid w:val="000D48CF"/>
    <w:rsid w:val="000D50F4"/>
    <w:rsid w:val="000D61C3"/>
    <w:rsid w:val="000D6CD3"/>
    <w:rsid w:val="000E25E0"/>
    <w:rsid w:val="000E26A1"/>
    <w:rsid w:val="000E408A"/>
    <w:rsid w:val="000E4204"/>
    <w:rsid w:val="000E4E4E"/>
    <w:rsid w:val="000F158F"/>
    <w:rsid w:val="000F160A"/>
    <w:rsid w:val="000F2021"/>
    <w:rsid w:val="000F36EC"/>
    <w:rsid w:val="000F3AC6"/>
    <w:rsid w:val="000F5D07"/>
    <w:rsid w:val="000F69BC"/>
    <w:rsid w:val="00101351"/>
    <w:rsid w:val="001016A5"/>
    <w:rsid w:val="00105459"/>
    <w:rsid w:val="00106208"/>
    <w:rsid w:val="00107ED6"/>
    <w:rsid w:val="001111B7"/>
    <w:rsid w:val="001111F5"/>
    <w:rsid w:val="0011339F"/>
    <w:rsid w:val="00113966"/>
    <w:rsid w:val="00115E6D"/>
    <w:rsid w:val="0011600A"/>
    <w:rsid w:val="001160B9"/>
    <w:rsid w:val="0012175F"/>
    <w:rsid w:val="00123B7F"/>
    <w:rsid w:val="00123E0A"/>
    <w:rsid w:val="00124B0F"/>
    <w:rsid w:val="0012504D"/>
    <w:rsid w:val="00125073"/>
    <w:rsid w:val="001254FA"/>
    <w:rsid w:val="001261A4"/>
    <w:rsid w:val="00127416"/>
    <w:rsid w:val="00127BF6"/>
    <w:rsid w:val="00131CBC"/>
    <w:rsid w:val="00135AA3"/>
    <w:rsid w:val="00136CFE"/>
    <w:rsid w:val="001401A2"/>
    <w:rsid w:val="001407B5"/>
    <w:rsid w:val="0014098F"/>
    <w:rsid w:val="00141135"/>
    <w:rsid w:val="00141309"/>
    <w:rsid w:val="00142C98"/>
    <w:rsid w:val="00145223"/>
    <w:rsid w:val="00147231"/>
    <w:rsid w:val="001478C6"/>
    <w:rsid w:val="001478DF"/>
    <w:rsid w:val="00147F31"/>
    <w:rsid w:val="00151655"/>
    <w:rsid w:val="00151980"/>
    <w:rsid w:val="0015370B"/>
    <w:rsid w:val="001563A4"/>
    <w:rsid w:val="00156C9B"/>
    <w:rsid w:val="00160199"/>
    <w:rsid w:val="001605FB"/>
    <w:rsid w:val="00163774"/>
    <w:rsid w:val="001716D9"/>
    <w:rsid w:val="00171A7F"/>
    <w:rsid w:val="00172E67"/>
    <w:rsid w:val="00175265"/>
    <w:rsid w:val="001754B3"/>
    <w:rsid w:val="001755CC"/>
    <w:rsid w:val="001760FB"/>
    <w:rsid w:val="00176E9C"/>
    <w:rsid w:val="00177918"/>
    <w:rsid w:val="00177CC2"/>
    <w:rsid w:val="00181296"/>
    <w:rsid w:val="0018346D"/>
    <w:rsid w:val="00190D7B"/>
    <w:rsid w:val="00190E4A"/>
    <w:rsid w:val="0019163D"/>
    <w:rsid w:val="00191727"/>
    <w:rsid w:val="001923FB"/>
    <w:rsid w:val="0019377B"/>
    <w:rsid w:val="00194AD2"/>
    <w:rsid w:val="00194D7C"/>
    <w:rsid w:val="001A1568"/>
    <w:rsid w:val="001A1875"/>
    <w:rsid w:val="001A440A"/>
    <w:rsid w:val="001A5FAF"/>
    <w:rsid w:val="001A692F"/>
    <w:rsid w:val="001B1C50"/>
    <w:rsid w:val="001B1DBB"/>
    <w:rsid w:val="001B3D3D"/>
    <w:rsid w:val="001B4AB5"/>
    <w:rsid w:val="001B7350"/>
    <w:rsid w:val="001C0499"/>
    <w:rsid w:val="001C28F0"/>
    <w:rsid w:val="001C380F"/>
    <w:rsid w:val="001C60D6"/>
    <w:rsid w:val="001C762B"/>
    <w:rsid w:val="001C7A4A"/>
    <w:rsid w:val="001D1017"/>
    <w:rsid w:val="001D1094"/>
    <w:rsid w:val="001D3266"/>
    <w:rsid w:val="001D3E25"/>
    <w:rsid w:val="001D588E"/>
    <w:rsid w:val="001D78A9"/>
    <w:rsid w:val="001D7C9A"/>
    <w:rsid w:val="001E02C8"/>
    <w:rsid w:val="001E0D7B"/>
    <w:rsid w:val="001E1B79"/>
    <w:rsid w:val="001E5EEE"/>
    <w:rsid w:val="001E6709"/>
    <w:rsid w:val="001F0C9E"/>
    <w:rsid w:val="001F49EC"/>
    <w:rsid w:val="001F5787"/>
    <w:rsid w:val="001F5D1E"/>
    <w:rsid w:val="001F6271"/>
    <w:rsid w:val="001F6860"/>
    <w:rsid w:val="001F6AE1"/>
    <w:rsid w:val="001F7BE9"/>
    <w:rsid w:val="00200785"/>
    <w:rsid w:val="00201A80"/>
    <w:rsid w:val="00201BD3"/>
    <w:rsid w:val="00203835"/>
    <w:rsid w:val="00203EF4"/>
    <w:rsid w:val="00203F5A"/>
    <w:rsid w:val="00205CDC"/>
    <w:rsid w:val="00207E2C"/>
    <w:rsid w:val="00210F74"/>
    <w:rsid w:val="00211539"/>
    <w:rsid w:val="002116B6"/>
    <w:rsid w:val="00212B3F"/>
    <w:rsid w:val="00214219"/>
    <w:rsid w:val="00215DAD"/>
    <w:rsid w:val="00216776"/>
    <w:rsid w:val="00220135"/>
    <w:rsid w:val="002201FE"/>
    <w:rsid w:val="00221B13"/>
    <w:rsid w:val="00222A41"/>
    <w:rsid w:val="00222D63"/>
    <w:rsid w:val="00222EC2"/>
    <w:rsid w:val="00223875"/>
    <w:rsid w:val="00224DC7"/>
    <w:rsid w:val="00225595"/>
    <w:rsid w:val="002255E4"/>
    <w:rsid w:val="00225871"/>
    <w:rsid w:val="002311A8"/>
    <w:rsid w:val="0023205C"/>
    <w:rsid w:val="00234623"/>
    <w:rsid w:val="00234855"/>
    <w:rsid w:val="00235478"/>
    <w:rsid w:val="00237FEB"/>
    <w:rsid w:val="00240D9B"/>
    <w:rsid w:val="00241034"/>
    <w:rsid w:val="0024117F"/>
    <w:rsid w:val="00241D85"/>
    <w:rsid w:val="002434C0"/>
    <w:rsid w:val="00245AB5"/>
    <w:rsid w:val="00245F68"/>
    <w:rsid w:val="002472A0"/>
    <w:rsid w:val="002475FB"/>
    <w:rsid w:val="0024776D"/>
    <w:rsid w:val="00247866"/>
    <w:rsid w:val="002503CB"/>
    <w:rsid w:val="002524E3"/>
    <w:rsid w:val="002547C1"/>
    <w:rsid w:val="00254F2B"/>
    <w:rsid w:val="00256F62"/>
    <w:rsid w:val="002579B2"/>
    <w:rsid w:val="002619A4"/>
    <w:rsid w:val="00262531"/>
    <w:rsid w:val="00262A11"/>
    <w:rsid w:val="00263CF1"/>
    <w:rsid w:val="002655C4"/>
    <w:rsid w:val="00267860"/>
    <w:rsid w:val="0027114D"/>
    <w:rsid w:val="002729A3"/>
    <w:rsid w:val="00276CF8"/>
    <w:rsid w:val="00277CF6"/>
    <w:rsid w:val="002806A7"/>
    <w:rsid w:val="002813AA"/>
    <w:rsid w:val="002814D5"/>
    <w:rsid w:val="0028242E"/>
    <w:rsid w:val="00285F37"/>
    <w:rsid w:val="00286174"/>
    <w:rsid w:val="002875C2"/>
    <w:rsid w:val="002878FB"/>
    <w:rsid w:val="002900CC"/>
    <w:rsid w:val="00291F8F"/>
    <w:rsid w:val="00292FDC"/>
    <w:rsid w:val="0029608C"/>
    <w:rsid w:val="00296C90"/>
    <w:rsid w:val="0029704C"/>
    <w:rsid w:val="0029751A"/>
    <w:rsid w:val="002A2243"/>
    <w:rsid w:val="002A3E43"/>
    <w:rsid w:val="002A41E4"/>
    <w:rsid w:val="002A4CEF"/>
    <w:rsid w:val="002A5A13"/>
    <w:rsid w:val="002A74FB"/>
    <w:rsid w:val="002B3820"/>
    <w:rsid w:val="002B54CB"/>
    <w:rsid w:val="002B7134"/>
    <w:rsid w:val="002B745F"/>
    <w:rsid w:val="002B78E4"/>
    <w:rsid w:val="002C0106"/>
    <w:rsid w:val="002C100D"/>
    <w:rsid w:val="002C1B3E"/>
    <w:rsid w:val="002C2B64"/>
    <w:rsid w:val="002C3874"/>
    <w:rsid w:val="002C4818"/>
    <w:rsid w:val="002C7F7B"/>
    <w:rsid w:val="002D0F4F"/>
    <w:rsid w:val="002D1186"/>
    <w:rsid w:val="002D1AF2"/>
    <w:rsid w:val="002D3450"/>
    <w:rsid w:val="002D3686"/>
    <w:rsid w:val="002D412C"/>
    <w:rsid w:val="002D7B3C"/>
    <w:rsid w:val="002E1D5F"/>
    <w:rsid w:val="002E2673"/>
    <w:rsid w:val="002F09E1"/>
    <w:rsid w:val="002F1F24"/>
    <w:rsid w:val="002F3B20"/>
    <w:rsid w:val="002F51BB"/>
    <w:rsid w:val="002F7A21"/>
    <w:rsid w:val="002F7DB8"/>
    <w:rsid w:val="002F7F4A"/>
    <w:rsid w:val="00304E87"/>
    <w:rsid w:val="00305F07"/>
    <w:rsid w:val="00307EA0"/>
    <w:rsid w:val="00311A0A"/>
    <w:rsid w:val="0031288B"/>
    <w:rsid w:val="00312A1E"/>
    <w:rsid w:val="00313836"/>
    <w:rsid w:val="00314BD9"/>
    <w:rsid w:val="00316A4C"/>
    <w:rsid w:val="003175EA"/>
    <w:rsid w:val="0032231C"/>
    <w:rsid w:val="00326C4A"/>
    <w:rsid w:val="00326DDC"/>
    <w:rsid w:val="003326C0"/>
    <w:rsid w:val="003331FF"/>
    <w:rsid w:val="00333815"/>
    <w:rsid w:val="003373CB"/>
    <w:rsid w:val="00337F04"/>
    <w:rsid w:val="00341B05"/>
    <w:rsid w:val="00343F80"/>
    <w:rsid w:val="003457C9"/>
    <w:rsid w:val="0034604D"/>
    <w:rsid w:val="00346CAE"/>
    <w:rsid w:val="00350324"/>
    <w:rsid w:val="00351E7F"/>
    <w:rsid w:val="003559E1"/>
    <w:rsid w:val="003570DB"/>
    <w:rsid w:val="003579B2"/>
    <w:rsid w:val="00357D56"/>
    <w:rsid w:val="003615E3"/>
    <w:rsid w:val="00361982"/>
    <w:rsid w:val="00361C38"/>
    <w:rsid w:val="00362219"/>
    <w:rsid w:val="00362FCD"/>
    <w:rsid w:val="00363AD7"/>
    <w:rsid w:val="00365784"/>
    <w:rsid w:val="003667EA"/>
    <w:rsid w:val="00366FBD"/>
    <w:rsid w:val="00367DAA"/>
    <w:rsid w:val="0037015D"/>
    <w:rsid w:val="0037122A"/>
    <w:rsid w:val="00371FAB"/>
    <w:rsid w:val="00372A84"/>
    <w:rsid w:val="003736D3"/>
    <w:rsid w:val="00374B23"/>
    <w:rsid w:val="00374C5F"/>
    <w:rsid w:val="003762AD"/>
    <w:rsid w:val="00377A17"/>
    <w:rsid w:val="0038067C"/>
    <w:rsid w:val="00380732"/>
    <w:rsid w:val="00380865"/>
    <w:rsid w:val="00382D9E"/>
    <w:rsid w:val="00383C41"/>
    <w:rsid w:val="0038557B"/>
    <w:rsid w:val="00385B12"/>
    <w:rsid w:val="003861EC"/>
    <w:rsid w:val="00386367"/>
    <w:rsid w:val="00390F0B"/>
    <w:rsid w:val="003917F8"/>
    <w:rsid w:val="00394659"/>
    <w:rsid w:val="00396379"/>
    <w:rsid w:val="003A067A"/>
    <w:rsid w:val="003A139B"/>
    <w:rsid w:val="003A2436"/>
    <w:rsid w:val="003A2956"/>
    <w:rsid w:val="003A2BCA"/>
    <w:rsid w:val="003A3E3F"/>
    <w:rsid w:val="003A4274"/>
    <w:rsid w:val="003A74D7"/>
    <w:rsid w:val="003B0F34"/>
    <w:rsid w:val="003B16B2"/>
    <w:rsid w:val="003B1CAA"/>
    <w:rsid w:val="003B49FA"/>
    <w:rsid w:val="003B4AC1"/>
    <w:rsid w:val="003C05E5"/>
    <w:rsid w:val="003C1476"/>
    <w:rsid w:val="003C14C1"/>
    <w:rsid w:val="003C3B83"/>
    <w:rsid w:val="003C5D94"/>
    <w:rsid w:val="003C6520"/>
    <w:rsid w:val="003D1D11"/>
    <w:rsid w:val="003D272E"/>
    <w:rsid w:val="003D465C"/>
    <w:rsid w:val="003D5762"/>
    <w:rsid w:val="003D7E52"/>
    <w:rsid w:val="003E080F"/>
    <w:rsid w:val="003E287E"/>
    <w:rsid w:val="003E3B24"/>
    <w:rsid w:val="003E6300"/>
    <w:rsid w:val="003E6C33"/>
    <w:rsid w:val="003E7304"/>
    <w:rsid w:val="003E79C5"/>
    <w:rsid w:val="003E7B6B"/>
    <w:rsid w:val="003F02B6"/>
    <w:rsid w:val="003F179D"/>
    <w:rsid w:val="003F276C"/>
    <w:rsid w:val="003F2FAF"/>
    <w:rsid w:val="003F7C9D"/>
    <w:rsid w:val="0040120F"/>
    <w:rsid w:val="00401BBC"/>
    <w:rsid w:val="004040D7"/>
    <w:rsid w:val="0040498A"/>
    <w:rsid w:val="004062FB"/>
    <w:rsid w:val="00407E92"/>
    <w:rsid w:val="00410851"/>
    <w:rsid w:val="004110D9"/>
    <w:rsid w:val="00411D2A"/>
    <w:rsid w:val="00412568"/>
    <w:rsid w:val="00412AE0"/>
    <w:rsid w:val="00414E9F"/>
    <w:rsid w:val="00415360"/>
    <w:rsid w:val="00417E36"/>
    <w:rsid w:val="00417EC6"/>
    <w:rsid w:val="00422A70"/>
    <w:rsid w:val="004235DD"/>
    <w:rsid w:val="004255E3"/>
    <w:rsid w:val="00427250"/>
    <w:rsid w:val="004325C2"/>
    <w:rsid w:val="00432E14"/>
    <w:rsid w:val="00432FF0"/>
    <w:rsid w:val="0043350B"/>
    <w:rsid w:val="00433A43"/>
    <w:rsid w:val="00433F64"/>
    <w:rsid w:val="0043487C"/>
    <w:rsid w:val="00435400"/>
    <w:rsid w:val="00441630"/>
    <w:rsid w:val="00445588"/>
    <w:rsid w:val="0044623A"/>
    <w:rsid w:val="0045111B"/>
    <w:rsid w:val="0045115A"/>
    <w:rsid w:val="0045166A"/>
    <w:rsid w:val="00452C29"/>
    <w:rsid w:val="00453F19"/>
    <w:rsid w:val="00454273"/>
    <w:rsid w:val="0045462E"/>
    <w:rsid w:val="004547F0"/>
    <w:rsid w:val="00460ACC"/>
    <w:rsid w:val="00460B72"/>
    <w:rsid w:val="00461EF5"/>
    <w:rsid w:val="0046595F"/>
    <w:rsid w:val="00466B0F"/>
    <w:rsid w:val="00467159"/>
    <w:rsid w:val="00470231"/>
    <w:rsid w:val="00470A6F"/>
    <w:rsid w:val="00470E8D"/>
    <w:rsid w:val="00473B76"/>
    <w:rsid w:val="00474E8E"/>
    <w:rsid w:val="004769B9"/>
    <w:rsid w:val="00476BFE"/>
    <w:rsid w:val="00480885"/>
    <w:rsid w:val="00481F59"/>
    <w:rsid w:val="00483BC5"/>
    <w:rsid w:val="00484293"/>
    <w:rsid w:val="00484496"/>
    <w:rsid w:val="004844B0"/>
    <w:rsid w:val="004929AA"/>
    <w:rsid w:val="00495AA3"/>
    <w:rsid w:val="00495B4E"/>
    <w:rsid w:val="0049770C"/>
    <w:rsid w:val="004A2E4B"/>
    <w:rsid w:val="004A2ECE"/>
    <w:rsid w:val="004A5B9A"/>
    <w:rsid w:val="004A7163"/>
    <w:rsid w:val="004A75F2"/>
    <w:rsid w:val="004B3A54"/>
    <w:rsid w:val="004B64D5"/>
    <w:rsid w:val="004B6511"/>
    <w:rsid w:val="004B760F"/>
    <w:rsid w:val="004C05F2"/>
    <w:rsid w:val="004C2858"/>
    <w:rsid w:val="004C2A3A"/>
    <w:rsid w:val="004C3433"/>
    <w:rsid w:val="004C3965"/>
    <w:rsid w:val="004C3DBB"/>
    <w:rsid w:val="004C4164"/>
    <w:rsid w:val="004C4CBD"/>
    <w:rsid w:val="004C4E29"/>
    <w:rsid w:val="004C6037"/>
    <w:rsid w:val="004C6447"/>
    <w:rsid w:val="004C6800"/>
    <w:rsid w:val="004C6D87"/>
    <w:rsid w:val="004C71AB"/>
    <w:rsid w:val="004D013C"/>
    <w:rsid w:val="004D0A62"/>
    <w:rsid w:val="004D3834"/>
    <w:rsid w:val="004D43AC"/>
    <w:rsid w:val="004D574C"/>
    <w:rsid w:val="004D7B16"/>
    <w:rsid w:val="004E1E6A"/>
    <w:rsid w:val="004E1FD4"/>
    <w:rsid w:val="004E3730"/>
    <w:rsid w:val="004E3E2E"/>
    <w:rsid w:val="004E49A8"/>
    <w:rsid w:val="004E7AF6"/>
    <w:rsid w:val="004F08CF"/>
    <w:rsid w:val="004F0A78"/>
    <w:rsid w:val="004F0DD7"/>
    <w:rsid w:val="004F1854"/>
    <w:rsid w:val="004F6133"/>
    <w:rsid w:val="004F6541"/>
    <w:rsid w:val="004F6C7D"/>
    <w:rsid w:val="00502CE2"/>
    <w:rsid w:val="00505396"/>
    <w:rsid w:val="00505973"/>
    <w:rsid w:val="00505A33"/>
    <w:rsid w:val="00505B58"/>
    <w:rsid w:val="00506E51"/>
    <w:rsid w:val="0050792A"/>
    <w:rsid w:val="00513607"/>
    <w:rsid w:val="00514542"/>
    <w:rsid w:val="00516C24"/>
    <w:rsid w:val="00517B95"/>
    <w:rsid w:val="00520574"/>
    <w:rsid w:val="00525462"/>
    <w:rsid w:val="0052613A"/>
    <w:rsid w:val="005273D6"/>
    <w:rsid w:val="00530A02"/>
    <w:rsid w:val="00532D9A"/>
    <w:rsid w:val="005342BF"/>
    <w:rsid w:val="00534531"/>
    <w:rsid w:val="005347F9"/>
    <w:rsid w:val="00535E0B"/>
    <w:rsid w:val="005371C1"/>
    <w:rsid w:val="005373A4"/>
    <w:rsid w:val="0053761C"/>
    <w:rsid w:val="005378E5"/>
    <w:rsid w:val="00540F34"/>
    <w:rsid w:val="005425BE"/>
    <w:rsid w:val="00542B9D"/>
    <w:rsid w:val="0054301C"/>
    <w:rsid w:val="005461E1"/>
    <w:rsid w:val="005463DF"/>
    <w:rsid w:val="005505CC"/>
    <w:rsid w:val="005518AB"/>
    <w:rsid w:val="005531E3"/>
    <w:rsid w:val="0055488D"/>
    <w:rsid w:val="0055727F"/>
    <w:rsid w:val="00557DB1"/>
    <w:rsid w:val="00561261"/>
    <w:rsid w:val="005628DC"/>
    <w:rsid w:val="0056304B"/>
    <w:rsid w:val="00563F9A"/>
    <w:rsid w:val="005646B8"/>
    <w:rsid w:val="00564FEF"/>
    <w:rsid w:val="00565532"/>
    <w:rsid w:val="0056647F"/>
    <w:rsid w:val="00566C66"/>
    <w:rsid w:val="00566FAD"/>
    <w:rsid w:val="00570F39"/>
    <w:rsid w:val="00573B74"/>
    <w:rsid w:val="00574B13"/>
    <w:rsid w:val="00575ACB"/>
    <w:rsid w:val="0057605E"/>
    <w:rsid w:val="005765AD"/>
    <w:rsid w:val="00576BFF"/>
    <w:rsid w:val="00577CEE"/>
    <w:rsid w:val="00584BC3"/>
    <w:rsid w:val="00585D4A"/>
    <w:rsid w:val="005866C7"/>
    <w:rsid w:val="005874E2"/>
    <w:rsid w:val="00587587"/>
    <w:rsid w:val="00590BAA"/>
    <w:rsid w:val="0059145C"/>
    <w:rsid w:val="00593C1E"/>
    <w:rsid w:val="005944F7"/>
    <w:rsid w:val="005956C5"/>
    <w:rsid w:val="00595C42"/>
    <w:rsid w:val="005A3873"/>
    <w:rsid w:val="005A68D1"/>
    <w:rsid w:val="005B1552"/>
    <w:rsid w:val="005B184C"/>
    <w:rsid w:val="005B42F3"/>
    <w:rsid w:val="005B451A"/>
    <w:rsid w:val="005B778C"/>
    <w:rsid w:val="005C078E"/>
    <w:rsid w:val="005C3660"/>
    <w:rsid w:val="005C3672"/>
    <w:rsid w:val="005C3753"/>
    <w:rsid w:val="005C51B6"/>
    <w:rsid w:val="005C560C"/>
    <w:rsid w:val="005C6626"/>
    <w:rsid w:val="005C6C2A"/>
    <w:rsid w:val="005D441F"/>
    <w:rsid w:val="005D4A14"/>
    <w:rsid w:val="005D5388"/>
    <w:rsid w:val="005D5C27"/>
    <w:rsid w:val="005D6DC5"/>
    <w:rsid w:val="005E4F56"/>
    <w:rsid w:val="005E508E"/>
    <w:rsid w:val="005E65E9"/>
    <w:rsid w:val="005E7E97"/>
    <w:rsid w:val="005F02BE"/>
    <w:rsid w:val="005F0D2A"/>
    <w:rsid w:val="005F130B"/>
    <w:rsid w:val="005F17CF"/>
    <w:rsid w:val="005F1F39"/>
    <w:rsid w:val="005F21B1"/>
    <w:rsid w:val="005F245F"/>
    <w:rsid w:val="005F3BA4"/>
    <w:rsid w:val="005F5ABF"/>
    <w:rsid w:val="005F64A1"/>
    <w:rsid w:val="006011B3"/>
    <w:rsid w:val="006050DA"/>
    <w:rsid w:val="00606329"/>
    <w:rsid w:val="0060635E"/>
    <w:rsid w:val="006065CB"/>
    <w:rsid w:val="00607E33"/>
    <w:rsid w:val="006114F7"/>
    <w:rsid w:val="00612354"/>
    <w:rsid w:val="0061344B"/>
    <w:rsid w:val="00613A53"/>
    <w:rsid w:val="006143A6"/>
    <w:rsid w:val="00614530"/>
    <w:rsid w:val="006151D8"/>
    <w:rsid w:val="0062049C"/>
    <w:rsid w:val="00620A77"/>
    <w:rsid w:val="006256C9"/>
    <w:rsid w:val="00625793"/>
    <w:rsid w:val="00625DAF"/>
    <w:rsid w:val="00626618"/>
    <w:rsid w:val="0062761A"/>
    <w:rsid w:val="006276CA"/>
    <w:rsid w:val="00630170"/>
    <w:rsid w:val="00631B80"/>
    <w:rsid w:val="00632CAF"/>
    <w:rsid w:val="00633B41"/>
    <w:rsid w:val="00633F67"/>
    <w:rsid w:val="00635103"/>
    <w:rsid w:val="006352CE"/>
    <w:rsid w:val="006364EA"/>
    <w:rsid w:val="00636FD5"/>
    <w:rsid w:val="00640D72"/>
    <w:rsid w:val="006420FA"/>
    <w:rsid w:val="0064263B"/>
    <w:rsid w:val="00643601"/>
    <w:rsid w:val="00643EBD"/>
    <w:rsid w:val="00646152"/>
    <w:rsid w:val="00646ECA"/>
    <w:rsid w:val="006501C0"/>
    <w:rsid w:val="006504BB"/>
    <w:rsid w:val="00651B84"/>
    <w:rsid w:val="00652415"/>
    <w:rsid w:val="006526C1"/>
    <w:rsid w:val="00654120"/>
    <w:rsid w:val="00656D91"/>
    <w:rsid w:val="006579F6"/>
    <w:rsid w:val="0066002B"/>
    <w:rsid w:val="00660200"/>
    <w:rsid w:val="0066084B"/>
    <w:rsid w:val="00662CAD"/>
    <w:rsid w:val="00663BE5"/>
    <w:rsid w:val="00671B94"/>
    <w:rsid w:val="00674A78"/>
    <w:rsid w:val="006776C8"/>
    <w:rsid w:val="00677C5C"/>
    <w:rsid w:val="00683135"/>
    <w:rsid w:val="006838E2"/>
    <w:rsid w:val="006859A1"/>
    <w:rsid w:val="006871C6"/>
    <w:rsid w:val="00691EAA"/>
    <w:rsid w:val="006925EE"/>
    <w:rsid w:val="00692A04"/>
    <w:rsid w:val="00693B93"/>
    <w:rsid w:val="0069423F"/>
    <w:rsid w:val="0069483D"/>
    <w:rsid w:val="00696D6E"/>
    <w:rsid w:val="006A1935"/>
    <w:rsid w:val="006A2B6B"/>
    <w:rsid w:val="006A32C1"/>
    <w:rsid w:val="006A3AA9"/>
    <w:rsid w:val="006A526E"/>
    <w:rsid w:val="006A5E3D"/>
    <w:rsid w:val="006A7DBB"/>
    <w:rsid w:val="006B08D5"/>
    <w:rsid w:val="006B0BA0"/>
    <w:rsid w:val="006B0F42"/>
    <w:rsid w:val="006B1241"/>
    <w:rsid w:val="006B2555"/>
    <w:rsid w:val="006B26C0"/>
    <w:rsid w:val="006B338E"/>
    <w:rsid w:val="006B3915"/>
    <w:rsid w:val="006B666A"/>
    <w:rsid w:val="006C17D8"/>
    <w:rsid w:val="006C5D79"/>
    <w:rsid w:val="006C6C7A"/>
    <w:rsid w:val="006C6FAF"/>
    <w:rsid w:val="006D1F86"/>
    <w:rsid w:val="006D2529"/>
    <w:rsid w:val="006D2B07"/>
    <w:rsid w:val="006D38E2"/>
    <w:rsid w:val="006D3B94"/>
    <w:rsid w:val="006D4748"/>
    <w:rsid w:val="006D5D55"/>
    <w:rsid w:val="006D73B4"/>
    <w:rsid w:val="006D7CF8"/>
    <w:rsid w:val="006E434B"/>
    <w:rsid w:val="006E6829"/>
    <w:rsid w:val="006E7992"/>
    <w:rsid w:val="006E7AE2"/>
    <w:rsid w:val="006F1345"/>
    <w:rsid w:val="006F1C16"/>
    <w:rsid w:val="006F505C"/>
    <w:rsid w:val="006F5AD5"/>
    <w:rsid w:val="006F5B47"/>
    <w:rsid w:val="006F6766"/>
    <w:rsid w:val="006F69A0"/>
    <w:rsid w:val="006F75D3"/>
    <w:rsid w:val="00700A8F"/>
    <w:rsid w:val="00700D1D"/>
    <w:rsid w:val="00704D53"/>
    <w:rsid w:val="007050C8"/>
    <w:rsid w:val="00712600"/>
    <w:rsid w:val="00713DE1"/>
    <w:rsid w:val="007164D3"/>
    <w:rsid w:val="00716829"/>
    <w:rsid w:val="00716B52"/>
    <w:rsid w:val="0072494E"/>
    <w:rsid w:val="00724B2F"/>
    <w:rsid w:val="00725120"/>
    <w:rsid w:val="00726584"/>
    <w:rsid w:val="0073058F"/>
    <w:rsid w:val="00731715"/>
    <w:rsid w:val="007340ED"/>
    <w:rsid w:val="00735720"/>
    <w:rsid w:val="00735B27"/>
    <w:rsid w:val="00736B0C"/>
    <w:rsid w:val="007375B8"/>
    <w:rsid w:val="00742FE8"/>
    <w:rsid w:val="00743B2E"/>
    <w:rsid w:val="007449B4"/>
    <w:rsid w:val="00746D3E"/>
    <w:rsid w:val="0074779F"/>
    <w:rsid w:val="00750C42"/>
    <w:rsid w:val="0075615E"/>
    <w:rsid w:val="00757498"/>
    <w:rsid w:val="007616F1"/>
    <w:rsid w:val="00763701"/>
    <w:rsid w:val="00766944"/>
    <w:rsid w:val="007677B5"/>
    <w:rsid w:val="00771622"/>
    <w:rsid w:val="0077247A"/>
    <w:rsid w:val="00772932"/>
    <w:rsid w:val="00775504"/>
    <w:rsid w:val="007756F3"/>
    <w:rsid w:val="007801BB"/>
    <w:rsid w:val="007814C2"/>
    <w:rsid w:val="0078186F"/>
    <w:rsid w:val="00781BA6"/>
    <w:rsid w:val="0078309A"/>
    <w:rsid w:val="00783646"/>
    <w:rsid w:val="007844AD"/>
    <w:rsid w:val="00785D55"/>
    <w:rsid w:val="007867ED"/>
    <w:rsid w:val="0078766B"/>
    <w:rsid w:val="007905E8"/>
    <w:rsid w:val="00791527"/>
    <w:rsid w:val="00792B52"/>
    <w:rsid w:val="0079528B"/>
    <w:rsid w:val="00795879"/>
    <w:rsid w:val="007976A8"/>
    <w:rsid w:val="007A02AC"/>
    <w:rsid w:val="007A2B49"/>
    <w:rsid w:val="007A3FEA"/>
    <w:rsid w:val="007A48F5"/>
    <w:rsid w:val="007A4956"/>
    <w:rsid w:val="007A5101"/>
    <w:rsid w:val="007A59F5"/>
    <w:rsid w:val="007A7576"/>
    <w:rsid w:val="007B1AB7"/>
    <w:rsid w:val="007B1BB2"/>
    <w:rsid w:val="007B3C34"/>
    <w:rsid w:val="007B3EFF"/>
    <w:rsid w:val="007B54F8"/>
    <w:rsid w:val="007B63DF"/>
    <w:rsid w:val="007B7A97"/>
    <w:rsid w:val="007C13F8"/>
    <w:rsid w:val="007C1EA6"/>
    <w:rsid w:val="007C2A0F"/>
    <w:rsid w:val="007C46B5"/>
    <w:rsid w:val="007C4CD0"/>
    <w:rsid w:val="007C6450"/>
    <w:rsid w:val="007C6C4B"/>
    <w:rsid w:val="007C7DED"/>
    <w:rsid w:val="007D154E"/>
    <w:rsid w:val="007D16D5"/>
    <w:rsid w:val="007D217B"/>
    <w:rsid w:val="007D3BD0"/>
    <w:rsid w:val="007D3DC3"/>
    <w:rsid w:val="007D7571"/>
    <w:rsid w:val="007E058C"/>
    <w:rsid w:val="007E0AEE"/>
    <w:rsid w:val="007E327E"/>
    <w:rsid w:val="007E32D6"/>
    <w:rsid w:val="007E647B"/>
    <w:rsid w:val="007E73B6"/>
    <w:rsid w:val="007F0252"/>
    <w:rsid w:val="007F03A8"/>
    <w:rsid w:val="007F161E"/>
    <w:rsid w:val="007F4C08"/>
    <w:rsid w:val="007F4D2E"/>
    <w:rsid w:val="007F5943"/>
    <w:rsid w:val="007F7086"/>
    <w:rsid w:val="00800D45"/>
    <w:rsid w:val="00802DD6"/>
    <w:rsid w:val="008051D4"/>
    <w:rsid w:val="008057BC"/>
    <w:rsid w:val="00806FB7"/>
    <w:rsid w:val="00810173"/>
    <w:rsid w:val="0081474C"/>
    <w:rsid w:val="00815C9B"/>
    <w:rsid w:val="00821309"/>
    <w:rsid w:val="008230FB"/>
    <w:rsid w:val="00823B88"/>
    <w:rsid w:val="00823EF0"/>
    <w:rsid w:val="00823F4B"/>
    <w:rsid w:val="00824EFC"/>
    <w:rsid w:val="00826D98"/>
    <w:rsid w:val="00830C63"/>
    <w:rsid w:val="008312B3"/>
    <w:rsid w:val="00834236"/>
    <w:rsid w:val="00835340"/>
    <w:rsid w:val="008353F6"/>
    <w:rsid w:val="00836276"/>
    <w:rsid w:val="00840400"/>
    <w:rsid w:val="008412EC"/>
    <w:rsid w:val="0084163E"/>
    <w:rsid w:val="008439F6"/>
    <w:rsid w:val="00843D47"/>
    <w:rsid w:val="0084433E"/>
    <w:rsid w:val="00844559"/>
    <w:rsid w:val="00845619"/>
    <w:rsid w:val="00847304"/>
    <w:rsid w:val="00852889"/>
    <w:rsid w:val="00852BE1"/>
    <w:rsid w:val="0085429E"/>
    <w:rsid w:val="008548C6"/>
    <w:rsid w:val="00856A31"/>
    <w:rsid w:val="00856A91"/>
    <w:rsid w:val="00857308"/>
    <w:rsid w:val="0085767F"/>
    <w:rsid w:val="00860588"/>
    <w:rsid w:val="00861612"/>
    <w:rsid w:val="00861E14"/>
    <w:rsid w:val="00862E77"/>
    <w:rsid w:val="00863E66"/>
    <w:rsid w:val="00863F50"/>
    <w:rsid w:val="00871147"/>
    <w:rsid w:val="008714AB"/>
    <w:rsid w:val="008715EF"/>
    <w:rsid w:val="008716CD"/>
    <w:rsid w:val="00872152"/>
    <w:rsid w:val="00874CE7"/>
    <w:rsid w:val="00876987"/>
    <w:rsid w:val="0087763B"/>
    <w:rsid w:val="00877A2D"/>
    <w:rsid w:val="00880F8C"/>
    <w:rsid w:val="008815BD"/>
    <w:rsid w:val="00883311"/>
    <w:rsid w:val="0088460F"/>
    <w:rsid w:val="008848B7"/>
    <w:rsid w:val="00885B66"/>
    <w:rsid w:val="00890047"/>
    <w:rsid w:val="00891177"/>
    <w:rsid w:val="0089137B"/>
    <w:rsid w:val="00892591"/>
    <w:rsid w:val="00893A20"/>
    <w:rsid w:val="00897B98"/>
    <w:rsid w:val="008A1993"/>
    <w:rsid w:val="008A1E13"/>
    <w:rsid w:val="008A276A"/>
    <w:rsid w:val="008A41CC"/>
    <w:rsid w:val="008A5053"/>
    <w:rsid w:val="008A73F6"/>
    <w:rsid w:val="008A7DBF"/>
    <w:rsid w:val="008B0C4A"/>
    <w:rsid w:val="008B40F7"/>
    <w:rsid w:val="008B422E"/>
    <w:rsid w:val="008B5676"/>
    <w:rsid w:val="008B5865"/>
    <w:rsid w:val="008B7B92"/>
    <w:rsid w:val="008C0FEE"/>
    <w:rsid w:val="008C4971"/>
    <w:rsid w:val="008C4A7D"/>
    <w:rsid w:val="008C5AF9"/>
    <w:rsid w:val="008C68A1"/>
    <w:rsid w:val="008D16D9"/>
    <w:rsid w:val="008D1D4E"/>
    <w:rsid w:val="008D2C0C"/>
    <w:rsid w:val="008D37D7"/>
    <w:rsid w:val="008D5653"/>
    <w:rsid w:val="008D6229"/>
    <w:rsid w:val="008D64A3"/>
    <w:rsid w:val="008E0640"/>
    <w:rsid w:val="008E1808"/>
    <w:rsid w:val="008E1BC4"/>
    <w:rsid w:val="008E3975"/>
    <w:rsid w:val="008E4E61"/>
    <w:rsid w:val="008E5AEA"/>
    <w:rsid w:val="008E7E88"/>
    <w:rsid w:val="008F1D6D"/>
    <w:rsid w:val="008F2429"/>
    <w:rsid w:val="008F4C44"/>
    <w:rsid w:val="008F652F"/>
    <w:rsid w:val="008F67FE"/>
    <w:rsid w:val="008F729C"/>
    <w:rsid w:val="00902164"/>
    <w:rsid w:val="0090438F"/>
    <w:rsid w:val="00904CA4"/>
    <w:rsid w:val="00910821"/>
    <w:rsid w:val="00910F02"/>
    <w:rsid w:val="00914FE2"/>
    <w:rsid w:val="00915742"/>
    <w:rsid w:val="00917C58"/>
    <w:rsid w:val="00917CEF"/>
    <w:rsid w:val="009221EC"/>
    <w:rsid w:val="00923BA5"/>
    <w:rsid w:val="00923D12"/>
    <w:rsid w:val="00923F37"/>
    <w:rsid w:val="00926B4B"/>
    <w:rsid w:val="00932755"/>
    <w:rsid w:val="00932A87"/>
    <w:rsid w:val="0093398E"/>
    <w:rsid w:val="009343C1"/>
    <w:rsid w:val="009354B7"/>
    <w:rsid w:val="00936A96"/>
    <w:rsid w:val="00937ECD"/>
    <w:rsid w:val="00937F8D"/>
    <w:rsid w:val="00943A6D"/>
    <w:rsid w:val="00943B64"/>
    <w:rsid w:val="0094666F"/>
    <w:rsid w:val="009468B7"/>
    <w:rsid w:val="009468CE"/>
    <w:rsid w:val="009470C6"/>
    <w:rsid w:val="009478E8"/>
    <w:rsid w:val="00947B65"/>
    <w:rsid w:val="00950A6F"/>
    <w:rsid w:val="00953503"/>
    <w:rsid w:val="009537FE"/>
    <w:rsid w:val="00957266"/>
    <w:rsid w:val="00957502"/>
    <w:rsid w:val="00957644"/>
    <w:rsid w:val="009611BD"/>
    <w:rsid w:val="00961447"/>
    <w:rsid w:val="0096218A"/>
    <w:rsid w:val="0096241C"/>
    <w:rsid w:val="00964263"/>
    <w:rsid w:val="0096523E"/>
    <w:rsid w:val="00965636"/>
    <w:rsid w:val="009665C0"/>
    <w:rsid w:val="00971409"/>
    <w:rsid w:val="0097264F"/>
    <w:rsid w:val="00976A08"/>
    <w:rsid w:val="00977775"/>
    <w:rsid w:val="00986CE2"/>
    <w:rsid w:val="00990BCB"/>
    <w:rsid w:val="009925DD"/>
    <w:rsid w:val="009973A8"/>
    <w:rsid w:val="0099747B"/>
    <w:rsid w:val="009A0EB5"/>
    <w:rsid w:val="009A181E"/>
    <w:rsid w:val="009A2857"/>
    <w:rsid w:val="009A2F82"/>
    <w:rsid w:val="009A3C64"/>
    <w:rsid w:val="009A4300"/>
    <w:rsid w:val="009A7ACB"/>
    <w:rsid w:val="009B3E38"/>
    <w:rsid w:val="009B40D0"/>
    <w:rsid w:val="009B442C"/>
    <w:rsid w:val="009B4BD1"/>
    <w:rsid w:val="009B5A45"/>
    <w:rsid w:val="009B5F20"/>
    <w:rsid w:val="009B79DE"/>
    <w:rsid w:val="009C3779"/>
    <w:rsid w:val="009C37C4"/>
    <w:rsid w:val="009C398C"/>
    <w:rsid w:val="009C4444"/>
    <w:rsid w:val="009C5EA5"/>
    <w:rsid w:val="009C5EED"/>
    <w:rsid w:val="009C644A"/>
    <w:rsid w:val="009C7426"/>
    <w:rsid w:val="009D1FF6"/>
    <w:rsid w:val="009D382F"/>
    <w:rsid w:val="009D481E"/>
    <w:rsid w:val="009D4857"/>
    <w:rsid w:val="009D5847"/>
    <w:rsid w:val="009D5D4E"/>
    <w:rsid w:val="009D67E1"/>
    <w:rsid w:val="009D68AB"/>
    <w:rsid w:val="009D6C60"/>
    <w:rsid w:val="009D6E1E"/>
    <w:rsid w:val="009D7D3D"/>
    <w:rsid w:val="009E33CF"/>
    <w:rsid w:val="009E3619"/>
    <w:rsid w:val="009E46CE"/>
    <w:rsid w:val="009E5EF9"/>
    <w:rsid w:val="009E6B95"/>
    <w:rsid w:val="009E6DCB"/>
    <w:rsid w:val="009E6F36"/>
    <w:rsid w:val="009E6FE7"/>
    <w:rsid w:val="009F0A0D"/>
    <w:rsid w:val="009F11D2"/>
    <w:rsid w:val="009F203F"/>
    <w:rsid w:val="009F2AEB"/>
    <w:rsid w:val="009F4EE8"/>
    <w:rsid w:val="009F5B0D"/>
    <w:rsid w:val="009F5BBA"/>
    <w:rsid w:val="009F6C45"/>
    <w:rsid w:val="009F78C9"/>
    <w:rsid w:val="00A0018C"/>
    <w:rsid w:val="00A01183"/>
    <w:rsid w:val="00A014BD"/>
    <w:rsid w:val="00A016A9"/>
    <w:rsid w:val="00A01722"/>
    <w:rsid w:val="00A01EC0"/>
    <w:rsid w:val="00A025AA"/>
    <w:rsid w:val="00A03FD0"/>
    <w:rsid w:val="00A03FE2"/>
    <w:rsid w:val="00A049AF"/>
    <w:rsid w:val="00A06EE2"/>
    <w:rsid w:val="00A0727E"/>
    <w:rsid w:val="00A10C04"/>
    <w:rsid w:val="00A17353"/>
    <w:rsid w:val="00A17F89"/>
    <w:rsid w:val="00A20259"/>
    <w:rsid w:val="00A21A1F"/>
    <w:rsid w:val="00A24F14"/>
    <w:rsid w:val="00A25A8B"/>
    <w:rsid w:val="00A30128"/>
    <w:rsid w:val="00A31143"/>
    <w:rsid w:val="00A3265E"/>
    <w:rsid w:val="00A329E0"/>
    <w:rsid w:val="00A34875"/>
    <w:rsid w:val="00A3563C"/>
    <w:rsid w:val="00A360AB"/>
    <w:rsid w:val="00A36542"/>
    <w:rsid w:val="00A40502"/>
    <w:rsid w:val="00A42EFB"/>
    <w:rsid w:val="00A43AD1"/>
    <w:rsid w:val="00A459CD"/>
    <w:rsid w:val="00A46913"/>
    <w:rsid w:val="00A47DD4"/>
    <w:rsid w:val="00A509F0"/>
    <w:rsid w:val="00A539C6"/>
    <w:rsid w:val="00A53D0F"/>
    <w:rsid w:val="00A552A7"/>
    <w:rsid w:val="00A563C6"/>
    <w:rsid w:val="00A57189"/>
    <w:rsid w:val="00A5748A"/>
    <w:rsid w:val="00A57764"/>
    <w:rsid w:val="00A57947"/>
    <w:rsid w:val="00A57C64"/>
    <w:rsid w:val="00A611A1"/>
    <w:rsid w:val="00A623EC"/>
    <w:rsid w:val="00A64207"/>
    <w:rsid w:val="00A64544"/>
    <w:rsid w:val="00A6479C"/>
    <w:rsid w:val="00A660EA"/>
    <w:rsid w:val="00A6727A"/>
    <w:rsid w:val="00A672FD"/>
    <w:rsid w:val="00A67F30"/>
    <w:rsid w:val="00A71242"/>
    <w:rsid w:val="00A72869"/>
    <w:rsid w:val="00A75687"/>
    <w:rsid w:val="00A8015B"/>
    <w:rsid w:val="00A801C5"/>
    <w:rsid w:val="00A8155C"/>
    <w:rsid w:val="00A820C5"/>
    <w:rsid w:val="00A82183"/>
    <w:rsid w:val="00A82669"/>
    <w:rsid w:val="00A83D1E"/>
    <w:rsid w:val="00A858FD"/>
    <w:rsid w:val="00A87397"/>
    <w:rsid w:val="00A91BB1"/>
    <w:rsid w:val="00A95116"/>
    <w:rsid w:val="00A95EC4"/>
    <w:rsid w:val="00AA070C"/>
    <w:rsid w:val="00AA2A94"/>
    <w:rsid w:val="00AA36E9"/>
    <w:rsid w:val="00AA38C4"/>
    <w:rsid w:val="00AA57FC"/>
    <w:rsid w:val="00AA6E5C"/>
    <w:rsid w:val="00AA7CEC"/>
    <w:rsid w:val="00AB1416"/>
    <w:rsid w:val="00AB1916"/>
    <w:rsid w:val="00AB194F"/>
    <w:rsid w:val="00AB2178"/>
    <w:rsid w:val="00AB3711"/>
    <w:rsid w:val="00AB3A79"/>
    <w:rsid w:val="00AB682F"/>
    <w:rsid w:val="00AB7FD4"/>
    <w:rsid w:val="00AC0A88"/>
    <w:rsid w:val="00AC0B26"/>
    <w:rsid w:val="00AC15FA"/>
    <w:rsid w:val="00AC180E"/>
    <w:rsid w:val="00AC339F"/>
    <w:rsid w:val="00AC3D44"/>
    <w:rsid w:val="00AC4A26"/>
    <w:rsid w:val="00AD0051"/>
    <w:rsid w:val="00AD0BB5"/>
    <w:rsid w:val="00AD0F29"/>
    <w:rsid w:val="00AD1CD6"/>
    <w:rsid w:val="00AD210B"/>
    <w:rsid w:val="00AD42BA"/>
    <w:rsid w:val="00AD4FBC"/>
    <w:rsid w:val="00AD6BBA"/>
    <w:rsid w:val="00AD72B6"/>
    <w:rsid w:val="00AD7D7E"/>
    <w:rsid w:val="00AE0158"/>
    <w:rsid w:val="00AE0626"/>
    <w:rsid w:val="00AE3A20"/>
    <w:rsid w:val="00AE418E"/>
    <w:rsid w:val="00AE4DED"/>
    <w:rsid w:val="00AE51DF"/>
    <w:rsid w:val="00AE65CA"/>
    <w:rsid w:val="00AF452E"/>
    <w:rsid w:val="00AF678A"/>
    <w:rsid w:val="00AF6E16"/>
    <w:rsid w:val="00AF730D"/>
    <w:rsid w:val="00B03039"/>
    <w:rsid w:val="00B0347A"/>
    <w:rsid w:val="00B046C1"/>
    <w:rsid w:val="00B054BF"/>
    <w:rsid w:val="00B1164E"/>
    <w:rsid w:val="00B1709F"/>
    <w:rsid w:val="00B1762E"/>
    <w:rsid w:val="00B17ECE"/>
    <w:rsid w:val="00B20827"/>
    <w:rsid w:val="00B2222F"/>
    <w:rsid w:val="00B2225E"/>
    <w:rsid w:val="00B22E60"/>
    <w:rsid w:val="00B24BFC"/>
    <w:rsid w:val="00B269C8"/>
    <w:rsid w:val="00B26C8D"/>
    <w:rsid w:val="00B314A5"/>
    <w:rsid w:val="00B328E2"/>
    <w:rsid w:val="00B32CF6"/>
    <w:rsid w:val="00B332C4"/>
    <w:rsid w:val="00B33A54"/>
    <w:rsid w:val="00B33DDC"/>
    <w:rsid w:val="00B37B8E"/>
    <w:rsid w:val="00B4060E"/>
    <w:rsid w:val="00B50603"/>
    <w:rsid w:val="00B5359F"/>
    <w:rsid w:val="00B53843"/>
    <w:rsid w:val="00B53FA1"/>
    <w:rsid w:val="00B54F54"/>
    <w:rsid w:val="00B556F4"/>
    <w:rsid w:val="00B5602D"/>
    <w:rsid w:val="00B56430"/>
    <w:rsid w:val="00B571B3"/>
    <w:rsid w:val="00B57CFC"/>
    <w:rsid w:val="00B61FA8"/>
    <w:rsid w:val="00B62333"/>
    <w:rsid w:val="00B63C1D"/>
    <w:rsid w:val="00B64DD6"/>
    <w:rsid w:val="00B72CB4"/>
    <w:rsid w:val="00B7458E"/>
    <w:rsid w:val="00B759E3"/>
    <w:rsid w:val="00B76112"/>
    <w:rsid w:val="00B823D8"/>
    <w:rsid w:val="00B8266B"/>
    <w:rsid w:val="00B83FBD"/>
    <w:rsid w:val="00B857BD"/>
    <w:rsid w:val="00B86286"/>
    <w:rsid w:val="00B87193"/>
    <w:rsid w:val="00B91B75"/>
    <w:rsid w:val="00B92282"/>
    <w:rsid w:val="00B92C0E"/>
    <w:rsid w:val="00B93239"/>
    <w:rsid w:val="00B96D87"/>
    <w:rsid w:val="00B97667"/>
    <w:rsid w:val="00BA0AEC"/>
    <w:rsid w:val="00BA0F3F"/>
    <w:rsid w:val="00BA20D8"/>
    <w:rsid w:val="00BA56B0"/>
    <w:rsid w:val="00BA608B"/>
    <w:rsid w:val="00BA68E3"/>
    <w:rsid w:val="00BB08FB"/>
    <w:rsid w:val="00BB21A5"/>
    <w:rsid w:val="00BB50BA"/>
    <w:rsid w:val="00BB7AE6"/>
    <w:rsid w:val="00BB7F3D"/>
    <w:rsid w:val="00BC08E3"/>
    <w:rsid w:val="00BC19AA"/>
    <w:rsid w:val="00BC2650"/>
    <w:rsid w:val="00BC2E91"/>
    <w:rsid w:val="00BC3F29"/>
    <w:rsid w:val="00BC6828"/>
    <w:rsid w:val="00BC7484"/>
    <w:rsid w:val="00BC7AF1"/>
    <w:rsid w:val="00BD1C56"/>
    <w:rsid w:val="00BD6AF0"/>
    <w:rsid w:val="00BE084E"/>
    <w:rsid w:val="00BE2FBA"/>
    <w:rsid w:val="00BE3988"/>
    <w:rsid w:val="00BE408C"/>
    <w:rsid w:val="00BE42D6"/>
    <w:rsid w:val="00BE5060"/>
    <w:rsid w:val="00BF037D"/>
    <w:rsid w:val="00BF36A5"/>
    <w:rsid w:val="00BF3A3E"/>
    <w:rsid w:val="00BF44FB"/>
    <w:rsid w:val="00BF534D"/>
    <w:rsid w:val="00BF5D88"/>
    <w:rsid w:val="00BF6F43"/>
    <w:rsid w:val="00BF7E05"/>
    <w:rsid w:val="00C00BEB"/>
    <w:rsid w:val="00C0174B"/>
    <w:rsid w:val="00C01C84"/>
    <w:rsid w:val="00C05913"/>
    <w:rsid w:val="00C06958"/>
    <w:rsid w:val="00C10231"/>
    <w:rsid w:val="00C1090D"/>
    <w:rsid w:val="00C13271"/>
    <w:rsid w:val="00C14235"/>
    <w:rsid w:val="00C14802"/>
    <w:rsid w:val="00C166E9"/>
    <w:rsid w:val="00C16E58"/>
    <w:rsid w:val="00C17BAA"/>
    <w:rsid w:val="00C21426"/>
    <w:rsid w:val="00C21D3B"/>
    <w:rsid w:val="00C24886"/>
    <w:rsid w:val="00C24E66"/>
    <w:rsid w:val="00C26967"/>
    <w:rsid w:val="00C27303"/>
    <w:rsid w:val="00C33388"/>
    <w:rsid w:val="00C367AA"/>
    <w:rsid w:val="00C3716F"/>
    <w:rsid w:val="00C375EF"/>
    <w:rsid w:val="00C42870"/>
    <w:rsid w:val="00C43554"/>
    <w:rsid w:val="00C44706"/>
    <w:rsid w:val="00C46753"/>
    <w:rsid w:val="00C471F7"/>
    <w:rsid w:val="00C47994"/>
    <w:rsid w:val="00C50428"/>
    <w:rsid w:val="00C50D45"/>
    <w:rsid w:val="00C51417"/>
    <w:rsid w:val="00C52EC7"/>
    <w:rsid w:val="00C5393A"/>
    <w:rsid w:val="00C55191"/>
    <w:rsid w:val="00C55531"/>
    <w:rsid w:val="00C56B89"/>
    <w:rsid w:val="00C6280A"/>
    <w:rsid w:val="00C63510"/>
    <w:rsid w:val="00C647F3"/>
    <w:rsid w:val="00C65C2B"/>
    <w:rsid w:val="00C65C37"/>
    <w:rsid w:val="00C7124E"/>
    <w:rsid w:val="00C7198E"/>
    <w:rsid w:val="00C73307"/>
    <w:rsid w:val="00C73807"/>
    <w:rsid w:val="00C73DC8"/>
    <w:rsid w:val="00C752B9"/>
    <w:rsid w:val="00C76974"/>
    <w:rsid w:val="00C76A18"/>
    <w:rsid w:val="00C77216"/>
    <w:rsid w:val="00C77417"/>
    <w:rsid w:val="00C8011D"/>
    <w:rsid w:val="00C80B58"/>
    <w:rsid w:val="00C80CBB"/>
    <w:rsid w:val="00C81469"/>
    <w:rsid w:val="00C832DF"/>
    <w:rsid w:val="00C8451E"/>
    <w:rsid w:val="00C86C40"/>
    <w:rsid w:val="00C86C9D"/>
    <w:rsid w:val="00C90264"/>
    <w:rsid w:val="00C90ABB"/>
    <w:rsid w:val="00C917A3"/>
    <w:rsid w:val="00C9210F"/>
    <w:rsid w:val="00C93E34"/>
    <w:rsid w:val="00C94948"/>
    <w:rsid w:val="00C94B92"/>
    <w:rsid w:val="00C94D45"/>
    <w:rsid w:val="00C96FD4"/>
    <w:rsid w:val="00CA03AE"/>
    <w:rsid w:val="00CA37FA"/>
    <w:rsid w:val="00CA3E39"/>
    <w:rsid w:val="00CA4356"/>
    <w:rsid w:val="00CA7D50"/>
    <w:rsid w:val="00CB09A1"/>
    <w:rsid w:val="00CB1A8B"/>
    <w:rsid w:val="00CB4B74"/>
    <w:rsid w:val="00CB574D"/>
    <w:rsid w:val="00CB5FDE"/>
    <w:rsid w:val="00CB68A1"/>
    <w:rsid w:val="00CB6C06"/>
    <w:rsid w:val="00CB7AAF"/>
    <w:rsid w:val="00CC065F"/>
    <w:rsid w:val="00CC0931"/>
    <w:rsid w:val="00CC1464"/>
    <w:rsid w:val="00CC2AED"/>
    <w:rsid w:val="00CC40F8"/>
    <w:rsid w:val="00CC62DE"/>
    <w:rsid w:val="00CD2B1A"/>
    <w:rsid w:val="00CD3FFD"/>
    <w:rsid w:val="00CD420B"/>
    <w:rsid w:val="00CD4A7C"/>
    <w:rsid w:val="00CD5C47"/>
    <w:rsid w:val="00CD6124"/>
    <w:rsid w:val="00CE0137"/>
    <w:rsid w:val="00CE49E7"/>
    <w:rsid w:val="00CE68D7"/>
    <w:rsid w:val="00CE73E4"/>
    <w:rsid w:val="00CF0816"/>
    <w:rsid w:val="00CF08F6"/>
    <w:rsid w:val="00CF33C4"/>
    <w:rsid w:val="00CF5F91"/>
    <w:rsid w:val="00CF6E7F"/>
    <w:rsid w:val="00D036E4"/>
    <w:rsid w:val="00D0418B"/>
    <w:rsid w:val="00D05E01"/>
    <w:rsid w:val="00D0780B"/>
    <w:rsid w:val="00D10288"/>
    <w:rsid w:val="00D10547"/>
    <w:rsid w:val="00D11333"/>
    <w:rsid w:val="00D116FC"/>
    <w:rsid w:val="00D1370D"/>
    <w:rsid w:val="00D150AF"/>
    <w:rsid w:val="00D16AC6"/>
    <w:rsid w:val="00D17694"/>
    <w:rsid w:val="00D20230"/>
    <w:rsid w:val="00D240A3"/>
    <w:rsid w:val="00D2451E"/>
    <w:rsid w:val="00D26012"/>
    <w:rsid w:val="00D3003C"/>
    <w:rsid w:val="00D31048"/>
    <w:rsid w:val="00D32116"/>
    <w:rsid w:val="00D32DBF"/>
    <w:rsid w:val="00D32EC8"/>
    <w:rsid w:val="00D34551"/>
    <w:rsid w:val="00D3456F"/>
    <w:rsid w:val="00D3576D"/>
    <w:rsid w:val="00D3638E"/>
    <w:rsid w:val="00D40556"/>
    <w:rsid w:val="00D40A22"/>
    <w:rsid w:val="00D42750"/>
    <w:rsid w:val="00D43A5C"/>
    <w:rsid w:val="00D456E0"/>
    <w:rsid w:val="00D46B08"/>
    <w:rsid w:val="00D46D18"/>
    <w:rsid w:val="00D46F78"/>
    <w:rsid w:val="00D50922"/>
    <w:rsid w:val="00D50AFC"/>
    <w:rsid w:val="00D5223E"/>
    <w:rsid w:val="00D52357"/>
    <w:rsid w:val="00D53AD8"/>
    <w:rsid w:val="00D60504"/>
    <w:rsid w:val="00D6412A"/>
    <w:rsid w:val="00D66A40"/>
    <w:rsid w:val="00D66D01"/>
    <w:rsid w:val="00D67318"/>
    <w:rsid w:val="00D7061A"/>
    <w:rsid w:val="00D71311"/>
    <w:rsid w:val="00D72753"/>
    <w:rsid w:val="00D72884"/>
    <w:rsid w:val="00D74989"/>
    <w:rsid w:val="00D74C1D"/>
    <w:rsid w:val="00D74CB9"/>
    <w:rsid w:val="00D77BEE"/>
    <w:rsid w:val="00D77DDA"/>
    <w:rsid w:val="00D80F33"/>
    <w:rsid w:val="00D8298F"/>
    <w:rsid w:val="00D833E0"/>
    <w:rsid w:val="00D8351F"/>
    <w:rsid w:val="00D83FD7"/>
    <w:rsid w:val="00D848A1"/>
    <w:rsid w:val="00D84BE2"/>
    <w:rsid w:val="00D85ED4"/>
    <w:rsid w:val="00D86E3E"/>
    <w:rsid w:val="00D8743A"/>
    <w:rsid w:val="00D87CDB"/>
    <w:rsid w:val="00D913CF"/>
    <w:rsid w:val="00D9225B"/>
    <w:rsid w:val="00D929B5"/>
    <w:rsid w:val="00D93783"/>
    <w:rsid w:val="00D93C18"/>
    <w:rsid w:val="00D94B45"/>
    <w:rsid w:val="00DA190A"/>
    <w:rsid w:val="00DA1EC3"/>
    <w:rsid w:val="00DA26D1"/>
    <w:rsid w:val="00DA3484"/>
    <w:rsid w:val="00DA5AE6"/>
    <w:rsid w:val="00DA6367"/>
    <w:rsid w:val="00DA736D"/>
    <w:rsid w:val="00DB037E"/>
    <w:rsid w:val="00DB13C4"/>
    <w:rsid w:val="00DB1CA9"/>
    <w:rsid w:val="00DB1FE4"/>
    <w:rsid w:val="00DB25EE"/>
    <w:rsid w:val="00DB2736"/>
    <w:rsid w:val="00DB4562"/>
    <w:rsid w:val="00DB53AF"/>
    <w:rsid w:val="00DB692E"/>
    <w:rsid w:val="00DB69E1"/>
    <w:rsid w:val="00DB7ABA"/>
    <w:rsid w:val="00DC06B7"/>
    <w:rsid w:val="00DC0AF7"/>
    <w:rsid w:val="00DC208B"/>
    <w:rsid w:val="00DC2B92"/>
    <w:rsid w:val="00DC318D"/>
    <w:rsid w:val="00DC348A"/>
    <w:rsid w:val="00DC4F28"/>
    <w:rsid w:val="00DC5144"/>
    <w:rsid w:val="00DC5271"/>
    <w:rsid w:val="00DC56A6"/>
    <w:rsid w:val="00DD024F"/>
    <w:rsid w:val="00DD0DBF"/>
    <w:rsid w:val="00DD13C3"/>
    <w:rsid w:val="00DD4FE7"/>
    <w:rsid w:val="00DD6C34"/>
    <w:rsid w:val="00DE0E86"/>
    <w:rsid w:val="00DE147D"/>
    <w:rsid w:val="00DE2284"/>
    <w:rsid w:val="00DE26DA"/>
    <w:rsid w:val="00DE2A8E"/>
    <w:rsid w:val="00DE32BE"/>
    <w:rsid w:val="00DE3CDA"/>
    <w:rsid w:val="00DE4D3B"/>
    <w:rsid w:val="00DE5EDE"/>
    <w:rsid w:val="00DE7AB3"/>
    <w:rsid w:val="00DF100F"/>
    <w:rsid w:val="00DF182D"/>
    <w:rsid w:val="00DF24ED"/>
    <w:rsid w:val="00DF28D9"/>
    <w:rsid w:val="00DF33D4"/>
    <w:rsid w:val="00DF3515"/>
    <w:rsid w:val="00DF6C06"/>
    <w:rsid w:val="00DF790F"/>
    <w:rsid w:val="00E00C48"/>
    <w:rsid w:val="00E02659"/>
    <w:rsid w:val="00E02D0E"/>
    <w:rsid w:val="00E044A5"/>
    <w:rsid w:val="00E0553F"/>
    <w:rsid w:val="00E0673E"/>
    <w:rsid w:val="00E10B8A"/>
    <w:rsid w:val="00E130F2"/>
    <w:rsid w:val="00E13A41"/>
    <w:rsid w:val="00E14786"/>
    <w:rsid w:val="00E16DC2"/>
    <w:rsid w:val="00E17E7A"/>
    <w:rsid w:val="00E20F5E"/>
    <w:rsid w:val="00E21B4D"/>
    <w:rsid w:val="00E21E10"/>
    <w:rsid w:val="00E235B9"/>
    <w:rsid w:val="00E23D72"/>
    <w:rsid w:val="00E24452"/>
    <w:rsid w:val="00E25D74"/>
    <w:rsid w:val="00E276D9"/>
    <w:rsid w:val="00E30A87"/>
    <w:rsid w:val="00E3118D"/>
    <w:rsid w:val="00E35AA4"/>
    <w:rsid w:val="00E36B67"/>
    <w:rsid w:val="00E36FF4"/>
    <w:rsid w:val="00E3701D"/>
    <w:rsid w:val="00E3743F"/>
    <w:rsid w:val="00E37765"/>
    <w:rsid w:val="00E37AAA"/>
    <w:rsid w:val="00E4215E"/>
    <w:rsid w:val="00E428B9"/>
    <w:rsid w:val="00E438C4"/>
    <w:rsid w:val="00E44830"/>
    <w:rsid w:val="00E45050"/>
    <w:rsid w:val="00E454A2"/>
    <w:rsid w:val="00E45D1E"/>
    <w:rsid w:val="00E47460"/>
    <w:rsid w:val="00E47585"/>
    <w:rsid w:val="00E47722"/>
    <w:rsid w:val="00E47E68"/>
    <w:rsid w:val="00E51211"/>
    <w:rsid w:val="00E52734"/>
    <w:rsid w:val="00E532FA"/>
    <w:rsid w:val="00E53897"/>
    <w:rsid w:val="00E546B5"/>
    <w:rsid w:val="00E54D45"/>
    <w:rsid w:val="00E63DA3"/>
    <w:rsid w:val="00E743C3"/>
    <w:rsid w:val="00E7681A"/>
    <w:rsid w:val="00E76EDF"/>
    <w:rsid w:val="00E8470B"/>
    <w:rsid w:val="00E8541A"/>
    <w:rsid w:val="00E85B6E"/>
    <w:rsid w:val="00E8613C"/>
    <w:rsid w:val="00E86920"/>
    <w:rsid w:val="00E86984"/>
    <w:rsid w:val="00E90A95"/>
    <w:rsid w:val="00E91310"/>
    <w:rsid w:val="00E91754"/>
    <w:rsid w:val="00E91AA2"/>
    <w:rsid w:val="00E91EF1"/>
    <w:rsid w:val="00E9309C"/>
    <w:rsid w:val="00E95440"/>
    <w:rsid w:val="00E955DD"/>
    <w:rsid w:val="00E95D61"/>
    <w:rsid w:val="00E971FE"/>
    <w:rsid w:val="00E9721F"/>
    <w:rsid w:val="00EA0199"/>
    <w:rsid w:val="00EA1118"/>
    <w:rsid w:val="00EA31CB"/>
    <w:rsid w:val="00EA4E5C"/>
    <w:rsid w:val="00EA750C"/>
    <w:rsid w:val="00EB107C"/>
    <w:rsid w:val="00EB29CD"/>
    <w:rsid w:val="00EB2E02"/>
    <w:rsid w:val="00EB31BE"/>
    <w:rsid w:val="00EB3F02"/>
    <w:rsid w:val="00EB410E"/>
    <w:rsid w:val="00EC16E2"/>
    <w:rsid w:val="00EC1F35"/>
    <w:rsid w:val="00EC3129"/>
    <w:rsid w:val="00EC3346"/>
    <w:rsid w:val="00EC335F"/>
    <w:rsid w:val="00EC40EB"/>
    <w:rsid w:val="00EC66F7"/>
    <w:rsid w:val="00EC6B3F"/>
    <w:rsid w:val="00ED0230"/>
    <w:rsid w:val="00ED06BC"/>
    <w:rsid w:val="00ED0B3F"/>
    <w:rsid w:val="00ED4069"/>
    <w:rsid w:val="00ED490C"/>
    <w:rsid w:val="00ED55B6"/>
    <w:rsid w:val="00ED75BC"/>
    <w:rsid w:val="00EE0632"/>
    <w:rsid w:val="00EE1CDF"/>
    <w:rsid w:val="00EE231F"/>
    <w:rsid w:val="00EE30F7"/>
    <w:rsid w:val="00EE373F"/>
    <w:rsid w:val="00EE4203"/>
    <w:rsid w:val="00EF2B18"/>
    <w:rsid w:val="00EF3223"/>
    <w:rsid w:val="00EF5BA5"/>
    <w:rsid w:val="00F001DF"/>
    <w:rsid w:val="00F0085C"/>
    <w:rsid w:val="00F01A3C"/>
    <w:rsid w:val="00F0228F"/>
    <w:rsid w:val="00F025BA"/>
    <w:rsid w:val="00F02844"/>
    <w:rsid w:val="00F02968"/>
    <w:rsid w:val="00F02C15"/>
    <w:rsid w:val="00F039DB"/>
    <w:rsid w:val="00F04F3E"/>
    <w:rsid w:val="00F0551F"/>
    <w:rsid w:val="00F103F2"/>
    <w:rsid w:val="00F1153E"/>
    <w:rsid w:val="00F12641"/>
    <w:rsid w:val="00F1270E"/>
    <w:rsid w:val="00F12F0F"/>
    <w:rsid w:val="00F142E2"/>
    <w:rsid w:val="00F163C1"/>
    <w:rsid w:val="00F17613"/>
    <w:rsid w:val="00F227E9"/>
    <w:rsid w:val="00F25267"/>
    <w:rsid w:val="00F255A5"/>
    <w:rsid w:val="00F2574D"/>
    <w:rsid w:val="00F26A69"/>
    <w:rsid w:val="00F277B5"/>
    <w:rsid w:val="00F30883"/>
    <w:rsid w:val="00F3245B"/>
    <w:rsid w:val="00F32FE8"/>
    <w:rsid w:val="00F349B2"/>
    <w:rsid w:val="00F36A4B"/>
    <w:rsid w:val="00F42C3D"/>
    <w:rsid w:val="00F42FD2"/>
    <w:rsid w:val="00F43DBE"/>
    <w:rsid w:val="00F44DD7"/>
    <w:rsid w:val="00F454DD"/>
    <w:rsid w:val="00F4571E"/>
    <w:rsid w:val="00F46D23"/>
    <w:rsid w:val="00F47479"/>
    <w:rsid w:val="00F506DE"/>
    <w:rsid w:val="00F52679"/>
    <w:rsid w:val="00F53348"/>
    <w:rsid w:val="00F556EF"/>
    <w:rsid w:val="00F565FC"/>
    <w:rsid w:val="00F57BA3"/>
    <w:rsid w:val="00F57F4E"/>
    <w:rsid w:val="00F61069"/>
    <w:rsid w:val="00F634EA"/>
    <w:rsid w:val="00F6504E"/>
    <w:rsid w:val="00F66116"/>
    <w:rsid w:val="00F71B42"/>
    <w:rsid w:val="00F71CD4"/>
    <w:rsid w:val="00F738FD"/>
    <w:rsid w:val="00F757BD"/>
    <w:rsid w:val="00F75C15"/>
    <w:rsid w:val="00F76F4A"/>
    <w:rsid w:val="00F81C76"/>
    <w:rsid w:val="00F81F6F"/>
    <w:rsid w:val="00F86E49"/>
    <w:rsid w:val="00F90223"/>
    <w:rsid w:val="00F90EEB"/>
    <w:rsid w:val="00F9442C"/>
    <w:rsid w:val="00F949E1"/>
    <w:rsid w:val="00F967D0"/>
    <w:rsid w:val="00F97714"/>
    <w:rsid w:val="00FA00EE"/>
    <w:rsid w:val="00FA2596"/>
    <w:rsid w:val="00FA2A35"/>
    <w:rsid w:val="00FA564E"/>
    <w:rsid w:val="00FA61C5"/>
    <w:rsid w:val="00FB17E2"/>
    <w:rsid w:val="00FB2330"/>
    <w:rsid w:val="00FB54DA"/>
    <w:rsid w:val="00FC194C"/>
    <w:rsid w:val="00FC4908"/>
    <w:rsid w:val="00FC686A"/>
    <w:rsid w:val="00FC7B57"/>
    <w:rsid w:val="00FD1AF2"/>
    <w:rsid w:val="00FD37DC"/>
    <w:rsid w:val="00FD4DAC"/>
    <w:rsid w:val="00FD56F9"/>
    <w:rsid w:val="00FE2DA9"/>
    <w:rsid w:val="00FE3841"/>
    <w:rsid w:val="00FE7835"/>
    <w:rsid w:val="00FE7DB8"/>
    <w:rsid w:val="00FF05DC"/>
    <w:rsid w:val="00FF15AE"/>
    <w:rsid w:val="00FF3063"/>
    <w:rsid w:val="00FF3834"/>
    <w:rsid w:val="00FF454B"/>
    <w:rsid w:val="00FF4CC2"/>
    <w:rsid w:val="00FF70A8"/>
    <w:rsid w:val="00FF73E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7BB350"/>
  <w15:docId w15:val="{634D303A-C426-44D0-A6AA-3F0126EA3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9B9"/>
    <w:rPr>
      <w:rFonts w:ascii="Arial" w:hAnsi="Arial"/>
      <w:sz w:val="18"/>
    </w:rPr>
  </w:style>
  <w:style w:type="paragraph" w:styleId="Ttulo1">
    <w:name w:val="heading 1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0"/>
    </w:pPr>
    <w:rPr>
      <w:b/>
    </w:rPr>
  </w:style>
  <w:style w:type="paragraph" w:styleId="Ttulo2">
    <w:name w:val="heading 2"/>
    <w:aliases w:val="Matrix,heading 2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4769B9"/>
    <w:pPr>
      <w:keepNext/>
      <w:keepLines/>
      <w:tabs>
        <w:tab w:val="right" w:pos="6521"/>
      </w:tabs>
      <w:ind w:right="51"/>
      <w:outlineLvl w:val="2"/>
    </w:pPr>
    <w:rPr>
      <w:b/>
    </w:rPr>
  </w:style>
  <w:style w:type="paragraph" w:styleId="Ttulo4">
    <w:name w:val="heading 4"/>
    <w:basedOn w:val="Normal"/>
    <w:next w:val="Normal"/>
    <w:qFormat/>
    <w:rsid w:val="004769B9"/>
    <w:pPr>
      <w:keepNext/>
      <w:spacing w:before="40"/>
      <w:jc w:val="center"/>
      <w:outlineLvl w:val="3"/>
    </w:pPr>
    <w:rPr>
      <w:b/>
    </w:rPr>
  </w:style>
  <w:style w:type="paragraph" w:styleId="Ttulo5">
    <w:name w:val="heading 5"/>
    <w:basedOn w:val="Normal"/>
    <w:next w:val="Normal"/>
    <w:qFormat/>
    <w:rsid w:val="004769B9"/>
    <w:pPr>
      <w:keepNext/>
      <w:keepLines/>
      <w:tabs>
        <w:tab w:val="right" w:pos="6521"/>
      </w:tabs>
      <w:ind w:right="51"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rsid w:val="004769B9"/>
    <w:pPr>
      <w:keepNext/>
      <w:outlineLvl w:val="5"/>
    </w:pPr>
    <w:rPr>
      <w:sz w:val="88"/>
    </w:rPr>
  </w:style>
  <w:style w:type="paragraph" w:styleId="Ttulo7">
    <w:name w:val="heading 7"/>
    <w:basedOn w:val="Normal"/>
    <w:next w:val="Normal"/>
    <w:qFormat/>
    <w:rsid w:val="004769B9"/>
    <w:pPr>
      <w:keepNext/>
      <w:widowControl w:val="0"/>
      <w:tabs>
        <w:tab w:val="left" w:pos="31680"/>
      </w:tabs>
      <w:spacing w:after="58"/>
      <w:jc w:val="both"/>
      <w:outlineLvl w:val="6"/>
    </w:pPr>
    <w:rPr>
      <w:b/>
    </w:rPr>
  </w:style>
  <w:style w:type="paragraph" w:styleId="Ttulo8">
    <w:name w:val="heading 8"/>
    <w:basedOn w:val="Normal"/>
    <w:next w:val="Normal"/>
    <w:qFormat/>
    <w:rsid w:val="004769B9"/>
    <w:pPr>
      <w:keepNext/>
      <w:widowControl w:val="0"/>
      <w:spacing w:before="60"/>
      <w:jc w:val="center"/>
      <w:outlineLvl w:val="7"/>
    </w:pPr>
    <w:rPr>
      <w:rFonts w:ascii="Univers Condensed" w:hAnsi="Univers Condensed"/>
      <w:b/>
      <w:i/>
      <w:sz w:val="22"/>
    </w:rPr>
  </w:style>
  <w:style w:type="paragraph" w:styleId="Ttulo9">
    <w:name w:val="heading 9"/>
    <w:basedOn w:val="Normal"/>
    <w:next w:val="Normal"/>
    <w:qFormat/>
    <w:rsid w:val="004769B9"/>
    <w:pPr>
      <w:keepNext/>
      <w:ind w:left="426" w:hanging="426"/>
      <w:outlineLvl w:val="8"/>
    </w:pPr>
    <w:rPr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merodepgina">
    <w:name w:val="page number"/>
    <w:rsid w:val="004769B9"/>
    <w:rPr>
      <w:rFonts w:ascii="Arial" w:hAnsi="Arial"/>
      <w:sz w:val="18"/>
    </w:rPr>
  </w:style>
  <w:style w:type="paragraph" w:styleId="Cabealho">
    <w:name w:val="header"/>
    <w:basedOn w:val="Normal"/>
    <w:rsid w:val="004769B9"/>
    <w:pPr>
      <w:tabs>
        <w:tab w:val="center" w:pos="4320"/>
        <w:tab w:val="right" w:pos="8640"/>
      </w:tabs>
    </w:pPr>
    <w:rPr>
      <w:sz w:val="20"/>
    </w:rPr>
  </w:style>
  <w:style w:type="paragraph" w:styleId="Corpodetexto">
    <w:name w:val="Body Text"/>
    <w:basedOn w:val="Normal"/>
    <w:rsid w:val="004769B9"/>
    <w:rPr>
      <w:b/>
    </w:rPr>
  </w:style>
  <w:style w:type="paragraph" w:styleId="Corpodetexto2">
    <w:name w:val="Body Text 2"/>
    <w:basedOn w:val="Normal"/>
    <w:rsid w:val="004769B9"/>
    <w:rPr>
      <w:b/>
      <w:color w:val="FF0000"/>
    </w:rPr>
  </w:style>
  <w:style w:type="paragraph" w:styleId="Corpodetexto3">
    <w:name w:val="Body Text 3"/>
    <w:basedOn w:val="Normal"/>
    <w:rsid w:val="004769B9"/>
    <w:rPr>
      <w:rFonts w:ascii="MyriaMM_215 LT 700 SE" w:hAnsi="MyriaMM_215 LT 700 SE"/>
      <w:b/>
    </w:rPr>
  </w:style>
  <w:style w:type="paragraph" w:styleId="Recuodecorpodetexto">
    <w:name w:val="Body Text Indent"/>
    <w:basedOn w:val="Normal"/>
    <w:rsid w:val="004769B9"/>
    <w:pPr>
      <w:spacing w:after="120"/>
      <w:ind w:left="283"/>
    </w:pPr>
  </w:style>
  <w:style w:type="paragraph" w:styleId="Assuntodocomentrio">
    <w:name w:val="annotation subject"/>
    <w:basedOn w:val="Textodecomentrio"/>
    <w:next w:val="Textodecomentrio"/>
    <w:semiHidden/>
    <w:rsid w:val="00530C3F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qFormat/>
    <w:rsid w:val="004769B9"/>
    <w:rPr>
      <w:sz w:val="20"/>
    </w:rPr>
  </w:style>
  <w:style w:type="paragraph" w:styleId="Textodebalo">
    <w:name w:val="Balloon Text"/>
    <w:basedOn w:val="Normal"/>
    <w:semiHidden/>
    <w:rsid w:val="004769B9"/>
    <w:rPr>
      <w:rFonts w:ascii="Tahoma" w:hAnsi="Tahoma" w:cs="Tahoma"/>
      <w:sz w:val="16"/>
      <w:szCs w:val="16"/>
      <w:lang w:val="en-US" w:eastAsia="en-US"/>
    </w:rPr>
  </w:style>
  <w:style w:type="paragraph" w:styleId="Recuodecorpodetexto2">
    <w:name w:val="Body Text Indent 2"/>
    <w:basedOn w:val="Normal"/>
    <w:rsid w:val="004769B9"/>
    <w:pPr>
      <w:spacing w:after="120" w:line="480" w:lineRule="auto"/>
      <w:ind w:left="283"/>
    </w:pPr>
  </w:style>
  <w:style w:type="paragraph" w:styleId="Rodap">
    <w:name w:val="footer"/>
    <w:aliases w:val="FO"/>
    <w:basedOn w:val="Normal"/>
    <w:rsid w:val="004769B9"/>
    <w:pPr>
      <w:tabs>
        <w:tab w:val="center" w:pos="4419"/>
        <w:tab w:val="right" w:pos="8838"/>
      </w:tabs>
    </w:pPr>
  </w:style>
  <w:style w:type="paragraph" w:styleId="Textodenotaderodap">
    <w:name w:val="footnote text"/>
    <w:basedOn w:val="Normal"/>
    <w:semiHidden/>
    <w:rsid w:val="004769B9"/>
    <w:pPr>
      <w:spacing w:before="120"/>
      <w:jc w:val="both"/>
    </w:pPr>
    <w:rPr>
      <w:rFonts w:ascii="Times New Roman" w:hAnsi="Times New Roman"/>
      <w:sz w:val="20"/>
    </w:rPr>
  </w:style>
  <w:style w:type="paragraph" w:customStyle="1" w:styleId="Menor">
    <w:name w:val="Menor"/>
    <w:basedOn w:val="Normal"/>
    <w:rsid w:val="004769B9"/>
    <w:pPr>
      <w:tabs>
        <w:tab w:val="right" w:pos="851"/>
        <w:tab w:val="right" w:pos="4536"/>
        <w:tab w:val="right" w:pos="6237"/>
      </w:tabs>
      <w:spacing w:line="240" w:lineRule="atLeast"/>
    </w:pPr>
    <w:rPr>
      <w:rFonts w:ascii="Times New Roman" w:hAnsi="Times New Roman"/>
      <w:b/>
      <w:sz w:val="20"/>
      <w:lang w:val="en-US"/>
    </w:rPr>
  </w:style>
  <w:style w:type="paragraph" w:customStyle="1" w:styleId="Indent">
    <w:name w:val="Indent"/>
    <w:basedOn w:val="Normal"/>
    <w:rsid w:val="004769B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 w:hanging="720"/>
    </w:pPr>
    <w:rPr>
      <w:snapToGrid w:val="0"/>
      <w:color w:val="000000"/>
      <w:sz w:val="24"/>
      <w:lang w:val="en-US" w:eastAsia="en-US"/>
    </w:rPr>
  </w:style>
  <w:style w:type="paragraph" w:customStyle="1" w:styleId="Level2">
    <w:name w:val="Level 2"/>
    <w:rsid w:val="004769B9"/>
    <w:rPr>
      <w:rFonts w:ascii="Arial" w:hAnsi="Arial"/>
      <w:color w:val="000000"/>
      <w:sz w:val="24"/>
      <w:lang w:val="en-US" w:eastAsia="en-US"/>
    </w:rPr>
  </w:style>
  <w:style w:type="paragraph" w:styleId="Ttulo">
    <w:name w:val="Title"/>
    <w:basedOn w:val="Normal"/>
    <w:qFormat/>
    <w:rsid w:val="004769B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Question">
    <w:name w:val="Question"/>
    <w:basedOn w:val="Normal"/>
    <w:rsid w:val="004769B9"/>
    <w:pPr>
      <w:ind w:left="720" w:hanging="720"/>
    </w:pPr>
    <w:rPr>
      <w:rFonts w:ascii="Palatino" w:eastAsia="SimSun" w:hAnsi="Palatino"/>
      <w:sz w:val="20"/>
      <w:lang w:val="en-GB" w:eastAsia="zh-CN"/>
    </w:rPr>
  </w:style>
  <w:style w:type="character" w:styleId="Hyperlink">
    <w:name w:val="Hyperlink"/>
    <w:rsid w:val="004769B9"/>
    <w:rPr>
      <w:color w:val="0000FF"/>
      <w:u w:val="single"/>
    </w:rPr>
  </w:style>
  <w:style w:type="character" w:styleId="Refdecomentrio">
    <w:name w:val="annotation reference"/>
    <w:uiPriority w:val="99"/>
    <w:semiHidden/>
    <w:locked/>
    <w:rsid w:val="004769B9"/>
    <w:rPr>
      <w:sz w:val="16"/>
      <w:szCs w:val="16"/>
    </w:rPr>
  </w:style>
  <w:style w:type="paragraph" w:styleId="Recuodecorpodetexto3">
    <w:name w:val="Body Text Indent 3"/>
    <w:basedOn w:val="Normal"/>
    <w:rsid w:val="004769B9"/>
    <w:pPr>
      <w:tabs>
        <w:tab w:val="left" w:pos="426"/>
      </w:tabs>
      <w:ind w:left="341" w:hanging="254"/>
      <w:jc w:val="both"/>
    </w:pPr>
    <w:rPr>
      <w:rFonts w:ascii="Verdana" w:hAnsi="Verdana"/>
      <w:sz w:val="12"/>
      <w:szCs w:val="12"/>
    </w:rPr>
  </w:style>
  <w:style w:type="paragraph" w:styleId="MapadoDocumento">
    <w:name w:val="Document Map"/>
    <w:basedOn w:val="Normal"/>
    <w:semiHidden/>
    <w:rsid w:val="00CD3584"/>
    <w:pPr>
      <w:shd w:val="clear" w:color="auto" w:fill="000080"/>
    </w:pPr>
    <w:rPr>
      <w:rFonts w:ascii="Tahoma" w:hAnsi="Tahoma" w:cs="Tahoma"/>
      <w:sz w:val="20"/>
    </w:rPr>
  </w:style>
  <w:style w:type="table" w:styleId="Tabelacomgrade">
    <w:name w:val="Table Grid"/>
    <w:basedOn w:val="Tabelanormal"/>
    <w:uiPriority w:val="59"/>
    <w:rsid w:val="00817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1CharChar">
    <w:name w:val="Char Char Char Char Char Char Char1 Char Char"/>
    <w:basedOn w:val="Normal"/>
    <w:rsid w:val="00DA264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Reviso1">
    <w:name w:val="Revisão1"/>
    <w:hidden/>
    <w:uiPriority w:val="99"/>
    <w:semiHidden/>
    <w:rsid w:val="0002457E"/>
    <w:rPr>
      <w:rFonts w:ascii="Arial" w:hAnsi="Arial"/>
      <w:sz w:val="18"/>
    </w:rPr>
  </w:style>
  <w:style w:type="paragraph" w:customStyle="1" w:styleId="SombreamentoMdio1-nfase11">
    <w:name w:val="Sombreamento Médio 1 - Ênfase 11"/>
    <w:uiPriority w:val="1"/>
    <w:qFormat/>
    <w:rsid w:val="00E0673E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7E0AEE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customStyle="1" w:styleId="ListaEscura-nfase31">
    <w:name w:val="Lista Escura - Ênfase 31"/>
    <w:hidden/>
    <w:uiPriority w:val="71"/>
    <w:rsid w:val="006776C8"/>
    <w:rPr>
      <w:rFonts w:ascii="Arial" w:hAnsi="Arial"/>
      <w:sz w:val="18"/>
    </w:rPr>
  </w:style>
  <w:style w:type="character" w:styleId="Refdenotaderodap">
    <w:name w:val="footnote reference"/>
    <w:uiPriority w:val="99"/>
    <w:semiHidden/>
    <w:unhideWhenUsed/>
    <w:rsid w:val="00D46D18"/>
    <w:rPr>
      <w:vertAlign w:val="superscript"/>
    </w:rPr>
  </w:style>
  <w:style w:type="character" w:customStyle="1" w:styleId="TextodecomentrioChar">
    <w:name w:val="Texto de comentário Char"/>
    <w:link w:val="Textodecomentrio"/>
    <w:uiPriority w:val="99"/>
    <w:rsid w:val="00A57947"/>
    <w:rPr>
      <w:rFonts w:ascii="Arial" w:hAnsi="Arial"/>
    </w:rPr>
  </w:style>
  <w:style w:type="paragraph" w:customStyle="1" w:styleId="SombreamentoEscuro-nfase11">
    <w:name w:val="Sombreamento Escuro - Ênfase 11"/>
    <w:hidden/>
    <w:uiPriority w:val="71"/>
    <w:rsid w:val="00DE32BE"/>
    <w:rPr>
      <w:rFonts w:ascii="Arial" w:hAnsi="Arial"/>
      <w:sz w:val="18"/>
    </w:rPr>
  </w:style>
  <w:style w:type="paragraph" w:styleId="Reviso">
    <w:name w:val="Revision"/>
    <w:hidden/>
    <w:uiPriority w:val="71"/>
    <w:rsid w:val="00B37B8E"/>
    <w:rPr>
      <w:rFonts w:ascii="Arial" w:hAnsi="Arial"/>
      <w:sz w:val="18"/>
    </w:rPr>
  </w:style>
  <w:style w:type="paragraph" w:styleId="NormalWeb">
    <w:name w:val="Normal (Web)"/>
    <w:basedOn w:val="Normal"/>
    <w:uiPriority w:val="99"/>
    <w:semiHidden/>
    <w:unhideWhenUsed/>
    <w:rsid w:val="00E743C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grafodaLista">
    <w:name w:val="List Paragraph"/>
    <w:basedOn w:val="Normal"/>
    <w:uiPriority w:val="72"/>
    <w:qFormat/>
    <w:rsid w:val="00357D56"/>
    <w:pPr>
      <w:spacing w:line="360" w:lineRule="auto"/>
      <w:ind w:left="720"/>
      <w:contextualSpacing/>
    </w:pPr>
    <w:rPr>
      <w:sz w:val="22"/>
      <w:szCs w:val="24"/>
      <w:lang w:val="en-US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417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uloc\Meus%20documentos\0%20-%20Trabalho\01%20-%20Modelos\PRC-Modelo%20-%20Question&#225;rio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F73C9-09E8-4DD0-B855-9AB087BB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PRC-Modelo - Questionário</Template>
  <TotalTime>1</TotalTime>
  <Pages>9</Pages>
  <Words>2297</Words>
  <Characters>12410</Characters>
  <Application>Microsoft Office Word</Application>
  <DocSecurity>0</DocSecurity>
  <Lines>103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de questionário</vt:lpstr>
      <vt:lpstr>Modelo de questionário</vt:lpstr>
    </vt:vector>
  </TitlesOfParts>
  <Company>Microsoft</Company>
  <LinksUpToDate>false</LinksUpToDate>
  <CharactersWithSpaces>14678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questionário</dc:title>
  <dc:creator>Luci Oliveira</dc:creator>
  <cp:lastModifiedBy>Luiza Carvalho</cp:lastModifiedBy>
  <cp:revision>2</cp:revision>
  <cp:lastPrinted>2015-12-18T12:33:00Z</cp:lastPrinted>
  <dcterms:created xsi:type="dcterms:W3CDTF">2024-10-04T14:01:00Z</dcterms:created>
  <dcterms:modified xsi:type="dcterms:W3CDTF">2024-10-04T14:01:00Z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52058282</vt:i4>
  </property>
  <property fmtid="{D5CDD505-2E9C-101B-9397-08002B2CF9AE}" pid="3" name="_EmailEntryID">
    <vt:lpwstr>000000007CA6C104FEC21F46BC46A3791B62028207002450AC52E58AE34B99BE8E979B95198100000000010C00002450AC52E58AE34B99BE8E979B95198100011CDC39DA0000</vt:lpwstr>
  </property>
  <property fmtid="{D5CDD505-2E9C-101B-9397-08002B2CF9AE}" pid="4" name="_EmailStoreID0">
    <vt:lpwstr>0000000038A1BB1005E5101AA1BB08002B2A56C20000454D534D44422E444C4C00000000000000001B55FA20AA6611CD9BC800AA002FC45A0C000000616E612E636176616C63616E74694069626F7065696E74656C6967656E6369612E636F6D002F6F3D45786368616E67654C6162732F6F753D45786368616E67652041646</vt:lpwstr>
  </property>
  <property fmtid="{D5CDD505-2E9C-101B-9397-08002B2CF9AE}" pid="5" name="_EmailStoreID1">
    <vt:lpwstr>D696E6973747261746976652047726F7570202846594449424F484632335350444C54292F636E3D526563697069656E74732F636E3D39306432356336353536306534633133623765323061613862313036646462382D416E6120436176616C636100E94632F45C000000020000001000000061006E0061002E006300610076</vt:lpwstr>
  </property>
  <property fmtid="{D5CDD505-2E9C-101B-9397-08002B2CF9AE}" pid="6" name="_EmailStoreID2">
    <vt:lpwstr>0061006C00630061006E00740069004000690062006F007000650069006E00740065006C006900670065006E006300690061002E0063006F006D0000000000</vt:lpwstr>
  </property>
  <property fmtid="{D5CDD505-2E9C-101B-9397-08002B2CF9AE}" pid="7" name="_ReviewingToolsShownOnce">
    <vt:lpwstr/>
  </property>
</Properties>
</file>